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E80" w:rsidRDefault="0024797D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  <w:r w:rsidRPr="0024797D">
        <w:rPr>
          <w:rFonts w:ascii="Times New Roman" w:hAnsi="Times New Roman"/>
          <w:b w:val="0"/>
          <w:sz w:val="28"/>
          <w:szCs w:val="28"/>
        </w:rPr>
        <w:t>Приложение</w:t>
      </w:r>
    </w:p>
    <w:p w:rsidR="004B6998" w:rsidRDefault="0024797D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r w:rsidRPr="0024797D">
        <w:rPr>
          <w:rFonts w:ascii="Times New Roman" w:hAnsi="Times New Roman"/>
          <w:b w:val="0"/>
          <w:sz w:val="28"/>
          <w:szCs w:val="28"/>
        </w:rPr>
        <w:t xml:space="preserve">к решению </w:t>
      </w:r>
      <w:r w:rsidR="00D00E80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4797D" w:rsidRPr="0024797D" w:rsidRDefault="004B6998" w:rsidP="00274B5C">
      <w:pPr>
        <w:pStyle w:val="af1"/>
        <w:keepNext/>
        <w:spacing w:after="0" w:line="240" w:lineRule="auto"/>
        <w:ind w:firstLine="10773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Думы </w:t>
      </w:r>
      <w:r w:rsidR="0024797D" w:rsidRPr="0024797D">
        <w:rPr>
          <w:rFonts w:ascii="Times New Roman" w:hAnsi="Times New Roman"/>
          <w:b w:val="0"/>
          <w:sz w:val="28"/>
          <w:szCs w:val="28"/>
        </w:rPr>
        <w:t>города Владивостока</w:t>
      </w:r>
    </w:p>
    <w:p w:rsidR="0024797D" w:rsidRPr="0024797D" w:rsidRDefault="0024797D" w:rsidP="00274B5C">
      <w:pPr>
        <w:spacing w:after="0" w:line="240" w:lineRule="auto"/>
        <w:ind w:firstLine="10773"/>
        <w:jc w:val="both"/>
        <w:rPr>
          <w:rFonts w:ascii="Times New Roman" w:hAnsi="Times New Roman"/>
          <w:sz w:val="28"/>
          <w:szCs w:val="28"/>
        </w:rPr>
      </w:pPr>
      <w:r w:rsidRPr="0024797D">
        <w:rPr>
          <w:rFonts w:ascii="Times New Roman" w:hAnsi="Times New Roman"/>
          <w:sz w:val="28"/>
          <w:szCs w:val="28"/>
        </w:rPr>
        <w:t>от</w:t>
      </w:r>
      <w:r w:rsidR="004B6998">
        <w:rPr>
          <w:rFonts w:ascii="Times New Roman" w:hAnsi="Times New Roman"/>
          <w:sz w:val="28"/>
          <w:szCs w:val="28"/>
        </w:rPr>
        <w:t xml:space="preserve"> __________ </w:t>
      </w:r>
      <w:r>
        <w:rPr>
          <w:rFonts w:ascii="Times New Roman" w:hAnsi="Times New Roman"/>
          <w:sz w:val="28"/>
          <w:szCs w:val="28"/>
        </w:rPr>
        <w:t>№__</w:t>
      </w:r>
      <w:r w:rsidR="004B6998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</w:t>
      </w:r>
    </w:p>
    <w:p w:rsidR="0020544D" w:rsidRDefault="0020544D" w:rsidP="0020544D"/>
    <w:p w:rsidR="00911105" w:rsidRPr="0020544D" w:rsidRDefault="00911105" w:rsidP="0020544D"/>
    <w:tbl>
      <w:tblPr>
        <w:tblW w:w="141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2693"/>
        <w:gridCol w:w="1843"/>
        <w:gridCol w:w="2409"/>
        <w:gridCol w:w="1701"/>
      </w:tblGrid>
      <w:tr w:rsidR="00E96CBB" w:rsidRPr="003031C0" w:rsidTr="00C02F29">
        <w:trPr>
          <w:trHeight w:val="1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CBB" w:rsidRPr="00164835" w:rsidRDefault="00375DC5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  <w:r w:rsidR="00E96CBB"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BB" w:rsidRPr="00164835" w:rsidRDefault="00B30212" w:rsidP="00B302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Приморский край, г. Владивосток, Океанский пр-т, д. 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BB" w:rsidRPr="00164835" w:rsidRDefault="00375DC5" w:rsidP="0091110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3913,3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DC5" w:rsidRDefault="00375DC5" w:rsidP="00375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нежилые помещения в здании (лит.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А, А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А2), подвал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- 6,25,</w:t>
            </w:r>
          </w:p>
          <w:p w:rsidR="00375DC5" w:rsidRDefault="00375DC5" w:rsidP="00375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цокольный этаж,</w:t>
            </w:r>
          </w:p>
          <w:p w:rsidR="00375DC5" w:rsidRDefault="00375DC5" w:rsidP="00375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подвал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- 3,05,</w:t>
            </w:r>
          </w:p>
          <w:p w:rsidR="00375DC5" w:rsidRDefault="00375DC5" w:rsidP="00375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этаж,</w:t>
            </w:r>
          </w:p>
          <w:p w:rsidR="00375DC5" w:rsidRDefault="00375DC5" w:rsidP="00375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этаж,</w:t>
            </w:r>
          </w:p>
          <w:p w:rsidR="00E96CBB" w:rsidRPr="00164835" w:rsidRDefault="00375DC5" w:rsidP="00375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25:28:020004:2647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CBB" w:rsidRPr="00164835" w:rsidRDefault="00B30212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566 964</w:t>
            </w:r>
            <w:r w:rsidR="00375D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8F7" w:rsidRDefault="00E96CBB" w:rsidP="00C628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28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электронный аукцион</w:t>
            </w:r>
            <w:r w:rsidR="00C628F7" w:rsidRPr="00C628F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96CBB" w:rsidRPr="00C628F7" w:rsidRDefault="00CD7670" w:rsidP="00C628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628F7">
              <w:rPr>
                <w:rFonts w:ascii="Times New Roman" w:eastAsia="Times New Roman" w:hAnsi="Times New Roman"/>
                <w:sz w:val="24"/>
                <w:szCs w:val="24"/>
              </w:rPr>
              <w:t>сохранение целевого использования нежилых помещений площадью</w:t>
            </w:r>
            <w:r w:rsidR="00BD5238" w:rsidRPr="00C628F7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C628F7">
              <w:rPr>
                <w:rFonts w:ascii="Times New Roman" w:eastAsia="Times New Roman" w:hAnsi="Times New Roman"/>
                <w:sz w:val="24"/>
                <w:szCs w:val="24"/>
              </w:rPr>
              <w:t>3 913,3 кв. м (культурно-досуговая деятельность) в течение пяти лет со дня перехода прав на приватизируемое имущество</w:t>
            </w:r>
            <w:r w:rsidR="00C628F7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B1766D" w:rsidRPr="00C628F7">
              <w:rPr>
                <w:rFonts w:ascii="Times New Roman" w:eastAsia="Times New Roman" w:hAnsi="Times New Roman"/>
                <w:sz w:val="24"/>
                <w:szCs w:val="24"/>
              </w:rPr>
              <w:t xml:space="preserve"> обременение: аренда нежилых помещений </w:t>
            </w:r>
            <w:r w:rsidR="000F0C93" w:rsidRPr="00C628F7">
              <w:rPr>
                <w:rFonts w:ascii="Times New Roman" w:eastAsia="Times New Roman" w:hAnsi="Times New Roman"/>
                <w:sz w:val="24"/>
                <w:szCs w:val="24"/>
              </w:rPr>
              <w:t>первого этажа площадью</w:t>
            </w:r>
            <w:r w:rsidR="000F0C93" w:rsidRPr="00C628F7">
              <w:rPr>
                <w:rFonts w:ascii="Times New Roman" w:eastAsia="Times New Roman" w:hAnsi="Times New Roman"/>
                <w:sz w:val="24"/>
                <w:szCs w:val="24"/>
              </w:rPr>
              <w:br/>
              <w:t>1048,9 кв. м, второго этажа площадью</w:t>
            </w:r>
            <w:r w:rsidR="000F0C93" w:rsidRPr="00C628F7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="00C628F7">
              <w:rPr>
                <w:rFonts w:ascii="Times New Roman" w:eastAsia="Times New Roman" w:hAnsi="Times New Roman"/>
                <w:sz w:val="24"/>
                <w:szCs w:val="24"/>
              </w:rPr>
              <w:t>671,1 кв. м</w:t>
            </w:r>
            <w:r w:rsidR="000F0C93" w:rsidRPr="00C628F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E1519" w:rsidRPr="00C628F7">
              <w:rPr>
                <w:rFonts w:ascii="Times New Roman" w:eastAsia="Times New Roman" w:hAnsi="Times New Roman"/>
                <w:sz w:val="24"/>
                <w:szCs w:val="24"/>
              </w:rPr>
              <w:t>сроком действия п</w:t>
            </w:r>
            <w:r w:rsidR="00B1766D" w:rsidRPr="00C628F7">
              <w:rPr>
                <w:rFonts w:ascii="Times New Roman" w:eastAsia="Times New Roman" w:hAnsi="Times New Roman"/>
                <w:sz w:val="24"/>
                <w:szCs w:val="24"/>
              </w:rPr>
              <w:t>о 14.09.2049</w:t>
            </w:r>
          </w:p>
          <w:p w:rsidR="00911105" w:rsidRPr="00C628F7" w:rsidRDefault="00911105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CBB" w:rsidRPr="00164835" w:rsidRDefault="00164835" w:rsidP="00911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E96CBB" w:rsidRPr="001648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ткрытая</w:t>
            </w:r>
          </w:p>
        </w:tc>
      </w:tr>
    </w:tbl>
    <w:p w:rsidR="00405A50" w:rsidRDefault="00405A50" w:rsidP="002A0E1D">
      <w:pPr>
        <w:pBdr>
          <w:bottom w:val="single" w:sz="4" w:space="1" w:color="auto"/>
        </w:pBdr>
      </w:pPr>
    </w:p>
    <w:sectPr w:rsidR="00405A50" w:rsidSect="00CC5912">
      <w:headerReference w:type="even" dor:id="rId9"/>
      <w:headerReference w:type="default" dor:id="rId10"/>
      <w:footerReference w:type="even" dor:id="rId11"/>
      <w:footerReference w:type="default" dor:id="rId12"/>
      <w:headerReference w:type="first" dor:id="rId13"/>
      <w:footerReference w:type="first" dor:id="rId14"/>
      <w:pgSz w:w="16840" w:h="11907" w:orient="landscape" w:code="9"/>
      <w:pgMar w:top="284" w:right="1134" w:bottom="426" w:left="1418" w:header="286" w:footer="709" w:gutter="0"/>
      <w:pgNumType w:start="9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C5C" w:rsidRDefault="005D3C5C">
      <w:pPr>
        <w:spacing w:after="0" w:line="240" w:lineRule="auto"/>
      </w:pPr>
      <w:r>
        <w:separator/>
      </w:r>
    </w:p>
  </w:endnote>
  <w:endnote w:type="continuationSeparator" w:id="0">
    <w:p w:rsidR="005D3C5C" w:rsidRDefault="005D3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05" w:rsidRDefault="0091110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05" w:rsidRDefault="0091110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05" w:rsidRDefault="0091110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C5C" w:rsidRDefault="005D3C5C">
      <w:pPr>
        <w:spacing w:after="0" w:line="240" w:lineRule="auto"/>
      </w:pPr>
      <w:r>
        <w:separator/>
      </w:r>
    </w:p>
  </w:footnote>
  <w:footnote w:type="continuationSeparator" w:id="0">
    <w:p w:rsidR="005D3C5C" w:rsidRDefault="005D3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05" w:rsidRDefault="0091110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05" w:rsidRPr="00B251E7" w:rsidRDefault="00911105">
    <w:pPr>
      <w:pStyle w:val="a3"/>
      <w:jc w:val="center"/>
      <w:rPr>
        <w:rFonts w:ascii="Times New Roman" w:hAnsi="Times New Roman"/>
      </w:rPr>
    </w:pPr>
    <w:r w:rsidRPr="00B251E7">
      <w:rPr>
        <w:rFonts w:ascii="Times New Roman" w:hAnsi="Times New Roman"/>
      </w:rPr>
      <w:fldChar w:fldCharType="begin"/>
    </w:r>
    <w:r w:rsidRPr="00B251E7">
      <w:rPr>
        <w:rFonts w:ascii="Times New Roman" w:hAnsi="Times New Roman"/>
      </w:rPr>
      <w:instrText>PAGE   \* MERGEFORMAT</w:instrText>
    </w:r>
    <w:r w:rsidRPr="00B251E7">
      <w:rPr>
        <w:rFonts w:ascii="Times New Roman" w:hAnsi="Times New Roman"/>
      </w:rPr>
      <w:fldChar w:fldCharType="separate"/>
    </w:r>
    <w:r w:rsidR="00C628F7">
      <w:rPr>
        <w:rFonts w:ascii="Times New Roman" w:hAnsi="Times New Roman"/>
        <w:noProof/>
      </w:rPr>
      <w:t>10</w:t>
    </w:r>
    <w:r w:rsidRPr="00B251E7">
      <w:rPr>
        <w:rFonts w:ascii="Times New Roman" w:hAnsi="Times New Roman"/>
      </w:rPr>
      <w:fldChar w:fldCharType="end"/>
    </w:r>
  </w:p>
  <w:p w:rsidR="00911105" w:rsidRDefault="0091110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105" w:rsidRDefault="00911105" w:rsidP="000B5645">
    <w:pPr>
      <w:pStyle w:val="a3"/>
      <w:tabs>
        <w:tab w:val="clear" w:pos="4677"/>
        <w:tab w:val="clear" w:pos="9355"/>
        <w:tab w:val="center" w:pos="7144"/>
        <w:tab w:val="right" w:pos="14288"/>
      </w:tabs>
    </w:pPr>
    <w:r>
      <w:tab/>
    </w:r>
    <w:r>
      <w:rPr>
        <w:rFonts w:ascii="Times New Roman" w:hAnsi="Times New Roman"/>
      </w:rPr>
      <w:t>4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B7DDF"/>
    <w:multiLevelType w:val="hybridMultilevel"/>
    <w:tmpl w:val="6A743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7427D"/>
    <w:multiLevelType w:val="hybridMultilevel"/>
    <w:tmpl w:val="08309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A1693"/>
    <w:multiLevelType w:val="hybridMultilevel"/>
    <w:tmpl w:val="35902F10"/>
    <w:lvl w:ilvl="0" w:tplc="F160B4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20E85"/>
    <w:multiLevelType w:val="hybridMultilevel"/>
    <w:tmpl w:val="500C4F6E"/>
    <w:lvl w:ilvl="0" w:tplc="0419000F">
      <w:start w:val="1"/>
      <w:numFmt w:val="decimal"/>
      <w:lvlText w:val="%1."/>
      <w:lvlJc w:val="left"/>
      <w:pPr>
        <w:ind w:left="678" w:hanging="360"/>
      </w:pPr>
    </w:lvl>
    <w:lvl w:ilvl="1" w:tplc="04190019" w:tentative="1">
      <w:start w:val="1"/>
      <w:numFmt w:val="lowerLetter"/>
      <w:lvlText w:val="%2."/>
      <w:lvlJc w:val="left"/>
      <w:pPr>
        <w:ind w:left="1617" w:hanging="360"/>
      </w:pPr>
    </w:lvl>
    <w:lvl w:ilvl="2" w:tplc="0419001B" w:tentative="1">
      <w:start w:val="1"/>
      <w:numFmt w:val="lowerRoman"/>
      <w:lvlText w:val="%3."/>
      <w:lvlJc w:val="right"/>
      <w:pPr>
        <w:ind w:left="2337" w:hanging="180"/>
      </w:pPr>
    </w:lvl>
    <w:lvl w:ilvl="3" w:tplc="0419000F" w:tentative="1">
      <w:start w:val="1"/>
      <w:numFmt w:val="decimal"/>
      <w:lvlText w:val="%4."/>
      <w:lvlJc w:val="left"/>
      <w:pPr>
        <w:ind w:left="3057" w:hanging="360"/>
      </w:pPr>
    </w:lvl>
    <w:lvl w:ilvl="4" w:tplc="04190019" w:tentative="1">
      <w:start w:val="1"/>
      <w:numFmt w:val="lowerLetter"/>
      <w:lvlText w:val="%5."/>
      <w:lvlJc w:val="left"/>
      <w:pPr>
        <w:ind w:left="3777" w:hanging="360"/>
      </w:pPr>
    </w:lvl>
    <w:lvl w:ilvl="5" w:tplc="0419001B" w:tentative="1">
      <w:start w:val="1"/>
      <w:numFmt w:val="lowerRoman"/>
      <w:lvlText w:val="%6."/>
      <w:lvlJc w:val="right"/>
      <w:pPr>
        <w:ind w:left="4497" w:hanging="180"/>
      </w:pPr>
    </w:lvl>
    <w:lvl w:ilvl="6" w:tplc="0419000F" w:tentative="1">
      <w:start w:val="1"/>
      <w:numFmt w:val="decimal"/>
      <w:lvlText w:val="%7."/>
      <w:lvlJc w:val="left"/>
      <w:pPr>
        <w:ind w:left="5217" w:hanging="360"/>
      </w:pPr>
    </w:lvl>
    <w:lvl w:ilvl="7" w:tplc="04190019" w:tentative="1">
      <w:start w:val="1"/>
      <w:numFmt w:val="lowerLetter"/>
      <w:lvlText w:val="%8."/>
      <w:lvlJc w:val="left"/>
      <w:pPr>
        <w:ind w:left="5937" w:hanging="360"/>
      </w:pPr>
    </w:lvl>
    <w:lvl w:ilvl="8" w:tplc="041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4">
    <w:nsid w:val="30E21955"/>
    <w:multiLevelType w:val="hybridMultilevel"/>
    <w:tmpl w:val="6DB08E8C"/>
    <w:lvl w:ilvl="0" w:tplc="9E2C88D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EC3C94"/>
    <w:multiLevelType w:val="hybridMultilevel"/>
    <w:tmpl w:val="3C3297B0"/>
    <w:lvl w:ilvl="0" w:tplc="060C3302">
      <w:start w:val="1"/>
      <w:numFmt w:val="decimal"/>
      <w:lvlText w:val="%1."/>
      <w:lvlJc w:val="left"/>
      <w:pPr>
        <w:ind w:left="1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2" w:hanging="360"/>
      </w:pPr>
    </w:lvl>
    <w:lvl w:ilvl="2" w:tplc="0419001B" w:tentative="1">
      <w:start w:val="1"/>
      <w:numFmt w:val="lowerRoman"/>
      <w:lvlText w:val="%3."/>
      <w:lvlJc w:val="right"/>
      <w:pPr>
        <w:ind w:left="3072" w:hanging="180"/>
      </w:pPr>
    </w:lvl>
    <w:lvl w:ilvl="3" w:tplc="0419000F" w:tentative="1">
      <w:start w:val="1"/>
      <w:numFmt w:val="decimal"/>
      <w:lvlText w:val="%4."/>
      <w:lvlJc w:val="left"/>
      <w:pPr>
        <w:ind w:left="3792" w:hanging="360"/>
      </w:pPr>
    </w:lvl>
    <w:lvl w:ilvl="4" w:tplc="04190019" w:tentative="1">
      <w:start w:val="1"/>
      <w:numFmt w:val="lowerLetter"/>
      <w:lvlText w:val="%5."/>
      <w:lvlJc w:val="left"/>
      <w:pPr>
        <w:ind w:left="4512" w:hanging="360"/>
      </w:pPr>
    </w:lvl>
    <w:lvl w:ilvl="5" w:tplc="0419001B" w:tentative="1">
      <w:start w:val="1"/>
      <w:numFmt w:val="lowerRoman"/>
      <w:lvlText w:val="%6."/>
      <w:lvlJc w:val="right"/>
      <w:pPr>
        <w:ind w:left="5232" w:hanging="180"/>
      </w:pPr>
    </w:lvl>
    <w:lvl w:ilvl="6" w:tplc="0419000F" w:tentative="1">
      <w:start w:val="1"/>
      <w:numFmt w:val="decimal"/>
      <w:lvlText w:val="%7."/>
      <w:lvlJc w:val="left"/>
      <w:pPr>
        <w:ind w:left="5952" w:hanging="360"/>
      </w:pPr>
    </w:lvl>
    <w:lvl w:ilvl="7" w:tplc="04190019" w:tentative="1">
      <w:start w:val="1"/>
      <w:numFmt w:val="lowerLetter"/>
      <w:lvlText w:val="%8."/>
      <w:lvlJc w:val="left"/>
      <w:pPr>
        <w:ind w:left="6672" w:hanging="360"/>
      </w:pPr>
    </w:lvl>
    <w:lvl w:ilvl="8" w:tplc="0419001B" w:tentative="1">
      <w:start w:val="1"/>
      <w:numFmt w:val="lowerRoman"/>
      <w:lvlText w:val="%9."/>
      <w:lvlJc w:val="right"/>
      <w:pPr>
        <w:ind w:left="7392" w:hanging="180"/>
      </w:pPr>
    </w:lvl>
  </w:abstractNum>
  <w:abstractNum w:abstractNumId="6">
    <w:nsid w:val="4BA715B3"/>
    <w:multiLevelType w:val="hybridMultilevel"/>
    <w:tmpl w:val="22BE1EE2"/>
    <w:lvl w:ilvl="0" w:tplc="AFA4DBAE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1805E1"/>
    <w:multiLevelType w:val="hybridMultilevel"/>
    <w:tmpl w:val="313AE600"/>
    <w:lvl w:ilvl="0" w:tplc="45706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FD"/>
    <w:rsid w:val="000025E2"/>
    <w:rsid w:val="000049D4"/>
    <w:rsid w:val="000053AD"/>
    <w:rsid w:val="00005EC1"/>
    <w:rsid w:val="00013C41"/>
    <w:rsid w:val="0001643D"/>
    <w:rsid w:val="000203AC"/>
    <w:rsid w:val="00020B17"/>
    <w:rsid w:val="00023415"/>
    <w:rsid w:val="00023777"/>
    <w:rsid w:val="00024B63"/>
    <w:rsid w:val="000252FA"/>
    <w:rsid w:val="000253B4"/>
    <w:rsid w:val="000273C6"/>
    <w:rsid w:val="00033D36"/>
    <w:rsid w:val="00035142"/>
    <w:rsid w:val="00035D30"/>
    <w:rsid w:val="00040155"/>
    <w:rsid w:val="00040ACC"/>
    <w:rsid w:val="00040CCD"/>
    <w:rsid w:val="00042CFF"/>
    <w:rsid w:val="00043963"/>
    <w:rsid w:val="00044DCD"/>
    <w:rsid w:val="00045219"/>
    <w:rsid w:val="00046EF5"/>
    <w:rsid w:val="000502D0"/>
    <w:rsid w:val="000516CA"/>
    <w:rsid w:val="00056168"/>
    <w:rsid w:val="00057F2F"/>
    <w:rsid w:val="0006000B"/>
    <w:rsid w:val="00060EB8"/>
    <w:rsid w:val="0006182C"/>
    <w:rsid w:val="00062D2C"/>
    <w:rsid w:val="00063A9F"/>
    <w:rsid w:val="0006445B"/>
    <w:rsid w:val="000711E0"/>
    <w:rsid w:val="0007129B"/>
    <w:rsid w:val="00076A77"/>
    <w:rsid w:val="000774C7"/>
    <w:rsid w:val="0008196D"/>
    <w:rsid w:val="00082581"/>
    <w:rsid w:val="00083887"/>
    <w:rsid w:val="00083BA6"/>
    <w:rsid w:val="00085001"/>
    <w:rsid w:val="00087FC1"/>
    <w:rsid w:val="000919A5"/>
    <w:rsid w:val="00091C57"/>
    <w:rsid w:val="000926CD"/>
    <w:rsid w:val="00097DF8"/>
    <w:rsid w:val="000A3A1C"/>
    <w:rsid w:val="000A3AAD"/>
    <w:rsid w:val="000A49EF"/>
    <w:rsid w:val="000A538F"/>
    <w:rsid w:val="000A5603"/>
    <w:rsid w:val="000A564E"/>
    <w:rsid w:val="000A61DE"/>
    <w:rsid w:val="000A6853"/>
    <w:rsid w:val="000A6D41"/>
    <w:rsid w:val="000A6E78"/>
    <w:rsid w:val="000A7E8A"/>
    <w:rsid w:val="000B12DA"/>
    <w:rsid w:val="000B1B06"/>
    <w:rsid w:val="000B5645"/>
    <w:rsid w:val="000B6B9B"/>
    <w:rsid w:val="000B6BD3"/>
    <w:rsid w:val="000B7996"/>
    <w:rsid w:val="000C0714"/>
    <w:rsid w:val="000C0E7A"/>
    <w:rsid w:val="000C0F65"/>
    <w:rsid w:val="000C1BC4"/>
    <w:rsid w:val="000C1E07"/>
    <w:rsid w:val="000C33B3"/>
    <w:rsid w:val="000C3B37"/>
    <w:rsid w:val="000C4610"/>
    <w:rsid w:val="000C464B"/>
    <w:rsid w:val="000C5234"/>
    <w:rsid w:val="000C796B"/>
    <w:rsid w:val="000D033F"/>
    <w:rsid w:val="000D06CA"/>
    <w:rsid w:val="000D278F"/>
    <w:rsid w:val="000D3B95"/>
    <w:rsid w:val="000D4134"/>
    <w:rsid w:val="000D4CA2"/>
    <w:rsid w:val="000D4E8C"/>
    <w:rsid w:val="000D5B1D"/>
    <w:rsid w:val="000D604D"/>
    <w:rsid w:val="000D6AAE"/>
    <w:rsid w:val="000D7B86"/>
    <w:rsid w:val="000E03D7"/>
    <w:rsid w:val="000E13CE"/>
    <w:rsid w:val="000E3531"/>
    <w:rsid w:val="000E4241"/>
    <w:rsid w:val="000E471D"/>
    <w:rsid w:val="000E4C76"/>
    <w:rsid w:val="000E51CF"/>
    <w:rsid w:val="000E681E"/>
    <w:rsid w:val="000F0C93"/>
    <w:rsid w:val="000F3C3B"/>
    <w:rsid w:val="00101353"/>
    <w:rsid w:val="00102AD3"/>
    <w:rsid w:val="001057EA"/>
    <w:rsid w:val="00106222"/>
    <w:rsid w:val="0011030D"/>
    <w:rsid w:val="00115BAB"/>
    <w:rsid w:val="00123779"/>
    <w:rsid w:val="001255A7"/>
    <w:rsid w:val="001273A2"/>
    <w:rsid w:val="00131A76"/>
    <w:rsid w:val="001351DA"/>
    <w:rsid w:val="001354F8"/>
    <w:rsid w:val="0015099F"/>
    <w:rsid w:val="0015190B"/>
    <w:rsid w:val="001519A3"/>
    <w:rsid w:val="00151FCA"/>
    <w:rsid w:val="00152A98"/>
    <w:rsid w:val="00154238"/>
    <w:rsid w:val="00154D8D"/>
    <w:rsid w:val="00156EA1"/>
    <w:rsid w:val="0015753E"/>
    <w:rsid w:val="00164835"/>
    <w:rsid w:val="00165A90"/>
    <w:rsid w:val="00165C1B"/>
    <w:rsid w:val="00166874"/>
    <w:rsid w:val="0017285C"/>
    <w:rsid w:val="00174579"/>
    <w:rsid w:val="001749C3"/>
    <w:rsid w:val="001759EE"/>
    <w:rsid w:val="00180E58"/>
    <w:rsid w:val="00183C83"/>
    <w:rsid w:val="001860E5"/>
    <w:rsid w:val="0019001B"/>
    <w:rsid w:val="00192CFC"/>
    <w:rsid w:val="0019433F"/>
    <w:rsid w:val="00194374"/>
    <w:rsid w:val="00194AE5"/>
    <w:rsid w:val="00195253"/>
    <w:rsid w:val="00196EFC"/>
    <w:rsid w:val="001A636A"/>
    <w:rsid w:val="001A6AE4"/>
    <w:rsid w:val="001A6D60"/>
    <w:rsid w:val="001A6DC9"/>
    <w:rsid w:val="001B07F2"/>
    <w:rsid w:val="001B31F6"/>
    <w:rsid w:val="001B58F1"/>
    <w:rsid w:val="001B5C16"/>
    <w:rsid w:val="001B5EC0"/>
    <w:rsid w:val="001C1070"/>
    <w:rsid w:val="001C2077"/>
    <w:rsid w:val="001C5865"/>
    <w:rsid w:val="001C5B7A"/>
    <w:rsid w:val="001C78FC"/>
    <w:rsid w:val="001D0EF8"/>
    <w:rsid w:val="001D1B0A"/>
    <w:rsid w:val="001D237C"/>
    <w:rsid w:val="001D35B9"/>
    <w:rsid w:val="001D58E9"/>
    <w:rsid w:val="001D5A72"/>
    <w:rsid w:val="001E227B"/>
    <w:rsid w:val="001E5AE1"/>
    <w:rsid w:val="001F0F44"/>
    <w:rsid w:val="001F2C67"/>
    <w:rsid w:val="001F5C74"/>
    <w:rsid w:val="002006F7"/>
    <w:rsid w:val="00201B70"/>
    <w:rsid w:val="0020242C"/>
    <w:rsid w:val="00203CAA"/>
    <w:rsid w:val="0020544D"/>
    <w:rsid w:val="0020583B"/>
    <w:rsid w:val="00207E67"/>
    <w:rsid w:val="002111C8"/>
    <w:rsid w:val="00211207"/>
    <w:rsid w:val="00212DE7"/>
    <w:rsid w:val="002157D1"/>
    <w:rsid w:val="00215C76"/>
    <w:rsid w:val="00217C35"/>
    <w:rsid w:val="002213F1"/>
    <w:rsid w:val="002214A0"/>
    <w:rsid w:val="00221D33"/>
    <w:rsid w:val="00222373"/>
    <w:rsid w:val="00223C89"/>
    <w:rsid w:val="00223DEC"/>
    <w:rsid w:val="002242F6"/>
    <w:rsid w:val="002254C6"/>
    <w:rsid w:val="00226EBE"/>
    <w:rsid w:val="002304A6"/>
    <w:rsid w:val="0023151C"/>
    <w:rsid w:val="00233607"/>
    <w:rsid w:val="00236A4A"/>
    <w:rsid w:val="002403AC"/>
    <w:rsid w:val="002432A3"/>
    <w:rsid w:val="0024477F"/>
    <w:rsid w:val="00245782"/>
    <w:rsid w:val="002474F9"/>
    <w:rsid w:val="0024797D"/>
    <w:rsid w:val="002526D0"/>
    <w:rsid w:val="0025357C"/>
    <w:rsid w:val="00254664"/>
    <w:rsid w:val="002577EC"/>
    <w:rsid w:val="00261D20"/>
    <w:rsid w:val="002628D1"/>
    <w:rsid w:val="0026592C"/>
    <w:rsid w:val="00270DE9"/>
    <w:rsid w:val="00271332"/>
    <w:rsid w:val="002713A7"/>
    <w:rsid w:val="0027407B"/>
    <w:rsid w:val="00274A26"/>
    <w:rsid w:val="00274B5C"/>
    <w:rsid w:val="002751C2"/>
    <w:rsid w:val="0027773A"/>
    <w:rsid w:val="00277D3C"/>
    <w:rsid w:val="0028040B"/>
    <w:rsid w:val="0028041A"/>
    <w:rsid w:val="002808DA"/>
    <w:rsid w:val="00282098"/>
    <w:rsid w:val="002834B4"/>
    <w:rsid w:val="002839D1"/>
    <w:rsid w:val="002859BA"/>
    <w:rsid w:val="00285C2C"/>
    <w:rsid w:val="0028749B"/>
    <w:rsid w:val="00287FB3"/>
    <w:rsid w:val="002932EB"/>
    <w:rsid w:val="00293A9B"/>
    <w:rsid w:val="0029403C"/>
    <w:rsid w:val="00294484"/>
    <w:rsid w:val="002948A3"/>
    <w:rsid w:val="002A00B7"/>
    <w:rsid w:val="002A095A"/>
    <w:rsid w:val="002A0E1D"/>
    <w:rsid w:val="002A1FC5"/>
    <w:rsid w:val="002A68C4"/>
    <w:rsid w:val="002A7F4D"/>
    <w:rsid w:val="002B25F4"/>
    <w:rsid w:val="002B2B2E"/>
    <w:rsid w:val="002B64DC"/>
    <w:rsid w:val="002C1299"/>
    <w:rsid w:val="002C29DD"/>
    <w:rsid w:val="002C431C"/>
    <w:rsid w:val="002C44E8"/>
    <w:rsid w:val="002C4C23"/>
    <w:rsid w:val="002D1717"/>
    <w:rsid w:val="002D264A"/>
    <w:rsid w:val="002D2CD1"/>
    <w:rsid w:val="002D39EE"/>
    <w:rsid w:val="002D4A0E"/>
    <w:rsid w:val="002D4F75"/>
    <w:rsid w:val="002D5192"/>
    <w:rsid w:val="002D5432"/>
    <w:rsid w:val="002D5FE6"/>
    <w:rsid w:val="002D6A9C"/>
    <w:rsid w:val="002E0043"/>
    <w:rsid w:val="002E0179"/>
    <w:rsid w:val="002E0185"/>
    <w:rsid w:val="002E06BC"/>
    <w:rsid w:val="002E295B"/>
    <w:rsid w:val="002E2DF5"/>
    <w:rsid w:val="002E36DE"/>
    <w:rsid w:val="002E39E9"/>
    <w:rsid w:val="002E492C"/>
    <w:rsid w:val="002E4C3A"/>
    <w:rsid w:val="002E5554"/>
    <w:rsid w:val="002E6151"/>
    <w:rsid w:val="002F1EB8"/>
    <w:rsid w:val="002F31A9"/>
    <w:rsid w:val="002F3631"/>
    <w:rsid w:val="002F3AD5"/>
    <w:rsid w:val="002F7181"/>
    <w:rsid w:val="003031C0"/>
    <w:rsid w:val="00303C56"/>
    <w:rsid w:val="003070CC"/>
    <w:rsid w:val="00310BB9"/>
    <w:rsid w:val="0031473A"/>
    <w:rsid w:val="00320111"/>
    <w:rsid w:val="003201B9"/>
    <w:rsid w:val="003210C7"/>
    <w:rsid w:val="00321C22"/>
    <w:rsid w:val="00322A4A"/>
    <w:rsid w:val="003232AD"/>
    <w:rsid w:val="003234FB"/>
    <w:rsid w:val="00324CB9"/>
    <w:rsid w:val="00325C89"/>
    <w:rsid w:val="00327EEE"/>
    <w:rsid w:val="00330DEC"/>
    <w:rsid w:val="00333840"/>
    <w:rsid w:val="00334AB6"/>
    <w:rsid w:val="00335058"/>
    <w:rsid w:val="00335F91"/>
    <w:rsid w:val="00336AD1"/>
    <w:rsid w:val="003378B0"/>
    <w:rsid w:val="0034037D"/>
    <w:rsid w:val="00341D4C"/>
    <w:rsid w:val="00342206"/>
    <w:rsid w:val="00342C44"/>
    <w:rsid w:val="00342D4B"/>
    <w:rsid w:val="00343B41"/>
    <w:rsid w:val="00344319"/>
    <w:rsid w:val="003450C3"/>
    <w:rsid w:val="00345B9D"/>
    <w:rsid w:val="00345CF8"/>
    <w:rsid w:val="00347B39"/>
    <w:rsid w:val="003510FC"/>
    <w:rsid w:val="00351CE4"/>
    <w:rsid w:val="00352FC1"/>
    <w:rsid w:val="00353FA4"/>
    <w:rsid w:val="0035430F"/>
    <w:rsid w:val="00355F08"/>
    <w:rsid w:val="00356A09"/>
    <w:rsid w:val="003613D8"/>
    <w:rsid w:val="0036296E"/>
    <w:rsid w:val="00362B63"/>
    <w:rsid w:val="00366FE2"/>
    <w:rsid w:val="00370011"/>
    <w:rsid w:val="00373F31"/>
    <w:rsid w:val="003744F6"/>
    <w:rsid w:val="00374F5A"/>
    <w:rsid w:val="00375A64"/>
    <w:rsid w:val="00375DC5"/>
    <w:rsid w:val="00375F6F"/>
    <w:rsid w:val="003762F5"/>
    <w:rsid w:val="00376DC5"/>
    <w:rsid w:val="00380591"/>
    <w:rsid w:val="0038471F"/>
    <w:rsid w:val="00384EC2"/>
    <w:rsid w:val="00385EE8"/>
    <w:rsid w:val="00387214"/>
    <w:rsid w:val="00390B2F"/>
    <w:rsid w:val="00390F25"/>
    <w:rsid w:val="00396127"/>
    <w:rsid w:val="003970BB"/>
    <w:rsid w:val="00397EBE"/>
    <w:rsid w:val="003A28B1"/>
    <w:rsid w:val="003A6542"/>
    <w:rsid w:val="003B03B5"/>
    <w:rsid w:val="003B0A94"/>
    <w:rsid w:val="003B3CE4"/>
    <w:rsid w:val="003B4E3A"/>
    <w:rsid w:val="003B6088"/>
    <w:rsid w:val="003B680C"/>
    <w:rsid w:val="003C16E7"/>
    <w:rsid w:val="003C2118"/>
    <w:rsid w:val="003C358F"/>
    <w:rsid w:val="003C3F55"/>
    <w:rsid w:val="003C613C"/>
    <w:rsid w:val="003C62DE"/>
    <w:rsid w:val="003D1C4C"/>
    <w:rsid w:val="003D3A17"/>
    <w:rsid w:val="003D6A3B"/>
    <w:rsid w:val="003D7B20"/>
    <w:rsid w:val="003E2D0F"/>
    <w:rsid w:val="003E2EB1"/>
    <w:rsid w:val="003E37E6"/>
    <w:rsid w:val="003E3830"/>
    <w:rsid w:val="003E5EA5"/>
    <w:rsid w:val="003F4513"/>
    <w:rsid w:val="003F4B8C"/>
    <w:rsid w:val="003F61B0"/>
    <w:rsid w:val="003F6A7D"/>
    <w:rsid w:val="003F79EE"/>
    <w:rsid w:val="003F7D60"/>
    <w:rsid w:val="004004C0"/>
    <w:rsid w:val="00400C5B"/>
    <w:rsid w:val="00403132"/>
    <w:rsid w:val="0040347B"/>
    <w:rsid w:val="004041E4"/>
    <w:rsid w:val="00405A50"/>
    <w:rsid w:val="00405EF2"/>
    <w:rsid w:val="0040798E"/>
    <w:rsid w:val="00407FDA"/>
    <w:rsid w:val="004106D1"/>
    <w:rsid w:val="00411811"/>
    <w:rsid w:val="004137B0"/>
    <w:rsid w:val="004139A8"/>
    <w:rsid w:val="004159F5"/>
    <w:rsid w:val="00415D1E"/>
    <w:rsid w:val="00415DA3"/>
    <w:rsid w:val="00416110"/>
    <w:rsid w:val="00417250"/>
    <w:rsid w:val="00426977"/>
    <w:rsid w:val="00430281"/>
    <w:rsid w:val="00432A1D"/>
    <w:rsid w:val="0043386B"/>
    <w:rsid w:val="00434C29"/>
    <w:rsid w:val="00436B77"/>
    <w:rsid w:val="0043740A"/>
    <w:rsid w:val="004376EA"/>
    <w:rsid w:val="00437C9A"/>
    <w:rsid w:val="00437E03"/>
    <w:rsid w:val="004409F5"/>
    <w:rsid w:val="00440D51"/>
    <w:rsid w:val="00440FD0"/>
    <w:rsid w:val="004430ED"/>
    <w:rsid w:val="00443AD7"/>
    <w:rsid w:val="00445746"/>
    <w:rsid w:val="00447124"/>
    <w:rsid w:val="0045038E"/>
    <w:rsid w:val="00450506"/>
    <w:rsid w:val="004538D9"/>
    <w:rsid w:val="00454856"/>
    <w:rsid w:val="00454E28"/>
    <w:rsid w:val="00455117"/>
    <w:rsid w:val="00455DA0"/>
    <w:rsid w:val="00457C17"/>
    <w:rsid w:val="00457C64"/>
    <w:rsid w:val="00460D09"/>
    <w:rsid w:val="00462FF2"/>
    <w:rsid w:val="00464529"/>
    <w:rsid w:val="0046589A"/>
    <w:rsid w:val="00465AC1"/>
    <w:rsid w:val="00465EE0"/>
    <w:rsid w:val="00467A28"/>
    <w:rsid w:val="004704BE"/>
    <w:rsid w:val="00470732"/>
    <w:rsid w:val="00471023"/>
    <w:rsid w:val="00472390"/>
    <w:rsid w:val="004734CB"/>
    <w:rsid w:val="0047791E"/>
    <w:rsid w:val="004838C3"/>
    <w:rsid w:val="00484130"/>
    <w:rsid w:val="00486331"/>
    <w:rsid w:val="00487FAC"/>
    <w:rsid w:val="00490F8E"/>
    <w:rsid w:val="00491D7E"/>
    <w:rsid w:val="00491E1D"/>
    <w:rsid w:val="00495EC6"/>
    <w:rsid w:val="00496E28"/>
    <w:rsid w:val="004A144D"/>
    <w:rsid w:val="004A4D07"/>
    <w:rsid w:val="004A54BE"/>
    <w:rsid w:val="004A55F4"/>
    <w:rsid w:val="004A738B"/>
    <w:rsid w:val="004B173A"/>
    <w:rsid w:val="004B18A6"/>
    <w:rsid w:val="004B2E89"/>
    <w:rsid w:val="004B5E93"/>
    <w:rsid w:val="004B6998"/>
    <w:rsid w:val="004C0B0F"/>
    <w:rsid w:val="004C1C9A"/>
    <w:rsid w:val="004C202E"/>
    <w:rsid w:val="004C4711"/>
    <w:rsid w:val="004C7151"/>
    <w:rsid w:val="004C7491"/>
    <w:rsid w:val="004D0F86"/>
    <w:rsid w:val="004D2908"/>
    <w:rsid w:val="004D4568"/>
    <w:rsid w:val="004D7009"/>
    <w:rsid w:val="004E155C"/>
    <w:rsid w:val="004E278A"/>
    <w:rsid w:val="004E4499"/>
    <w:rsid w:val="004E60A8"/>
    <w:rsid w:val="004E6A64"/>
    <w:rsid w:val="004F1EE1"/>
    <w:rsid w:val="004F410A"/>
    <w:rsid w:val="004F4FF8"/>
    <w:rsid w:val="004F5E64"/>
    <w:rsid w:val="004F6911"/>
    <w:rsid w:val="004F6D56"/>
    <w:rsid w:val="004F7500"/>
    <w:rsid w:val="00500539"/>
    <w:rsid w:val="00500E36"/>
    <w:rsid w:val="005031B5"/>
    <w:rsid w:val="00503CE4"/>
    <w:rsid w:val="00505A9B"/>
    <w:rsid w:val="00507224"/>
    <w:rsid w:val="0050726B"/>
    <w:rsid w:val="00510A94"/>
    <w:rsid w:val="005123E4"/>
    <w:rsid w:val="00513A72"/>
    <w:rsid w:val="005176DB"/>
    <w:rsid w:val="00517D48"/>
    <w:rsid w:val="0052049C"/>
    <w:rsid w:val="005217C1"/>
    <w:rsid w:val="005239F6"/>
    <w:rsid w:val="00524588"/>
    <w:rsid w:val="00530AE2"/>
    <w:rsid w:val="005341D3"/>
    <w:rsid w:val="005369E6"/>
    <w:rsid w:val="00536D5C"/>
    <w:rsid w:val="00536F02"/>
    <w:rsid w:val="00540C9B"/>
    <w:rsid w:val="00544618"/>
    <w:rsid w:val="005447E6"/>
    <w:rsid w:val="00544880"/>
    <w:rsid w:val="00544E0A"/>
    <w:rsid w:val="005454A0"/>
    <w:rsid w:val="00545BA9"/>
    <w:rsid w:val="0055021A"/>
    <w:rsid w:val="00551038"/>
    <w:rsid w:val="0055237B"/>
    <w:rsid w:val="0055258B"/>
    <w:rsid w:val="00554829"/>
    <w:rsid w:val="005548F6"/>
    <w:rsid w:val="0055647D"/>
    <w:rsid w:val="005564F8"/>
    <w:rsid w:val="00556F6E"/>
    <w:rsid w:val="00565C72"/>
    <w:rsid w:val="005716DF"/>
    <w:rsid w:val="00571B0D"/>
    <w:rsid w:val="00575382"/>
    <w:rsid w:val="0057772A"/>
    <w:rsid w:val="005820C2"/>
    <w:rsid w:val="00583533"/>
    <w:rsid w:val="00587109"/>
    <w:rsid w:val="00587C20"/>
    <w:rsid w:val="00590A1B"/>
    <w:rsid w:val="00590EB4"/>
    <w:rsid w:val="005919A6"/>
    <w:rsid w:val="00593FBE"/>
    <w:rsid w:val="00597BB4"/>
    <w:rsid w:val="005A02FE"/>
    <w:rsid w:val="005A1BA3"/>
    <w:rsid w:val="005A3B4E"/>
    <w:rsid w:val="005A449B"/>
    <w:rsid w:val="005A4B6F"/>
    <w:rsid w:val="005B2025"/>
    <w:rsid w:val="005B3C55"/>
    <w:rsid w:val="005B5EDF"/>
    <w:rsid w:val="005B6E76"/>
    <w:rsid w:val="005B7E88"/>
    <w:rsid w:val="005C128A"/>
    <w:rsid w:val="005C1C23"/>
    <w:rsid w:val="005C2AFC"/>
    <w:rsid w:val="005C357D"/>
    <w:rsid w:val="005C4C93"/>
    <w:rsid w:val="005C4ECE"/>
    <w:rsid w:val="005C4FC2"/>
    <w:rsid w:val="005C6236"/>
    <w:rsid w:val="005C7A4B"/>
    <w:rsid w:val="005D1ABC"/>
    <w:rsid w:val="005D2B84"/>
    <w:rsid w:val="005D33C8"/>
    <w:rsid w:val="005D3475"/>
    <w:rsid w:val="005D3C5C"/>
    <w:rsid w:val="005D46CE"/>
    <w:rsid w:val="005D6696"/>
    <w:rsid w:val="005D716E"/>
    <w:rsid w:val="005E11C7"/>
    <w:rsid w:val="005E2C1D"/>
    <w:rsid w:val="005E3726"/>
    <w:rsid w:val="005E39A4"/>
    <w:rsid w:val="005E437B"/>
    <w:rsid w:val="005E4B68"/>
    <w:rsid w:val="005E5958"/>
    <w:rsid w:val="005E7AB3"/>
    <w:rsid w:val="005F2BC2"/>
    <w:rsid w:val="005F474E"/>
    <w:rsid w:val="005F6178"/>
    <w:rsid w:val="005F71CD"/>
    <w:rsid w:val="00600B50"/>
    <w:rsid w:val="00601086"/>
    <w:rsid w:val="00601466"/>
    <w:rsid w:val="0060203D"/>
    <w:rsid w:val="0060284B"/>
    <w:rsid w:val="00603052"/>
    <w:rsid w:val="00603CED"/>
    <w:rsid w:val="00604666"/>
    <w:rsid w:val="00605897"/>
    <w:rsid w:val="006062F4"/>
    <w:rsid w:val="0060639A"/>
    <w:rsid w:val="00610A56"/>
    <w:rsid w:val="00610B28"/>
    <w:rsid w:val="006119CF"/>
    <w:rsid w:val="006133A9"/>
    <w:rsid w:val="00617486"/>
    <w:rsid w:val="0062332A"/>
    <w:rsid w:val="00624062"/>
    <w:rsid w:val="00624558"/>
    <w:rsid w:val="0062505C"/>
    <w:rsid w:val="00626961"/>
    <w:rsid w:val="00631623"/>
    <w:rsid w:val="00632D61"/>
    <w:rsid w:val="006338E1"/>
    <w:rsid w:val="006349DD"/>
    <w:rsid w:val="006356F4"/>
    <w:rsid w:val="006424B4"/>
    <w:rsid w:val="0064347D"/>
    <w:rsid w:val="00643AFB"/>
    <w:rsid w:val="0065038D"/>
    <w:rsid w:val="00651DB5"/>
    <w:rsid w:val="00653AF1"/>
    <w:rsid w:val="006549BD"/>
    <w:rsid w:val="00654F53"/>
    <w:rsid w:val="006563B0"/>
    <w:rsid w:val="0065693B"/>
    <w:rsid w:val="00661240"/>
    <w:rsid w:val="00661378"/>
    <w:rsid w:val="00662EC3"/>
    <w:rsid w:val="0066323C"/>
    <w:rsid w:val="0066375C"/>
    <w:rsid w:val="00663DA9"/>
    <w:rsid w:val="00665A3E"/>
    <w:rsid w:val="006671B8"/>
    <w:rsid w:val="00672F9D"/>
    <w:rsid w:val="00682C6B"/>
    <w:rsid w:val="0068441D"/>
    <w:rsid w:val="006910DB"/>
    <w:rsid w:val="0069123A"/>
    <w:rsid w:val="00694DF8"/>
    <w:rsid w:val="00695887"/>
    <w:rsid w:val="00695B7D"/>
    <w:rsid w:val="006A03AD"/>
    <w:rsid w:val="006A17ED"/>
    <w:rsid w:val="006A31E9"/>
    <w:rsid w:val="006A5E40"/>
    <w:rsid w:val="006A760C"/>
    <w:rsid w:val="006A76B1"/>
    <w:rsid w:val="006A7A78"/>
    <w:rsid w:val="006A7EA5"/>
    <w:rsid w:val="006B28CC"/>
    <w:rsid w:val="006B41B9"/>
    <w:rsid w:val="006B49BD"/>
    <w:rsid w:val="006B5750"/>
    <w:rsid w:val="006C4046"/>
    <w:rsid w:val="006C5FEB"/>
    <w:rsid w:val="006C65ED"/>
    <w:rsid w:val="006D2965"/>
    <w:rsid w:val="006D3108"/>
    <w:rsid w:val="006E1033"/>
    <w:rsid w:val="006E142C"/>
    <w:rsid w:val="006E1519"/>
    <w:rsid w:val="006E19BC"/>
    <w:rsid w:val="006E2584"/>
    <w:rsid w:val="006E32A8"/>
    <w:rsid w:val="006E3B62"/>
    <w:rsid w:val="006E3DCE"/>
    <w:rsid w:val="006F020F"/>
    <w:rsid w:val="006F07E2"/>
    <w:rsid w:val="006F4B11"/>
    <w:rsid w:val="006F4F3F"/>
    <w:rsid w:val="006F557B"/>
    <w:rsid w:val="006F610F"/>
    <w:rsid w:val="006F7876"/>
    <w:rsid w:val="006F79C6"/>
    <w:rsid w:val="00700513"/>
    <w:rsid w:val="0070100F"/>
    <w:rsid w:val="007011B8"/>
    <w:rsid w:val="007011BB"/>
    <w:rsid w:val="007019E5"/>
    <w:rsid w:val="00701A11"/>
    <w:rsid w:val="00702259"/>
    <w:rsid w:val="00702715"/>
    <w:rsid w:val="00704276"/>
    <w:rsid w:val="00705D35"/>
    <w:rsid w:val="00705FA7"/>
    <w:rsid w:val="00707AA5"/>
    <w:rsid w:val="00714164"/>
    <w:rsid w:val="007151C3"/>
    <w:rsid w:val="00717EEF"/>
    <w:rsid w:val="00724B42"/>
    <w:rsid w:val="00725605"/>
    <w:rsid w:val="0073040E"/>
    <w:rsid w:val="0073207D"/>
    <w:rsid w:val="00733246"/>
    <w:rsid w:val="00733CAE"/>
    <w:rsid w:val="007352BD"/>
    <w:rsid w:val="00735964"/>
    <w:rsid w:val="00735AF6"/>
    <w:rsid w:val="007362E7"/>
    <w:rsid w:val="00736BBF"/>
    <w:rsid w:val="0073709B"/>
    <w:rsid w:val="00742F89"/>
    <w:rsid w:val="00743EFB"/>
    <w:rsid w:val="007453F3"/>
    <w:rsid w:val="00746659"/>
    <w:rsid w:val="00756C50"/>
    <w:rsid w:val="0076348D"/>
    <w:rsid w:val="00763A02"/>
    <w:rsid w:val="00764BF5"/>
    <w:rsid w:val="00765CBD"/>
    <w:rsid w:val="007666C7"/>
    <w:rsid w:val="00767533"/>
    <w:rsid w:val="00767EA5"/>
    <w:rsid w:val="007701AA"/>
    <w:rsid w:val="0077120E"/>
    <w:rsid w:val="007722B1"/>
    <w:rsid w:val="00772958"/>
    <w:rsid w:val="0078240D"/>
    <w:rsid w:val="007869FF"/>
    <w:rsid w:val="00787522"/>
    <w:rsid w:val="00790052"/>
    <w:rsid w:val="00790E26"/>
    <w:rsid w:val="00792321"/>
    <w:rsid w:val="00792E94"/>
    <w:rsid w:val="00795E22"/>
    <w:rsid w:val="007A0228"/>
    <w:rsid w:val="007A1B0C"/>
    <w:rsid w:val="007A1D65"/>
    <w:rsid w:val="007A2CF1"/>
    <w:rsid w:val="007A31D8"/>
    <w:rsid w:val="007A3E34"/>
    <w:rsid w:val="007A523C"/>
    <w:rsid w:val="007A55DC"/>
    <w:rsid w:val="007B06C4"/>
    <w:rsid w:val="007B0D10"/>
    <w:rsid w:val="007B0EE0"/>
    <w:rsid w:val="007B2BBB"/>
    <w:rsid w:val="007B2DD2"/>
    <w:rsid w:val="007B4B59"/>
    <w:rsid w:val="007B5E83"/>
    <w:rsid w:val="007B6644"/>
    <w:rsid w:val="007C48AC"/>
    <w:rsid w:val="007C54E8"/>
    <w:rsid w:val="007C691B"/>
    <w:rsid w:val="007C6A3D"/>
    <w:rsid w:val="007C74FB"/>
    <w:rsid w:val="007D03B0"/>
    <w:rsid w:val="007D1E56"/>
    <w:rsid w:val="007D25EE"/>
    <w:rsid w:val="007D3CD2"/>
    <w:rsid w:val="007D40B5"/>
    <w:rsid w:val="007D413D"/>
    <w:rsid w:val="007D4391"/>
    <w:rsid w:val="007D48A7"/>
    <w:rsid w:val="007D4CA4"/>
    <w:rsid w:val="007D6453"/>
    <w:rsid w:val="007D722F"/>
    <w:rsid w:val="007D74D1"/>
    <w:rsid w:val="007E11E1"/>
    <w:rsid w:val="007E154F"/>
    <w:rsid w:val="007E1D03"/>
    <w:rsid w:val="007E24D5"/>
    <w:rsid w:val="007E262D"/>
    <w:rsid w:val="007E3303"/>
    <w:rsid w:val="007E34CB"/>
    <w:rsid w:val="007E35D0"/>
    <w:rsid w:val="007F0793"/>
    <w:rsid w:val="007F08ED"/>
    <w:rsid w:val="007F0D0A"/>
    <w:rsid w:val="007F1CCB"/>
    <w:rsid w:val="007F3AFD"/>
    <w:rsid w:val="007F58E0"/>
    <w:rsid w:val="007F6012"/>
    <w:rsid w:val="007F70C0"/>
    <w:rsid w:val="007F77CD"/>
    <w:rsid w:val="008029B2"/>
    <w:rsid w:val="008067E3"/>
    <w:rsid w:val="0080790A"/>
    <w:rsid w:val="0081068A"/>
    <w:rsid w:val="00810F97"/>
    <w:rsid w:val="0081229B"/>
    <w:rsid w:val="008153EE"/>
    <w:rsid w:val="00816C59"/>
    <w:rsid w:val="008171B4"/>
    <w:rsid w:val="00821369"/>
    <w:rsid w:val="008218CD"/>
    <w:rsid w:val="0082305C"/>
    <w:rsid w:val="00823A6A"/>
    <w:rsid w:val="00823D9B"/>
    <w:rsid w:val="008255E2"/>
    <w:rsid w:val="0082600E"/>
    <w:rsid w:val="00827778"/>
    <w:rsid w:val="008318EF"/>
    <w:rsid w:val="00831FB5"/>
    <w:rsid w:val="00833AAA"/>
    <w:rsid w:val="00833BE1"/>
    <w:rsid w:val="00834C5D"/>
    <w:rsid w:val="00835A3E"/>
    <w:rsid w:val="00836A02"/>
    <w:rsid w:val="00837103"/>
    <w:rsid w:val="00837335"/>
    <w:rsid w:val="008377FA"/>
    <w:rsid w:val="008408AB"/>
    <w:rsid w:val="00841D50"/>
    <w:rsid w:val="00852B1E"/>
    <w:rsid w:val="00853280"/>
    <w:rsid w:val="00854D0D"/>
    <w:rsid w:val="008554B1"/>
    <w:rsid w:val="00856EF1"/>
    <w:rsid w:val="00856F73"/>
    <w:rsid w:val="00857B40"/>
    <w:rsid w:val="00862E79"/>
    <w:rsid w:val="00862EB9"/>
    <w:rsid w:val="0086499F"/>
    <w:rsid w:val="00867A8C"/>
    <w:rsid w:val="00867CD8"/>
    <w:rsid w:val="008715D9"/>
    <w:rsid w:val="00872159"/>
    <w:rsid w:val="0087286A"/>
    <w:rsid w:val="0087405A"/>
    <w:rsid w:val="00874387"/>
    <w:rsid w:val="00874630"/>
    <w:rsid w:val="00874AB5"/>
    <w:rsid w:val="00875321"/>
    <w:rsid w:val="00875AC4"/>
    <w:rsid w:val="008776CF"/>
    <w:rsid w:val="00881802"/>
    <w:rsid w:val="00882259"/>
    <w:rsid w:val="00882755"/>
    <w:rsid w:val="008834C6"/>
    <w:rsid w:val="00885179"/>
    <w:rsid w:val="00887962"/>
    <w:rsid w:val="00887F8B"/>
    <w:rsid w:val="00890AED"/>
    <w:rsid w:val="00893E13"/>
    <w:rsid w:val="008955D9"/>
    <w:rsid w:val="0089763D"/>
    <w:rsid w:val="008A3FED"/>
    <w:rsid w:val="008A6BEA"/>
    <w:rsid w:val="008A7EFA"/>
    <w:rsid w:val="008B0993"/>
    <w:rsid w:val="008B29B6"/>
    <w:rsid w:val="008B3D47"/>
    <w:rsid w:val="008B4C4B"/>
    <w:rsid w:val="008C0160"/>
    <w:rsid w:val="008C1C77"/>
    <w:rsid w:val="008C3409"/>
    <w:rsid w:val="008C368B"/>
    <w:rsid w:val="008C5667"/>
    <w:rsid w:val="008C7479"/>
    <w:rsid w:val="008D02A6"/>
    <w:rsid w:val="008D0E7B"/>
    <w:rsid w:val="008D1D02"/>
    <w:rsid w:val="008D1E7C"/>
    <w:rsid w:val="008D32EF"/>
    <w:rsid w:val="008D3485"/>
    <w:rsid w:val="008D7490"/>
    <w:rsid w:val="008E029C"/>
    <w:rsid w:val="008E4DFF"/>
    <w:rsid w:val="008E5C3F"/>
    <w:rsid w:val="008E6578"/>
    <w:rsid w:val="008F2E30"/>
    <w:rsid w:val="008F5D4D"/>
    <w:rsid w:val="00903E7F"/>
    <w:rsid w:val="0090465C"/>
    <w:rsid w:val="009048D6"/>
    <w:rsid w:val="009055CC"/>
    <w:rsid w:val="009069F8"/>
    <w:rsid w:val="009079BD"/>
    <w:rsid w:val="00907C2D"/>
    <w:rsid w:val="00911105"/>
    <w:rsid w:val="00912797"/>
    <w:rsid w:val="0091424E"/>
    <w:rsid w:val="0091458D"/>
    <w:rsid w:val="00914B69"/>
    <w:rsid w:val="00914C72"/>
    <w:rsid w:val="009153C7"/>
    <w:rsid w:val="0091568A"/>
    <w:rsid w:val="00915B0E"/>
    <w:rsid w:val="00915DC1"/>
    <w:rsid w:val="00916905"/>
    <w:rsid w:val="00916D94"/>
    <w:rsid w:val="0092099E"/>
    <w:rsid w:val="00923831"/>
    <w:rsid w:val="00924468"/>
    <w:rsid w:val="00924869"/>
    <w:rsid w:val="009249E4"/>
    <w:rsid w:val="00924CE0"/>
    <w:rsid w:val="00930137"/>
    <w:rsid w:val="00931245"/>
    <w:rsid w:val="009321C7"/>
    <w:rsid w:val="00932877"/>
    <w:rsid w:val="00933FFB"/>
    <w:rsid w:val="00935DB1"/>
    <w:rsid w:val="009373F8"/>
    <w:rsid w:val="00937D5E"/>
    <w:rsid w:val="009408C2"/>
    <w:rsid w:val="00944168"/>
    <w:rsid w:val="009445BD"/>
    <w:rsid w:val="00947183"/>
    <w:rsid w:val="00947513"/>
    <w:rsid w:val="00947B1F"/>
    <w:rsid w:val="009511B5"/>
    <w:rsid w:val="009521F1"/>
    <w:rsid w:val="0095452A"/>
    <w:rsid w:val="00960593"/>
    <w:rsid w:val="00961702"/>
    <w:rsid w:val="00962FFC"/>
    <w:rsid w:val="0096340C"/>
    <w:rsid w:val="00963814"/>
    <w:rsid w:val="00965FB4"/>
    <w:rsid w:val="00971658"/>
    <w:rsid w:val="0097436E"/>
    <w:rsid w:val="00974EFE"/>
    <w:rsid w:val="00976DC1"/>
    <w:rsid w:val="0097712F"/>
    <w:rsid w:val="00977CD9"/>
    <w:rsid w:val="00977FB1"/>
    <w:rsid w:val="00981D00"/>
    <w:rsid w:val="00982798"/>
    <w:rsid w:val="00990E22"/>
    <w:rsid w:val="00991A4E"/>
    <w:rsid w:val="00996DD2"/>
    <w:rsid w:val="00996E0B"/>
    <w:rsid w:val="009A3566"/>
    <w:rsid w:val="009A3F23"/>
    <w:rsid w:val="009A5E4B"/>
    <w:rsid w:val="009A6EA5"/>
    <w:rsid w:val="009B1209"/>
    <w:rsid w:val="009B4910"/>
    <w:rsid w:val="009C2D66"/>
    <w:rsid w:val="009C32EC"/>
    <w:rsid w:val="009C588D"/>
    <w:rsid w:val="009D149D"/>
    <w:rsid w:val="009D1622"/>
    <w:rsid w:val="009D18C3"/>
    <w:rsid w:val="009D29D6"/>
    <w:rsid w:val="009D304E"/>
    <w:rsid w:val="009D5435"/>
    <w:rsid w:val="009D5AA9"/>
    <w:rsid w:val="009D74FB"/>
    <w:rsid w:val="009E17B4"/>
    <w:rsid w:val="009E2088"/>
    <w:rsid w:val="009E2CA6"/>
    <w:rsid w:val="009E42A7"/>
    <w:rsid w:val="009E4ACC"/>
    <w:rsid w:val="009E5C61"/>
    <w:rsid w:val="009E5E33"/>
    <w:rsid w:val="009E6156"/>
    <w:rsid w:val="009F1DB9"/>
    <w:rsid w:val="009F26F5"/>
    <w:rsid w:val="009F32E3"/>
    <w:rsid w:val="009F7223"/>
    <w:rsid w:val="009F7AA6"/>
    <w:rsid w:val="009F7F1E"/>
    <w:rsid w:val="00A010A0"/>
    <w:rsid w:val="00A017FE"/>
    <w:rsid w:val="00A0277A"/>
    <w:rsid w:val="00A036DC"/>
    <w:rsid w:val="00A0411C"/>
    <w:rsid w:val="00A067DB"/>
    <w:rsid w:val="00A07707"/>
    <w:rsid w:val="00A10B0C"/>
    <w:rsid w:val="00A1175F"/>
    <w:rsid w:val="00A121AB"/>
    <w:rsid w:val="00A136AF"/>
    <w:rsid w:val="00A147C1"/>
    <w:rsid w:val="00A1526C"/>
    <w:rsid w:val="00A16CB1"/>
    <w:rsid w:val="00A205F2"/>
    <w:rsid w:val="00A20C91"/>
    <w:rsid w:val="00A20ECD"/>
    <w:rsid w:val="00A22FB9"/>
    <w:rsid w:val="00A25793"/>
    <w:rsid w:val="00A26F9A"/>
    <w:rsid w:val="00A302A5"/>
    <w:rsid w:val="00A31F62"/>
    <w:rsid w:val="00A33B46"/>
    <w:rsid w:val="00A33B49"/>
    <w:rsid w:val="00A353AC"/>
    <w:rsid w:val="00A36383"/>
    <w:rsid w:val="00A36E88"/>
    <w:rsid w:val="00A3786D"/>
    <w:rsid w:val="00A42141"/>
    <w:rsid w:val="00A51D70"/>
    <w:rsid w:val="00A52431"/>
    <w:rsid w:val="00A53831"/>
    <w:rsid w:val="00A5570F"/>
    <w:rsid w:val="00A563C2"/>
    <w:rsid w:val="00A56F1C"/>
    <w:rsid w:val="00A57118"/>
    <w:rsid w:val="00A5734E"/>
    <w:rsid w:val="00A606EE"/>
    <w:rsid w:val="00A60ABD"/>
    <w:rsid w:val="00A61921"/>
    <w:rsid w:val="00A6302D"/>
    <w:rsid w:val="00A631E3"/>
    <w:rsid w:val="00A64688"/>
    <w:rsid w:val="00A65943"/>
    <w:rsid w:val="00A65E05"/>
    <w:rsid w:val="00A6673F"/>
    <w:rsid w:val="00A70938"/>
    <w:rsid w:val="00A733B4"/>
    <w:rsid w:val="00A74175"/>
    <w:rsid w:val="00A857D8"/>
    <w:rsid w:val="00A87B05"/>
    <w:rsid w:val="00A91157"/>
    <w:rsid w:val="00A92D0F"/>
    <w:rsid w:val="00A92DF2"/>
    <w:rsid w:val="00A947BB"/>
    <w:rsid w:val="00AA1BC3"/>
    <w:rsid w:val="00AA1D35"/>
    <w:rsid w:val="00AA443E"/>
    <w:rsid w:val="00AA666C"/>
    <w:rsid w:val="00AA6EA5"/>
    <w:rsid w:val="00AB0C20"/>
    <w:rsid w:val="00AB1001"/>
    <w:rsid w:val="00AB1719"/>
    <w:rsid w:val="00AB3D96"/>
    <w:rsid w:val="00AB51C5"/>
    <w:rsid w:val="00AB6896"/>
    <w:rsid w:val="00AC171D"/>
    <w:rsid w:val="00AC5D44"/>
    <w:rsid w:val="00AC6BFF"/>
    <w:rsid w:val="00AD081A"/>
    <w:rsid w:val="00AD2C99"/>
    <w:rsid w:val="00AD2F73"/>
    <w:rsid w:val="00AD3A03"/>
    <w:rsid w:val="00AD4057"/>
    <w:rsid w:val="00AD43F5"/>
    <w:rsid w:val="00AD740B"/>
    <w:rsid w:val="00AE24FF"/>
    <w:rsid w:val="00AE3EE3"/>
    <w:rsid w:val="00AE6943"/>
    <w:rsid w:val="00AF01AC"/>
    <w:rsid w:val="00AF2424"/>
    <w:rsid w:val="00AF440A"/>
    <w:rsid w:val="00AF4466"/>
    <w:rsid w:val="00AF4B54"/>
    <w:rsid w:val="00AF4D14"/>
    <w:rsid w:val="00AF5224"/>
    <w:rsid w:val="00AF7544"/>
    <w:rsid w:val="00AF7E12"/>
    <w:rsid w:val="00B000FD"/>
    <w:rsid w:val="00B0013C"/>
    <w:rsid w:val="00B018C1"/>
    <w:rsid w:val="00B0405C"/>
    <w:rsid w:val="00B04CDF"/>
    <w:rsid w:val="00B06681"/>
    <w:rsid w:val="00B07223"/>
    <w:rsid w:val="00B10046"/>
    <w:rsid w:val="00B14847"/>
    <w:rsid w:val="00B1647C"/>
    <w:rsid w:val="00B1766D"/>
    <w:rsid w:val="00B17703"/>
    <w:rsid w:val="00B1779D"/>
    <w:rsid w:val="00B179F9"/>
    <w:rsid w:val="00B21E66"/>
    <w:rsid w:val="00B22BEA"/>
    <w:rsid w:val="00B251E7"/>
    <w:rsid w:val="00B253F9"/>
    <w:rsid w:val="00B25E36"/>
    <w:rsid w:val="00B268E4"/>
    <w:rsid w:val="00B30212"/>
    <w:rsid w:val="00B304AE"/>
    <w:rsid w:val="00B31198"/>
    <w:rsid w:val="00B32DF8"/>
    <w:rsid w:val="00B3365E"/>
    <w:rsid w:val="00B359E3"/>
    <w:rsid w:val="00B36CE5"/>
    <w:rsid w:val="00B377D2"/>
    <w:rsid w:val="00B40A78"/>
    <w:rsid w:val="00B4192A"/>
    <w:rsid w:val="00B441CB"/>
    <w:rsid w:val="00B47449"/>
    <w:rsid w:val="00B503A3"/>
    <w:rsid w:val="00B506B2"/>
    <w:rsid w:val="00B5074D"/>
    <w:rsid w:val="00B5512E"/>
    <w:rsid w:val="00B55FD3"/>
    <w:rsid w:val="00B603F8"/>
    <w:rsid w:val="00B61FE9"/>
    <w:rsid w:val="00B62741"/>
    <w:rsid w:val="00B66DEE"/>
    <w:rsid w:val="00B6735A"/>
    <w:rsid w:val="00B674B5"/>
    <w:rsid w:val="00B72EC5"/>
    <w:rsid w:val="00B73F7D"/>
    <w:rsid w:val="00B7418D"/>
    <w:rsid w:val="00B744AD"/>
    <w:rsid w:val="00B74DDD"/>
    <w:rsid w:val="00B75518"/>
    <w:rsid w:val="00B8008D"/>
    <w:rsid w:val="00B81E4B"/>
    <w:rsid w:val="00B83261"/>
    <w:rsid w:val="00B832FA"/>
    <w:rsid w:val="00B8363B"/>
    <w:rsid w:val="00B8572B"/>
    <w:rsid w:val="00B8589B"/>
    <w:rsid w:val="00B8599B"/>
    <w:rsid w:val="00B86C0C"/>
    <w:rsid w:val="00B908E1"/>
    <w:rsid w:val="00B92431"/>
    <w:rsid w:val="00B93275"/>
    <w:rsid w:val="00B95AF0"/>
    <w:rsid w:val="00B97A48"/>
    <w:rsid w:val="00BA0955"/>
    <w:rsid w:val="00BA11D7"/>
    <w:rsid w:val="00BB28B0"/>
    <w:rsid w:val="00BB5629"/>
    <w:rsid w:val="00BB592B"/>
    <w:rsid w:val="00BB618B"/>
    <w:rsid w:val="00BB6FDE"/>
    <w:rsid w:val="00BC271D"/>
    <w:rsid w:val="00BC2974"/>
    <w:rsid w:val="00BC4386"/>
    <w:rsid w:val="00BC4A87"/>
    <w:rsid w:val="00BC4E0D"/>
    <w:rsid w:val="00BC596A"/>
    <w:rsid w:val="00BC5B0D"/>
    <w:rsid w:val="00BC7851"/>
    <w:rsid w:val="00BD08AA"/>
    <w:rsid w:val="00BD1366"/>
    <w:rsid w:val="00BD1CB7"/>
    <w:rsid w:val="00BD3F65"/>
    <w:rsid w:val="00BD5238"/>
    <w:rsid w:val="00BD5C1F"/>
    <w:rsid w:val="00BD67F1"/>
    <w:rsid w:val="00BD6C18"/>
    <w:rsid w:val="00BE113B"/>
    <w:rsid w:val="00BE1557"/>
    <w:rsid w:val="00BE255B"/>
    <w:rsid w:val="00BE47B2"/>
    <w:rsid w:val="00BE55CF"/>
    <w:rsid w:val="00BF62CB"/>
    <w:rsid w:val="00BF72C4"/>
    <w:rsid w:val="00BF762B"/>
    <w:rsid w:val="00C002DB"/>
    <w:rsid w:val="00C00CE2"/>
    <w:rsid w:val="00C012BC"/>
    <w:rsid w:val="00C02753"/>
    <w:rsid w:val="00C02F29"/>
    <w:rsid w:val="00C03246"/>
    <w:rsid w:val="00C05A53"/>
    <w:rsid w:val="00C06F02"/>
    <w:rsid w:val="00C12664"/>
    <w:rsid w:val="00C13197"/>
    <w:rsid w:val="00C132F8"/>
    <w:rsid w:val="00C15BC7"/>
    <w:rsid w:val="00C169F2"/>
    <w:rsid w:val="00C173C9"/>
    <w:rsid w:val="00C21790"/>
    <w:rsid w:val="00C257AC"/>
    <w:rsid w:val="00C27C00"/>
    <w:rsid w:val="00C350FA"/>
    <w:rsid w:val="00C35FA2"/>
    <w:rsid w:val="00C36547"/>
    <w:rsid w:val="00C367EA"/>
    <w:rsid w:val="00C36A83"/>
    <w:rsid w:val="00C37771"/>
    <w:rsid w:val="00C37889"/>
    <w:rsid w:val="00C421F8"/>
    <w:rsid w:val="00C433EA"/>
    <w:rsid w:val="00C4527A"/>
    <w:rsid w:val="00C46002"/>
    <w:rsid w:val="00C46106"/>
    <w:rsid w:val="00C606F3"/>
    <w:rsid w:val="00C628F7"/>
    <w:rsid w:val="00C62F43"/>
    <w:rsid w:val="00C636C6"/>
    <w:rsid w:val="00C67DCB"/>
    <w:rsid w:val="00C71D05"/>
    <w:rsid w:val="00C73F98"/>
    <w:rsid w:val="00C76193"/>
    <w:rsid w:val="00C76EF3"/>
    <w:rsid w:val="00C817CE"/>
    <w:rsid w:val="00C817EC"/>
    <w:rsid w:val="00C82164"/>
    <w:rsid w:val="00C824C1"/>
    <w:rsid w:val="00C8327A"/>
    <w:rsid w:val="00C837BE"/>
    <w:rsid w:val="00C8642A"/>
    <w:rsid w:val="00C86F10"/>
    <w:rsid w:val="00C90EF6"/>
    <w:rsid w:val="00C94B7A"/>
    <w:rsid w:val="00C95F63"/>
    <w:rsid w:val="00C960FB"/>
    <w:rsid w:val="00C979E3"/>
    <w:rsid w:val="00CA1C0B"/>
    <w:rsid w:val="00CA2175"/>
    <w:rsid w:val="00CA4D3A"/>
    <w:rsid w:val="00CA7247"/>
    <w:rsid w:val="00CB181C"/>
    <w:rsid w:val="00CB7AA3"/>
    <w:rsid w:val="00CC1348"/>
    <w:rsid w:val="00CC20B2"/>
    <w:rsid w:val="00CC22E4"/>
    <w:rsid w:val="00CC43AE"/>
    <w:rsid w:val="00CC4573"/>
    <w:rsid w:val="00CC5414"/>
    <w:rsid w:val="00CC5912"/>
    <w:rsid w:val="00CC6500"/>
    <w:rsid w:val="00CC7DD7"/>
    <w:rsid w:val="00CD242B"/>
    <w:rsid w:val="00CD3DD7"/>
    <w:rsid w:val="00CD4A77"/>
    <w:rsid w:val="00CD4AA4"/>
    <w:rsid w:val="00CD4D6A"/>
    <w:rsid w:val="00CD57D7"/>
    <w:rsid w:val="00CD5857"/>
    <w:rsid w:val="00CD5D8B"/>
    <w:rsid w:val="00CD6181"/>
    <w:rsid w:val="00CD65EA"/>
    <w:rsid w:val="00CD7670"/>
    <w:rsid w:val="00CE22B4"/>
    <w:rsid w:val="00CE2D0A"/>
    <w:rsid w:val="00CE2FAF"/>
    <w:rsid w:val="00CE7D7F"/>
    <w:rsid w:val="00CF0D5E"/>
    <w:rsid w:val="00CF26FE"/>
    <w:rsid w:val="00CF2FBA"/>
    <w:rsid w:val="00CF2FF3"/>
    <w:rsid w:val="00CF67AE"/>
    <w:rsid w:val="00CF755D"/>
    <w:rsid w:val="00D00E80"/>
    <w:rsid w:val="00D01BD1"/>
    <w:rsid w:val="00D066C9"/>
    <w:rsid w:val="00D07897"/>
    <w:rsid w:val="00D104F1"/>
    <w:rsid w:val="00D105A9"/>
    <w:rsid w:val="00D10B83"/>
    <w:rsid w:val="00D13052"/>
    <w:rsid w:val="00D15F96"/>
    <w:rsid w:val="00D1638B"/>
    <w:rsid w:val="00D17978"/>
    <w:rsid w:val="00D201C9"/>
    <w:rsid w:val="00D23166"/>
    <w:rsid w:val="00D24778"/>
    <w:rsid w:val="00D25A75"/>
    <w:rsid w:val="00D25C13"/>
    <w:rsid w:val="00D263D0"/>
    <w:rsid w:val="00D26BB0"/>
    <w:rsid w:val="00D27D24"/>
    <w:rsid w:val="00D30AD8"/>
    <w:rsid w:val="00D30DF2"/>
    <w:rsid w:val="00D32A0D"/>
    <w:rsid w:val="00D34B75"/>
    <w:rsid w:val="00D408BD"/>
    <w:rsid w:val="00D40D10"/>
    <w:rsid w:val="00D42A2B"/>
    <w:rsid w:val="00D431DD"/>
    <w:rsid w:val="00D43572"/>
    <w:rsid w:val="00D455F4"/>
    <w:rsid w:val="00D5055D"/>
    <w:rsid w:val="00D51603"/>
    <w:rsid w:val="00D53F21"/>
    <w:rsid w:val="00D60EAD"/>
    <w:rsid w:val="00D61C94"/>
    <w:rsid w:val="00D622FD"/>
    <w:rsid w:val="00D634AD"/>
    <w:rsid w:val="00D66209"/>
    <w:rsid w:val="00D668DF"/>
    <w:rsid w:val="00D72770"/>
    <w:rsid w:val="00D74B9D"/>
    <w:rsid w:val="00D7729A"/>
    <w:rsid w:val="00D77FAA"/>
    <w:rsid w:val="00D82FC6"/>
    <w:rsid w:val="00D87D8E"/>
    <w:rsid w:val="00D92016"/>
    <w:rsid w:val="00D921CB"/>
    <w:rsid w:val="00D93926"/>
    <w:rsid w:val="00D95343"/>
    <w:rsid w:val="00D95FCD"/>
    <w:rsid w:val="00D960F7"/>
    <w:rsid w:val="00D97F2F"/>
    <w:rsid w:val="00DA0667"/>
    <w:rsid w:val="00DA1B97"/>
    <w:rsid w:val="00DA215B"/>
    <w:rsid w:val="00DA3D72"/>
    <w:rsid w:val="00DA52C7"/>
    <w:rsid w:val="00DA5400"/>
    <w:rsid w:val="00DA6465"/>
    <w:rsid w:val="00DA6D27"/>
    <w:rsid w:val="00DA760F"/>
    <w:rsid w:val="00DA7D29"/>
    <w:rsid w:val="00DB7216"/>
    <w:rsid w:val="00DC20A3"/>
    <w:rsid w:val="00DC26C2"/>
    <w:rsid w:val="00DC3AED"/>
    <w:rsid w:val="00DC479D"/>
    <w:rsid w:val="00DC5799"/>
    <w:rsid w:val="00DD0E3D"/>
    <w:rsid w:val="00DD16B0"/>
    <w:rsid w:val="00DD201A"/>
    <w:rsid w:val="00DD5099"/>
    <w:rsid w:val="00DD5B3F"/>
    <w:rsid w:val="00DD60FD"/>
    <w:rsid w:val="00DD7312"/>
    <w:rsid w:val="00DD7390"/>
    <w:rsid w:val="00DF1385"/>
    <w:rsid w:val="00DF1B4B"/>
    <w:rsid w:val="00DF4221"/>
    <w:rsid w:val="00DF5013"/>
    <w:rsid w:val="00E02449"/>
    <w:rsid w:val="00E044EF"/>
    <w:rsid w:val="00E04609"/>
    <w:rsid w:val="00E050B5"/>
    <w:rsid w:val="00E0749A"/>
    <w:rsid w:val="00E10AE9"/>
    <w:rsid w:val="00E112C6"/>
    <w:rsid w:val="00E14A1E"/>
    <w:rsid w:val="00E14FC2"/>
    <w:rsid w:val="00E15655"/>
    <w:rsid w:val="00E15BBB"/>
    <w:rsid w:val="00E2044C"/>
    <w:rsid w:val="00E21674"/>
    <w:rsid w:val="00E216E7"/>
    <w:rsid w:val="00E224A6"/>
    <w:rsid w:val="00E22904"/>
    <w:rsid w:val="00E24DA8"/>
    <w:rsid w:val="00E25260"/>
    <w:rsid w:val="00E279A8"/>
    <w:rsid w:val="00E27CFB"/>
    <w:rsid w:val="00E32355"/>
    <w:rsid w:val="00E34A5F"/>
    <w:rsid w:val="00E35A72"/>
    <w:rsid w:val="00E3629E"/>
    <w:rsid w:val="00E42939"/>
    <w:rsid w:val="00E47525"/>
    <w:rsid w:val="00E50B43"/>
    <w:rsid w:val="00E51C3C"/>
    <w:rsid w:val="00E51E64"/>
    <w:rsid w:val="00E52D37"/>
    <w:rsid w:val="00E53F77"/>
    <w:rsid w:val="00E56F2A"/>
    <w:rsid w:val="00E63BDD"/>
    <w:rsid w:val="00E63F4D"/>
    <w:rsid w:val="00E645C7"/>
    <w:rsid w:val="00E64849"/>
    <w:rsid w:val="00E65683"/>
    <w:rsid w:val="00E7100E"/>
    <w:rsid w:val="00E74305"/>
    <w:rsid w:val="00E83992"/>
    <w:rsid w:val="00E84164"/>
    <w:rsid w:val="00E84D47"/>
    <w:rsid w:val="00E85181"/>
    <w:rsid w:val="00E86F6E"/>
    <w:rsid w:val="00E875F5"/>
    <w:rsid w:val="00E8789E"/>
    <w:rsid w:val="00E90AEA"/>
    <w:rsid w:val="00E9215B"/>
    <w:rsid w:val="00E93E3D"/>
    <w:rsid w:val="00E96CBB"/>
    <w:rsid w:val="00E97D39"/>
    <w:rsid w:val="00EA15D7"/>
    <w:rsid w:val="00EA274E"/>
    <w:rsid w:val="00EA39E5"/>
    <w:rsid w:val="00EA5EB5"/>
    <w:rsid w:val="00EA64A1"/>
    <w:rsid w:val="00EA699B"/>
    <w:rsid w:val="00EC269E"/>
    <w:rsid w:val="00EC364D"/>
    <w:rsid w:val="00EC3B13"/>
    <w:rsid w:val="00EC3E03"/>
    <w:rsid w:val="00EC5F9F"/>
    <w:rsid w:val="00EC7FAB"/>
    <w:rsid w:val="00ED03D5"/>
    <w:rsid w:val="00ED0E0F"/>
    <w:rsid w:val="00ED26CB"/>
    <w:rsid w:val="00ED354B"/>
    <w:rsid w:val="00ED4198"/>
    <w:rsid w:val="00ED4AAD"/>
    <w:rsid w:val="00ED5569"/>
    <w:rsid w:val="00ED6AD6"/>
    <w:rsid w:val="00ED76FC"/>
    <w:rsid w:val="00EE28BA"/>
    <w:rsid w:val="00EE3AAE"/>
    <w:rsid w:val="00EE4E3D"/>
    <w:rsid w:val="00EF202A"/>
    <w:rsid w:val="00EF4B9E"/>
    <w:rsid w:val="00EF5161"/>
    <w:rsid w:val="00EF7E69"/>
    <w:rsid w:val="00F01491"/>
    <w:rsid w:val="00F015FE"/>
    <w:rsid w:val="00F02DBA"/>
    <w:rsid w:val="00F05605"/>
    <w:rsid w:val="00F108D0"/>
    <w:rsid w:val="00F114FD"/>
    <w:rsid w:val="00F1387C"/>
    <w:rsid w:val="00F25B0B"/>
    <w:rsid w:val="00F27223"/>
    <w:rsid w:val="00F27E38"/>
    <w:rsid w:val="00F3348D"/>
    <w:rsid w:val="00F368C0"/>
    <w:rsid w:val="00F3787C"/>
    <w:rsid w:val="00F429C4"/>
    <w:rsid w:val="00F42BCC"/>
    <w:rsid w:val="00F4319D"/>
    <w:rsid w:val="00F43DF0"/>
    <w:rsid w:val="00F459E0"/>
    <w:rsid w:val="00F51EE3"/>
    <w:rsid w:val="00F5244B"/>
    <w:rsid w:val="00F524E2"/>
    <w:rsid w:val="00F52A82"/>
    <w:rsid w:val="00F55EDC"/>
    <w:rsid w:val="00F56A7C"/>
    <w:rsid w:val="00F60C4F"/>
    <w:rsid w:val="00F631D7"/>
    <w:rsid w:val="00F64CFF"/>
    <w:rsid w:val="00F66869"/>
    <w:rsid w:val="00F71B93"/>
    <w:rsid w:val="00F72A1E"/>
    <w:rsid w:val="00F747FB"/>
    <w:rsid w:val="00F7523C"/>
    <w:rsid w:val="00F75A5D"/>
    <w:rsid w:val="00F75D63"/>
    <w:rsid w:val="00F7675F"/>
    <w:rsid w:val="00F80AD6"/>
    <w:rsid w:val="00F81641"/>
    <w:rsid w:val="00F81A52"/>
    <w:rsid w:val="00F84408"/>
    <w:rsid w:val="00F84982"/>
    <w:rsid w:val="00F85961"/>
    <w:rsid w:val="00F863DA"/>
    <w:rsid w:val="00F86F1B"/>
    <w:rsid w:val="00F873FC"/>
    <w:rsid w:val="00F8790C"/>
    <w:rsid w:val="00F90DAB"/>
    <w:rsid w:val="00F9193C"/>
    <w:rsid w:val="00F91DB7"/>
    <w:rsid w:val="00F93DBB"/>
    <w:rsid w:val="00F94521"/>
    <w:rsid w:val="00F94E52"/>
    <w:rsid w:val="00F95278"/>
    <w:rsid w:val="00FA12E6"/>
    <w:rsid w:val="00FA3ECE"/>
    <w:rsid w:val="00FA6E23"/>
    <w:rsid w:val="00FB09C1"/>
    <w:rsid w:val="00FB1B5D"/>
    <w:rsid w:val="00FB2546"/>
    <w:rsid w:val="00FB51F5"/>
    <w:rsid w:val="00FC1E37"/>
    <w:rsid w:val="00FC53E2"/>
    <w:rsid w:val="00FC68CD"/>
    <w:rsid w:val="00FC69D4"/>
    <w:rsid w:val="00FD09B0"/>
    <w:rsid w:val="00FD11F1"/>
    <w:rsid w:val="00FD2413"/>
    <w:rsid w:val="00FD4360"/>
    <w:rsid w:val="00FD445A"/>
    <w:rsid w:val="00FD453C"/>
    <w:rsid w:val="00FD68E5"/>
    <w:rsid w:val="00FD7957"/>
    <w:rsid w:val="00FD7A8A"/>
    <w:rsid w:val="00FD7D08"/>
    <w:rsid w:val="00FE2346"/>
    <w:rsid w:val="00FE36A8"/>
    <w:rsid w:val="00FE590D"/>
    <w:rsid w:val="00FE6F63"/>
    <w:rsid w:val="00FF016E"/>
    <w:rsid w:val="00FF10D8"/>
    <w:rsid w:val="00FF1819"/>
    <w:rsid w:val="00FF22FB"/>
    <w:rsid w:val="00FF2486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unhideWhenUsed/>
    <w:qFormat/>
    <w:rsid w:val="0024797D"/>
    <w:rPr>
      <w:b/>
      <w:bCs/>
      <w:sz w:val="20"/>
      <w:szCs w:val="20"/>
    </w:rPr>
  </w:style>
  <w:style w:type="paragraph" w:customStyle="1" w:styleId="Default">
    <w:name w:val="Default"/>
    <w:rsid w:val="00CD76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AE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7F3AF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21">
    <w:name w:val="Body Text Indent 2"/>
    <w:basedOn w:val="a"/>
    <w:link w:val="22"/>
    <w:rsid w:val="007F3AF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772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7729A"/>
    <w:rPr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unhideWhenUsed/>
    <w:rsid w:val="00D7729A"/>
    <w:pPr>
      <w:spacing w:after="120"/>
    </w:pPr>
  </w:style>
  <w:style w:type="character" w:customStyle="1" w:styleId="ab">
    <w:name w:val="Основной текст Знак"/>
    <w:link w:val="aa"/>
    <w:uiPriority w:val="99"/>
    <w:rsid w:val="00D7729A"/>
    <w:rPr>
      <w:sz w:val="22"/>
      <w:szCs w:val="22"/>
      <w:lang w:eastAsia="en-US"/>
    </w:rPr>
  </w:style>
  <w:style w:type="paragraph" w:styleId="ac">
    <w:name w:val="Title"/>
    <w:basedOn w:val="a"/>
    <w:link w:val="ad"/>
    <w:qFormat/>
    <w:rsid w:val="00D7729A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link w:val="ac"/>
    <w:rsid w:val="00D7729A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D7729A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e">
    <w:name w:val="Balloon Text"/>
    <w:basedOn w:val="a"/>
    <w:link w:val="af"/>
    <w:uiPriority w:val="99"/>
    <w:semiHidden/>
    <w:unhideWhenUsed/>
    <w:rsid w:val="00AE6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AE6943"/>
    <w:rPr>
      <w:rFonts w:ascii="Tahoma" w:hAnsi="Tahoma" w:cs="Tahoma"/>
      <w:sz w:val="16"/>
      <w:szCs w:val="16"/>
      <w:lang w:eastAsia="en-US"/>
    </w:rPr>
  </w:style>
  <w:style w:type="character" w:customStyle="1" w:styleId="22">
    <w:name w:val="Основной текст с отступом 2 Знак"/>
    <w:link w:val="21"/>
    <w:rsid w:val="00F72A1E"/>
    <w:rPr>
      <w:rFonts w:ascii="Times New Roman" w:eastAsia="Times New Roman" w:hAnsi="Times New Roman"/>
      <w:sz w:val="28"/>
    </w:rPr>
  </w:style>
  <w:style w:type="table" w:styleId="af0">
    <w:name w:val="Table Grid"/>
    <w:basedOn w:val="a1"/>
    <w:uiPriority w:val="59"/>
    <w:rsid w:val="00D63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unhideWhenUsed/>
    <w:qFormat/>
    <w:rsid w:val="0024797D"/>
    <w:rPr>
      <w:b/>
      <w:bCs/>
      <w:sz w:val="20"/>
      <w:szCs w:val="20"/>
    </w:rPr>
  </w:style>
  <w:style w:type="paragraph" w:customStyle="1" w:styleId="Default">
    <w:name w:val="Default"/>
    <w:rsid w:val="00CD76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56;&#1054;&#1043;&#1056;&#1040;&#1052;&#1052;&#1040;%202016-2018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6F9CA-91FF-4E71-8C07-C3CB4C85F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1</TotalTime>
  <Pages>1</Pages>
  <Words>97</Words>
  <Characters>555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Юлия Николаевна Круглова</cp:lastModifiedBy>
  <cp:revision>2</cp:revision>
  <cp:lastPrinted>2019-11-13T00:12:00Z</cp:lastPrinted>
  <dcterms:created xsi:type="dcterms:W3CDTF">2025-10-16T04:29:00Z</dcterms:created>
  <dcterms:modified xsi:type="dcterms:W3CDTF">2025-10-16T04:29:00Z</dcterms:modified>
</cp:coreProperties>
</file>