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E570E3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5320" cy="807720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8487A" w:rsidRDefault="0018487A" w:rsidP="00C96701">
      <w:pPr>
        <w:pStyle w:val="ConsPlusTitle"/>
        <w:rPr>
          <w:sz w:val="28"/>
          <w:szCs w:val="28"/>
        </w:rPr>
      </w:pPr>
    </w:p>
    <w:p w:rsidR="00EE15FD" w:rsidRPr="00EE15FD" w:rsidRDefault="0018487A" w:rsidP="00EE15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Думу города Владивостока проекта решения Думы города Владивостока «</w:t>
      </w:r>
      <w:r w:rsidR="00EE15FD" w:rsidRPr="00EE15FD">
        <w:rPr>
          <w:rFonts w:ascii="Times New Roman" w:hAnsi="Times New Roman" w:cs="Times New Roman"/>
          <w:sz w:val="28"/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20.12.2006 № 67-МПА «О медали </w:t>
      </w:r>
    </w:p>
    <w:p w:rsidR="003C5A85" w:rsidRPr="0048167A" w:rsidRDefault="00EE15FD" w:rsidP="00EE15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15FD">
        <w:rPr>
          <w:rFonts w:ascii="Times New Roman" w:hAnsi="Times New Roman" w:cs="Times New Roman"/>
          <w:sz w:val="28"/>
          <w:szCs w:val="28"/>
        </w:rPr>
        <w:t>«За безупречный труд»</w:t>
      </w: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2B51" w:rsidRPr="00041F48" w:rsidRDefault="00082B51" w:rsidP="007806A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F4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FD093A" w:rsidRPr="00FD093A">
        <w:rPr>
          <w:rFonts w:ascii="Times New Roman" w:hAnsi="Times New Roman" w:cs="Times New Roman"/>
          <w:b w:val="0"/>
          <w:sz w:val="28"/>
          <w:szCs w:val="28"/>
        </w:rPr>
        <w:t>Федеральны</w:t>
      </w:r>
      <w:r w:rsidR="00FD093A">
        <w:rPr>
          <w:rFonts w:ascii="Times New Roman" w:hAnsi="Times New Roman" w:cs="Times New Roman"/>
          <w:b w:val="0"/>
          <w:sz w:val="28"/>
          <w:szCs w:val="28"/>
        </w:rPr>
        <w:t>м</w:t>
      </w:r>
      <w:r w:rsidR="00FD093A" w:rsidRPr="00FD093A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FD093A">
        <w:rPr>
          <w:rFonts w:ascii="Times New Roman" w:hAnsi="Times New Roman" w:cs="Times New Roman"/>
          <w:b w:val="0"/>
          <w:sz w:val="28"/>
          <w:szCs w:val="28"/>
        </w:rPr>
        <w:t>ом</w:t>
      </w:r>
      <w:r w:rsidR="00FD093A" w:rsidRPr="00FD093A">
        <w:rPr>
          <w:rFonts w:ascii="Times New Roman" w:hAnsi="Times New Roman" w:cs="Times New Roman"/>
          <w:b w:val="0"/>
          <w:sz w:val="28"/>
          <w:szCs w:val="28"/>
        </w:rPr>
        <w:t xml:space="preserve"> от 20.03.2025 </w:t>
      </w:r>
      <w:r w:rsidR="00FD093A">
        <w:rPr>
          <w:rFonts w:ascii="Times New Roman" w:hAnsi="Times New Roman" w:cs="Times New Roman"/>
          <w:b w:val="0"/>
          <w:sz w:val="28"/>
          <w:szCs w:val="28"/>
        </w:rPr>
        <w:t>№ 33-ФЗ «</w:t>
      </w:r>
      <w:r w:rsidR="00FD093A" w:rsidRPr="00FD093A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FD093A">
        <w:rPr>
          <w:rFonts w:ascii="Times New Roman" w:hAnsi="Times New Roman" w:cs="Times New Roman"/>
          <w:b w:val="0"/>
          <w:sz w:val="28"/>
          <w:szCs w:val="28"/>
        </w:rPr>
        <w:t>»,</w:t>
      </w:r>
      <w:r w:rsidR="00FD093A" w:rsidRPr="00FD09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41F48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10" w:history="1">
        <w:r w:rsidRPr="00041F48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041F48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 w:rsidRPr="00041F48">
        <w:rPr>
          <w:rFonts w:ascii="Times New Roman" w:hAnsi="Times New Roman" w:cs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2240D9" w:rsidRPr="00041F48">
        <w:rPr>
          <w:rFonts w:ascii="Times New Roman" w:hAnsi="Times New Roman" w:cs="Times New Roman"/>
          <w:b w:val="0"/>
          <w:sz w:val="28"/>
          <w:szCs w:val="28"/>
        </w:rPr>
        <w:t xml:space="preserve">Уставом города Владивостока, </w:t>
      </w:r>
      <w:r w:rsidR="003C5A85" w:rsidRPr="00041F48">
        <w:rPr>
          <w:rFonts w:ascii="Times New Roman" w:hAnsi="Times New Roman" w:cs="Times New Roman"/>
          <w:b w:val="0"/>
          <w:sz w:val="28"/>
          <w:szCs w:val="28"/>
        </w:rPr>
        <w:t>статьей 40 Регламента Думы города Владивостока</w:t>
      </w:r>
    </w:p>
    <w:p w:rsidR="00082B51" w:rsidRDefault="00082B51" w:rsidP="00FD09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B51" w:rsidRPr="00DD2B90" w:rsidRDefault="00082B51" w:rsidP="00FD09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B90">
        <w:rPr>
          <w:rFonts w:ascii="Times New Roman" w:hAnsi="Times New Roman"/>
          <w:sz w:val="28"/>
          <w:szCs w:val="28"/>
        </w:rPr>
        <w:t>п</w:t>
      </w:r>
      <w:proofErr w:type="gramEnd"/>
      <w:r w:rsidRPr="00DD2B90">
        <w:rPr>
          <w:rFonts w:ascii="Times New Roman" w:hAnsi="Times New Roman"/>
          <w:sz w:val="28"/>
          <w:szCs w:val="28"/>
        </w:rPr>
        <w:t xml:space="preserve"> о с т а н о в л я </w:t>
      </w:r>
      <w:r w:rsidR="003C5A85">
        <w:rPr>
          <w:rFonts w:ascii="Times New Roman" w:hAnsi="Times New Roman"/>
          <w:sz w:val="28"/>
          <w:szCs w:val="28"/>
        </w:rPr>
        <w:t>ю</w:t>
      </w:r>
      <w:r w:rsidRPr="00DD2B90">
        <w:rPr>
          <w:rFonts w:ascii="Times New Roman" w:hAnsi="Times New Roman"/>
          <w:sz w:val="28"/>
          <w:szCs w:val="28"/>
        </w:rPr>
        <w:t>:</w:t>
      </w:r>
    </w:p>
    <w:p w:rsidR="003C5A85" w:rsidRDefault="003C5A85" w:rsidP="00FD09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5A85" w:rsidRPr="00BE4C65" w:rsidRDefault="00BE4C65" w:rsidP="00BE4C65">
      <w:pPr>
        <w:pStyle w:val="ConsPlusTitle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D7110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</w:t>
      </w:r>
      <w:r w:rsidRPr="00CD7110">
        <w:rPr>
          <w:rFonts w:ascii="Times New Roman" w:hAnsi="Times New Roman" w:cs="Times New Roman"/>
          <w:b w:val="0"/>
          <w:sz w:val="28"/>
          <w:szCs w:val="28"/>
        </w:rPr>
        <w:br/>
        <w:t>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20.12.2006 № 67-МПА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002D">
        <w:rPr>
          <w:rFonts w:ascii="Times New Roman" w:hAnsi="Times New Roman" w:cs="Times New Roman"/>
          <w:b w:val="0"/>
          <w:sz w:val="28"/>
          <w:szCs w:val="28"/>
        </w:rPr>
        <w:t>«О медали «За безупречный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труд» (прилагае</w:t>
      </w:r>
      <w:r w:rsidR="003C5A85" w:rsidRPr="00BE4C65">
        <w:rPr>
          <w:rFonts w:ascii="Times New Roman" w:hAnsi="Times New Roman"/>
          <w:b w:val="0"/>
          <w:sz w:val="28"/>
          <w:szCs w:val="28"/>
        </w:rPr>
        <w:t>тся).</w:t>
      </w:r>
    </w:p>
    <w:p w:rsidR="003C5A85" w:rsidRDefault="003C5A85" w:rsidP="00856DB8">
      <w:pPr>
        <w:pStyle w:val="af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представителем главы города при рассмотрении данного вопроса </w:t>
      </w:r>
      <w:r w:rsidR="0048167A">
        <w:rPr>
          <w:rFonts w:ascii="Times New Roman" w:eastAsia="Times New Roman" w:hAnsi="Times New Roman"/>
          <w:sz w:val="28"/>
          <w:szCs w:val="28"/>
          <w:lang w:eastAsia="ru-RU"/>
        </w:rPr>
        <w:t>Стоценко К.А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., заместителя главы администрации города Владивостока.</w:t>
      </w:r>
    </w:p>
    <w:p w:rsidR="003C5A85" w:rsidRPr="003C5A85" w:rsidRDefault="003C5A85" w:rsidP="00856DB8">
      <w:pPr>
        <w:pStyle w:val="af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A8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3C5A85">
        <w:rPr>
          <w:rFonts w:ascii="Times New Roman" w:hAnsi="Times New Roman"/>
          <w:sz w:val="28"/>
          <w:szCs w:val="28"/>
        </w:rPr>
        <w:t xml:space="preserve">вступает в силу </w:t>
      </w:r>
      <w:r w:rsidR="00856DB8">
        <w:rPr>
          <w:rFonts w:ascii="Times New Roman" w:hAnsi="Times New Roman"/>
          <w:sz w:val="28"/>
          <w:szCs w:val="28"/>
        </w:rPr>
        <w:t>со дня его подписания</w:t>
      </w:r>
      <w:r w:rsidRPr="003C5A85">
        <w:rPr>
          <w:rFonts w:ascii="Times New Roman" w:hAnsi="Times New Roman"/>
          <w:color w:val="FF0000"/>
          <w:sz w:val="28"/>
          <w:szCs w:val="28"/>
        </w:rPr>
        <w:t>.</w:t>
      </w:r>
    </w:p>
    <w:p w:rsidR="003C5A85" w:rsidRPr="008B3770" w:rsidRDefault="00E31250" w:rsidP="00856DB8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3C5A85" w:rsidRPr="008B377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C5A85" w:rsidRPr="008B377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3C5A85" w:rsidRPr="008B3770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48167A">
        <w:rPr>
          <w:rFonts w:ascii="Times New Roman" w:eastAsia="Calibri" w:hAnsi="Times New Roman" w:cs="Times New Roman"/>
          <w:sz w:val="28"/>
          <w:szCs w:val="28"/>
        </w:rPr>
        <w:t>Стоценко К.А</w:t>
      </w:r>
      <w:r w:rsidR="003C5A85" w:rsidRPr="008B37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167A" w:rsidRDefault="0048167A" w:rsidP="003C5A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5A85" w:rsidRDefault="003C5A85" w:rsidP="003C5A8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32C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167A">
        <w:rPr>
          <w:rFonts w:ascii="Times New Roman" w:eastAsia="Times New Roman" w:hAnsi="Times New Roman"/>
          <w:sz w:val="28"/>
          <w:szCs w:val="28"/>
          <w:lang w:eastAsia="ru-RU"/>
        </w:rPr>
        <w:t>К.В. Шестаков</w:t>
      </w:r>
    </w:p>
    <w:p w:rsidR="00AA59A9" w:rsidRDefault="00AA59A9" w:rsidP="00AA59A9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horzAnchor="margin" w:tblpY="720"/>
        <w:tblW w:w="9889" w:type="dxa"/>
        <w:tblLayout w:type="fixed"/>
        <w:tblLook w:val="00A0" w:firstRow="1" w:lastRow="0" w:firstColumn="1" w:lastColumn="0" w:noHBand="0" w:noVBand="0"/>
      </w:tblPr>
      <w:tblGrid>
        <w:gridCol w:w="5070"/>
        <w:gridCol w:w="4819"/>
      </w:tblGrid>
      <w:tr w:rsidR="0018487A" w:rsidRPr="00442588" w:rsidTr="009710BC">
        <w:trPr>
          <w:trHeight w:val="1798"/>
        </w:trPr>
        <w:tc>
          <w:tcPr>
            <w:tcW w:w="5070" w:type="dxa"/>
          </w:tcPr>
          <w:p w:rsidR="0018487A" w:rsidRPr="00442588" w:rsidRDefault="0018487A" w:rsidP="009710BC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18487A" w:rsidRPr="00442588" w:rsidRDefault="0018487A" w:rsidP="009710BC">
            <w:pPr>
              <w:pStyle w:val="2"/>
              <w:keepNext w:val="0"/>
              <w:widowControl w:val="0"/>
              <w:jc w:val="left"/>
              <w:rPr>
                <w:b w:val="0"/>
                <w:bCs w:val="0"/>
              </w:rPr>
            </w:pPr>
            <w:r w:rsidRPr="00442588">
              <w:rPr>
                <w:b w:val="0"/>
                <w:bCs w:val="0"/>
              </w:rPr>
              <w:t xml:space="preserve">Приложение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города Владивостока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                           №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8487A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роект подготовлен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главой города Владивостока</w:t>
            </w:r>
          </w:p>
        </w:tc>
      </w:tr>
    </w:tbl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2588">
        <w:rPr>
          <w:rFonts w:ascii="Times New Roman" w:hAnsi="Times New Roman" w:cs="Times New Roman"/>
          <w:b w:val="0"/>
          <w:sz w:val="28"/>
          <w:szCs w:val="28"/>
        </w:rPr>
        <w:t>ДУМА ГОРОДА ВЛАДИВОСТОКА</w:t>
      </w:r>
    </w:p>
    <w:p w:rsidR="003C5A85" w:rsidRPr="00442588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C5A85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42588" w:rsidRPr="0001043A" w:rsidTr="00442588">
        <w:tc>
          <w:tcPr>
            <w:tcW w:w="4927" w:type="dxa"/>
          </w:tcPr>
          <w:p w:rsidR="00442588" w:rsidRDefault="00442588" w:rsidP="00C9670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муниципальный правовой акт города Владивостока от 20.12.2006 </w:t>
            </w:r>
            <w:r w:rsidR="00C967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>№ 67-МПА «О медали «За безупречный труд</w:t>
            </w:r>
            <w:r w:rsidR="00E31250"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4927" w:type="dxa"/>
          </w:tcPr>
          <w:p w:rsidR="00442588" w:rsidRDefault="00442588" w:rsidP="00082B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Pr="007713A7" w:rsidRDefault="00E31250" w:rsidP="00E31250">
      <w:pPr>
        <w:pStyle w:val="ConsPlusTit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>В соответствии с</w:t>
      </w:r>
      <w:r w:rsidR="00D055AE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D055AE" w:rsidRPr="00D055AE">
        <w:rPr>
          <w:rFonts w:ascii="Times New Roman" w:eastAsia="Calibri" w:hAnsi="Times New Roman" w:cs="Times New Roman"/>
          <w:b w:val="0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 Федеральным </w:t>
      </w:r>
      <w:hyperlink r:id="rId11" w:history="1">
        <w:r w:rsidRPr="007806AC">
          <w:rPr>
            <w:rFonts w:ascii="Times New Roman" w:eastAsia="Calibri" w:hAnsi="Times New Roman" w:cs="Times New Roman"/>
            <w:b w:val="0"/>
            <w:sz w:val="28"/>
            <w:szCs w:val="28"/>
          </w:rPr>
          <w:t>законом</w:t>
        </w:r>
      </w:hyperlink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 06.10.2003 № 131-ФЗ </w:t>
      </w: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статьей 40 Регламента Думы города Вла</w:t>
      </w:r>
      <w:r w:rsidRPr="007713A7">
        <w:rPr>
          <w:rFonts w:ascii="Times New Roman" w:eastAsia="Calibri" w:hAnsi="Times New Roman" w:cs="Times New Roman"/>
          <w:b w:val="0"/>
          <w:sz w:val="28"/>
          <w:szCs w:val="28"/>
        </w:rPr>
        <w:t>див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остока</w:t>
      </w:r>
      <w:r w:rsidR="00332CC9">
        <w:rPr>
          <w:rFonts w:ascii="Times New Roman" w:eastAsia="Calibri" w:hAnsi="Times New Roman" w:cs="Times New Roman"/>
          <w:b w:val="0"/>
          <w:sz w:val="28"/>
          <w:szCs w:val="28"/>
        </w:rPr>
        <w:t xml:space="preserve"> Дума города Владивостока</w:t>
      </w:r>
    </w:p>
    <w:p w:rsidR="00754991" w:rsidRDefault="00754991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31250" w:rsidRDefault="00E31250" w:rsidP="00332CC9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муниципальный правовой акт города Владивостока </w:t>
      </w:r>
      <w:r w:rsidR="0001043A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8167A" w:rsidRPr="0048167A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муниципальный правовой акт города Владивостока от 20.12.2006 № 67-МПА «О медали «За безупречный труд</w:t>
      </w:r>
      <w:r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его принятия.</w:t>
      </w:r>
    </w:p>
    <w:p w:rsidR="00FD093A" w:rsidRDefault="00FD093A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>А.П.</w:t>
      </w:r>
      <w:r w:rsidR="007C1F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Брик</w:t>
      </w:r>
    </w:p>
    <w:p w:rsidR="00CF0382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МУНИЦИПАЛЬНЫЙ ПРАВОВОЙ АКТ</w:t>
      </w:r>
    </w:p>
    <w:p w:rsidR="00E31250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167A" w:rsidRDefault="0048167A" w:rsidP="00082B5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</w:p>
    <w:p w:rsidR="00E31250" w:rsidRPr="0048167A" w:rsidRDefault="004816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>от 20.12.2006 № 67-МПА «О медали «За безупречный труд</w:t>
      </w:r>
      <w:r w:rsidR="00153D44" w:rsidRPr="0048167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CF0382" w:rsidP="00CF038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Думой города Владивостока «___» _______________ 20</w:t>
      </w:r>
      <w:r w:rsidR="0048167A">
        <w:rPr>
          <w:rFonts w:ascii="Times New Roman" w:hAnsi="Times New Roman" w:cs="Times New Roman"/>
          <w:b w:val="0"/>
          <w:sz w:val="28"/>
          <w:szCs w:val="28"/>
        </w:rPr>
        <w:t>2</w:t>
      </w:r>
      <w:r w:rsidR="004F34C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2F721D" w:rsidRDefault="002F721D" w:rsidP="002F721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Default="002F721D" w:rsidP="002F721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Pr="002F721D" w:rsidRDefault="002F721D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21D">
        <w:rPr>
          <w:rFonts w:ascii="Times New Roman" w:hAnsi="Times New Roman" w:cs="Times New Roman"/>
          <w:b w:val="0"/>
          <w:sz w:val="28"/>
          <w:szCs w:val="28"/>
        </w:rPr>
        <w:t xml:space="preserve">Внести в муниципальный правовой акт города Владивостока                             от 20.12.2006 № 67-МПА «О медали «За безупречный труд» следующие изменения: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4F34C0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093A">
        <w:rPr>
          <w:rFonts w:ascii="Times New Roman" w:hAnsi="Times New Roman" w:cs="Times New Roman"/>
          <w:b w:val="0"/>
          <w:sz w:val="28"/>
          <w:szCs w:val="28"/>
        </w:rPr>
        <w:t>2-5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</w:t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(приложение).</w:t>
      </w:r>
    </w:p>
    <w:p w:rsidR="00856DB8" w:rsidRDefault="00856DB8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муниципальный правовой а</w:t>
      </w:r>
      <w:proofErr w:type="gramStart"/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кт </w:t>
      </w:r>
      <w:r>
        <w:rPr>
          <w:rFonts w:ascii="Times New Roman" w:hAnsi="Times New Roman" w:cs="Times New Roman"/>
          <w:b w:val="0"/>
          <w:sz w:val="28"/>
          <w:szCs w:val="28"/>
        </w:rPr>
        <w:t>вст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упает в силу с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о дня его </w:t>
      </w:r>
      <w:r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6DB8" w:rsidRDefault="00856DB8" w:rsidP="00C96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856DB8" w:rsidP="0078387C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города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8387C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2F721D">
        <w:rPr>
          <w:rFonts w:ascii="Times New Roman" w:hAnsi="Times New Roman" w:cs="Times New Roman"/>
          <w:b w:val="0"/>
          <w:sz w:val="28"/>
          <w:szCs w:val="28"/>
        </w:rPr>
        <w:t>К.В. Шестаков</w:t>
      </w:r>
    </w:p>
    <w:p w:rsidR="003226F0" w:rsidRDefault="003226F0" w:rsidP="00A3362C">
      <w:pPr>
        <w:pStyle w:val="ConsPlusTitle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____________ 20</w:t>
      </w:r>
      <w:r w:rsidR="002F72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F34C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3226F0" w:rsidRPr="00451D58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E31250" w:rsidRDefault="00E31250" w:rsidP="003226F0">
      <w:pPr>
        <w:pStyle w:val="ConsPlusTitle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093A" w:rsidRDefault="00FD093A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093A" w:rsidRDefault="00FD093A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093A" w:rsidRDefault="00FD093A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362C" w:rsidRDefault="00A3362C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1B35" w:rsidRDefault="00641B35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6701" w:rsidRDefault="00C96701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721D" w:rsidTr="00796E10">
        <w:tc>
          <w:tcPr>
            <w:tcW w:w="4927" w:type="dxa"/>
            <w:shd w:val="clear" w:color="auto" w:fill="auto"/>
          </w:tcPr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F721D" w:rsidRPr="00A7759F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F721D" w:rsidRPr="00A7759F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муниципальному правовому акту</w:t>
            </w: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Владивостока</w:t>
            </w:r>
          </w:p>
          <w:p w:rsidR="002F721D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>от               №</w:t>
            </w:r>
          </w:p>
          <w:p w:rsidR="002F721D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5AE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 w:rsidR="004F34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21D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муниципальному правовому акту города Владивостока</w:t>
            </w:r>
          </w:p>
          <w:p w:rsidR="002F721D" w:rsidRPr="00A7759F" w:rsidRDefault="002F721D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67-МПА</w:t>
            </w:r>
          </w:p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269D" w:rsidRDefault="0001269D" w:rsidP="004F34C0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34C0" w:rsidRPr="00840465" w:rsidRDefault="004F34C0" w:rsidP="004F34C0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465">
        <w:rPr>
          <w:rFonts w:ascii="Times New Roman" w:eastAsia="Calibri" w:hAnsi="Times New Roman" w:cs="Times New Roman"/>
          <w:sz w:val="28"/>
          <w:szCs w:val="28"/>
          <w:lang w:eastAsia="en-US"/>
        </w:rPr>
        <w:t>Образец</w:t>
      </w:r>
    </w:p>
    <w:p w:rsidR="004F34C0" w:rsidRDefault="004F34C0" w:rsidP="004F34C0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8404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едали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«З</w:t>
      </w:r>
      <w:r w:rsidRPr="008404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безупречный труд»</w:t>
      </w:r>
    </w:p>
    <w:p w:rsidR="004F34C0" w:rsidRDefault="004F34C0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34C0" w:rsidRDefault="004F34C0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34C0" w:rsidRDefault="004F34C0" w:rsidP="004F34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2D0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D33837" wp14:editId="7D20A038">
            <wp:extent cx="3467100" cy="3238500"/>
            <wp:effectExtent l="0" t="0" r="0" b="0"/>
            <wp:docPr id="2" name="Рисунок 2" descr="C:\Users\lantseva\Desktop\Документы не трогать\КАЛЬКА пустая\ЛАНЦЕВА\ЛАНЦЕВА\2025\УОР\МАКЕТЫ - вклад, труд - 2025\для Положения\За безупречный труд (1)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ntseva\Desktop\Документы не трогать\КАЛЬКА пустая\ЛАНЦЕВА\ЛАНЦЕВА\2025\УОР\МАКЕТЫ - вклад, труд - 2025\для Положения\За безупречный труд (1) (002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4C0" w:rsidRDefault="004F34C0" w:rsidP="004F34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34C0" w:rsidRDefault="004F34C0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34C0" w:rsidRDefault="004F34C0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96701" w:rsidRDefault="00C96701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47383" w:rsidRDefault="00D47383" w:rsidP="00D4738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F34C0" w:rsidTr="00301543">
        <w:tc>
          <w:tcPr>
            <w:tcW w:w="4927" w:type="dxa"/>
            <w:shd w:val="clear" w:color="auto" w:fill="auto"/>
          </w:tcPr>
          <w:p w:rsidR="004F34C0" w:rsidRPr="00A7759F" w:rsidRDefault="004F34C0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4C0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3 </w:t>
            </w:r>
          </w:p>
          <w:p w:rsidR="004F34C0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4F34C0" w:rsidRPr="00A7759F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</w:t>
            </w:r>
            <w:r w:rsidR="005A54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-МПА</w:t>
            </w:r>
          </w:p>
          <w:p w:rsidR="004F34C0" w:rsidRPr="00A7759F" w:rsidRDefault="004F34C0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4C0" w:rsidRDefault="004F34C0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34C0" w:rsidRPr="00840465" w:rsidRDefault="004F34C0" w:rsidP="004F34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465">
        <w:rPr>
          <w:rFonts w:ascii="Times New Roman" w:hAnsi="Times New Roman" w:cs="Times New Roman"/>
          <w:b w:val="0"/>
          <w:sz w:val="28"/>
          <w:szCs w:val="28"/>
        </w:rPr>
        <w:t>Описание</w:t>
      </w:r>
    </w:p>
    <w:p w:rsidR="004F34C0" w:rsidRDefault="004F34C0" w:rsidP="00C967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едали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34C0">
        <w:rPr>
          <w:rFonts w:ascii="Times New Roman" w:hAnsi="Times New Roman" w:cs="Times New Roman"/>
          <w:b w:val="0"/>
          <w:sz w:val="28"/>
          <w:szCs w:val="28"/>
        </w:rPr>
        <w:t>За безупречный труд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96701" w:rsidRPr="00C96701" w:rsidRDefault="00C96701" w:rsidP="00C967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09B7" w:rsidRPr="004509B7" w:rsidRDefault="004509B7" w:rsidP="0045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B7">
        <w:rPr>
          <w:rFonts w:ascii="Times New Roman" w:hAnsi="Times New Roman"/>
          <w:sz w:val="28"/>
          <w:szCs w:val="28"/>
        </w:rPr>
        <w:t>Медаль «За безупречный труд»</w:t>
      </w:r>
      <w:r w:rsidR="008610AD">
        <w:rPr>
          <w:rFonts w:ascii="Times New Roman" w:hAnsi="Times New Roman"/>
          <w:sz w:val="28"/>
          <w:szCs w:val="28"/>
        </w:rPr>
        <w:t xml:space="preserve"> (далее – медаль)</w:t>
      </w:r>
      <w:r w:rsidRPr="004509B7">
        <w:rPr>
          <w:rFonts w:ascii="Times New Roman" w:hAnsi="Times New Roman"/>
          <w:sz w:val="28"/>
          <w:szCs w:val="28"/>
        </w:rPr>
        <w:t xml:space="preserve"> изготавливается из металла желтого цвета и имеет форму правильного круга диаметром </w:t>
      </w:r>
      <w:r w:rsidR="00BE1F63">
        <w:rPr>
          <w:rFonts w:ascii="Times New Roman" w:hAnsi="Times New Roman"/>
          <w:sz w:val="28"/>
          <w:szCs w:val="28"/>
        </w:rPr>
        <w:t>29</w:t>
      </w:r>
      <w:r w:rsidRPr="004509B7">
        <w:rPr>
          <w:rFonts w:ascii="Times New Roman" w:hAnsi="Times New Roman"/>
          <w:sz w:val="28"/>
          <w:szCs w:val="28"/>
        </w:rPr>
        <w:t xml:space="preserve"> мм, толщиной 3-4 мм.</w:t>
      </w:r>
    </w:p>
    <w:p w:rsidR="004509B7" w:rsidRPr="004509B7" w:rsidRDefault="004509B7" w:rsidP="0045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B7">
        <w:rPr>
          <w:rFonts w:ascii="Times New Roman" w:hAnsi="Times New Roman"/>
          <w:sz w:val="28"/>
          <w:szCs w:val="28"/>
        </w:rPr>
        <w:t>На лицевой стороне медали в центре изображен герб города Владивостока, по окружности внизу расположена надпись «ВЛАДИВОСТОК».</w:t>
      </w:r>
    </w:p>
    <w:p w:rsidR="004509B7" w:rsidRPr="004509B7" w:rsidRDefault="004509B7" w:rsidP="0045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B7">
        <w:rPr>
          <w:rFonts w:ascii="Times New Roman" w:hAnsi="Times New Roman"/>
          <w:sz w:val="28"/>
          <w:szCs w:val="28"/>
        </w:rPr>
        <w:t>На оборотной стороне медали в центре в два ряда расположена надпись «ЗА БЕЗУПРЕЧНЫЙ ТРУД», по окружности медали внизу изображены две лавровые ветви.</w:t>
      </w:r>
    </w:p>
    <w:p w:rsidR="004509B7" w:rsidRPr="004509B7" w:rsidRDefault="004509B7" w:rsidP="0045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B7">
        <w:rPr>
          <w:rFonts w:ascii="Times New Roman" w:hAnsi="Times New Roman"/>
          <w:sz w:val="28"/>
          <w:szCs w:val="28"/>
        </w:rPr>
        <w:t>Все изображения и надписи на медали выпуклые. Края медали окаймлены бортиком.</w:t>
      </w:r>
    </w:p>
    <w:p w:rsidR="004509B7" w:rsidRPr="004509B7" w:rsidRDefault="004509B7" w:rsidP="0045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B7">
        <w:rPr>
          <w:rFonts w:ascii="Times New Roman" w:hAnsi="Times New Roman"/>
          <w:sz w:val="28"/>
          <w:szCs w:val="28"/>
        </w:rPr>
        <w:t>Медаль при помощи ушка и кольца соединяется с пятиугольной колодкой высотой 50 мм, обтянутой шелковой красной (бордовой) муаровой лентой шириной 24 мм. На ленте продольные полоски серебряного и желтого цвета расположены слева направо в следующей последовательности: серебряная шириной 4 мм, желтая шириной 4 мм, расстояние между полосками 1,5 мм. Желтая полоска отстоит от правого края ленты на 1,5 мм.</w:t>
      </w:r>
    </w:p>
    <w:p w:rsidR="004F34C0" w:rsidRPr="00FF2491" w:rsidRDefault="004509B7" w:rsidP="0045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B7">
        <w:rPr>
          <w:rFonts w:ascii="Times New Roman" w:hAnsi="Times New Roman"/>
          <w:sz w:val="28"/>
          <w:szCs w:val="28"/>
        </w:rPr>
        <w:t>Колодка с медалью при помощи булавки крепится к одежде.</w:t>
      </w:r>
    </w:p>
    <w:p w:rsidR="004F34C0" w:rsidRPr="00FF2491" w:rsidRDefault="004F34C0" w:rsidP="004F34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09B7" w:rsidRDefault="004509B7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47383" w:rsidRDefault="00D47383" w:rsidP="00D4738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F34C0" w:rsidTr="00301543">
        <w:tc>
          <w:tcPr>
            <w:tcW w:w="4927" w:type="dxa"/>
            <w:shd w:val="clear" w:color="auto" w:fill="auto"/>
          </w:tcPr>
          <w:p w:rsidR="004509B7" w:rsidRDefault="004509B7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9B7" w:rsidRDefault="004509B7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4C0" w:rsidRDefault="004F34C0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4C0" w:rsidRPr="00A7759F" w:rsidRDefault="004F34C0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F96" w:rsidRDefault="00BA7F96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4C0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4 </w:t>
            </w:r>
          </w:p>
          <w:p w:rsidR="004F34C0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4F34C0" w:rsidRPr="00A7759F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</w:t>
            </w:r>
            <w:r w:rsidR="005A54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-МПА</w:t>
            </w:r>
          </w:p>
          <w:p w:rsidR="004F34C0" w:rsidRPr="00A7759F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269D" w:rsidRDefault="0001269D" w:rsidP="004F34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34C0" w:rsidRPr="00840465" w:rsidRDefault="004F34C0" w:rsidP="004F34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Образец</w:t>
      </w:r>
    </w:p>
    <w:p w:rsidR="004F34C0" w:rsidRPr="00C96701" w:rsidRDefault="004F34C0" w:rsidP="00C967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удостоверения м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едали </w:t>
      </w:r>
      <w:r>
        <w:rPr>
          <w:rFonts w:ascii="Times New Roman" w:hAnsi="Times New Roman" w:cs="Times New Roman"/>
          <w:b w:val="0"/>
          <w:sz w:val="28"/>
          <w:szCs w:val="28"/>
        </w:rPr>
        <w:t>«З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5A546E">
        <w:rPr>
          <w:rFonts w:ascii="Times New Roman" w:hAnsi="Times New Roman" w:cs="Times New Roman"/>
          <w:b w:val="0"/>
          <w:sz w:val="28"/>
          <w:szCs w:val="28"/>
        </w:rPr>
        <w:t>безупречный труд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F34C0" w:rsidRDefault="00203556" w:rsidP="00203556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40509" cy="6124575"/>
            <wp:effectExtent l="0" t="0" r="8255" b="0"/>
            <wp:docPr id="5" name="Рисунок 5" descr="C:\Users\gurinovich\AppData\Local\Microsoft\Windows\INetCache\Content.Word\Удостоверение За безупречный 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urinovich\AppData\Local\Microsoft\Windows\INetCache\Content.Word\Удостоверение За безупречный труд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3" cy="612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701" w:rsidRDefault="00C96701" w:rsidP="004F34C0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</w:p>
    <w:p w:rsidR="00D47383" w:rsidRDefault="00D47383" w:rsidP="00D4738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1269D" w:rsidRDefault="0001269D" w:rsidP="004F34C0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F34C0" w:rsidTr="00301543">
        <w:tc>
          <w:tcPr>
            <w:tcW w:w="4927" w:type="dxa"/>
            <w:shd w:val="clear" w:color="auto" w:fill="auto"/>
          </w:tcPr>
          <w:p w:rsidR="004F34C0" w:rsidRPr="00A7759F" w:rsidRDefault="004F34C0" w:rsidP="003015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4F34C0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5 </w:t>
            </w:r>
          </w:p>
          <w:p w:rsidR="004F34C0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4F34C0" w:rsidRPr="00A7759F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</w:t>
            </w:r>
            <w:r w:rsidR="005A54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-МПА</w:t>
            </w:r>
          </w:p>
          <w:p w:rsidR="004F34C0" w:rsidRPr="00A7759F" w:rsidRDefault="004F34C0" w:rsidP="00FD09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4C0" w:rsidRDefault="004F34C0" w:rsidP="004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34C0" w:rsidRPr="00840465" w:rsidRDefault="004F34C0" w:rsidP="004F34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Описание</w:t>
      </w:r>
    </w:p>
    <w:p w:rsidR="004F34C0" w:rsidRDefault="004F34C0" w:rsidP="00C967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удостоверения м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едали </w:t>
      </w:r>
      <w:r>
        <w:rPr>
          <w:rFonts w:ascii="Times New Roman" w:hAnsi="Times New Roman" w:cs="Times New Roman"/>
          <w:b w:val="0"/>
          <w:sz w:val="28"/>
          <w:szCs w:val="28"/>
        </w:rPr>
        <w:t>«З</w:t>
      </w:r>
      <w:r w:rsidRPr="00840465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5A546E">
        <w:rPr>
          <w:rFonts w:ascii="Times New Roman" w:hAnsi="Times New Roman" w:cs="Times New Roman"/>
          <w:b w:val="0"/>
          <w:sz w:val="28"/>
          <w:szCs w:val="28"/>
        </w:rPr>
        <w:t>безупречный труд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96701" w:rsidRPr="00C96701" w:rsidRDefault="00C96701" w:rsidP="00C967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563AA" w:rsidRPr="002563AA" w:rsidRDefault="002563AA" w:rsidP="002563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3AA">
        <w:rPr>
          <w:rFonts w:ascii="Times New Roman" w:hAnsi="Times New Roman"/>
          <w:color w:val="000000"/>
          <w:sz w:val="28"/>
          <w:szCs w:val="28"/>
        </w:rPr>
        <w:t>Удостоверение к медали «За безупречный труд изготавливается из плотного картона белого цвета. Удостоверение в сложенном виде имеет размер 80 х 110 мм.</w:t>
      </w:r>
    </w:p>
    <w:p w:rsidR="002563AA" w:rsidRPr="002563AA" w:rsidRDefault="002563AA" w:rsidP="002563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3AA">
        <w:rPr>
          <w:rFonts w:ascii="Times New Roman" w:hAnsi="Times New Roman"/>
          <w:color w:val="000000"/>
          <w:sz w:val="28"/>
          <w:szCs w:val="28"/>
        </w:rPr>
        <w:t>На обложке удостоверения располагаются цветной герб Владивостока, над ним надпись: «ГОРОД ВЛАДИВОСТОК» - в одну строку, ниже герба надпись «УДОСТОВЕРЕНИЕ К МЕДАЛИ «ЗА БЕЗУПРЕЧНЫЙ ТРУД» - в три строки.</w:t>
      </w:r>
    </w:p>
    <w:p w:rsidR="002563AA" w:rsidRPr="002563AA" w:rsidRDefault="002563AA" w:rsidP="002563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3AA">
        <w:rPr>
          <w:rFonts w:ascii="Times New Roman" w:hAnsi="Times New Roman"/>
          <w:color w:val="000000"/>
          <w:sz w:val="28"/>
          <w:szCs w:val="28"/>
        </w:rPr>
        <w:t>На левой стороне разворота удостоверения помещается цветное изображение лицевой стороны медали «За безупречный труд».</w:t>
      </w:r>
    </w:p>
    <w:p w:rsidR="002563AA" w:rsidRPr="002563AA" w:rsidRDefault="002563AA" w:rsidP="002563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3AA">
        <w:rPr>
          <w:rFonts w:ascii="Times New Roman" w:hAnsi="Times New Roman"/>
          <w:color w:val="000000"/>
          <w:sz w:val="28"/>
          <w:szCs w:val="28"/>
        </w:rPr>
        <w:t>В верхней части правой стороны разворота удостоверения располагается надпись «УДОСТОВЕРЕНИЕ», ниже место для внесения фамилии, имени и отчества.</w:t>
      </w:r>
    </w:p>
    <w:p w:rsidR="002563AA" w:rsidRPr="002563AA" w:rsidRDefault="002563AA" w:rsidP="002563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3AA">
        <w:rPr>
          <w:rFonts w:ascii="Times New Roman" w:hAnsi="Times New Roman"/>
          <w:color w:val="000000"/>
          <w:sz w:val="28"/>
          <w:szCs w:val="28"/>
        </w:rPr>
        <w:t>Далее помещаются надписи: «награжде</w:t>
      </w:r>
      <w:proofErr w:type="gramStart"/>
      <w:r w:rsidRPr="002563AA">
        <w:rPr>
          <w:rFonts w:ascii="Times New Roman" w:hAnsi="Times New Roman"/>
          <w:color w:val="000000"/>
          <w:sz w:val="28"/>
          <w:szCs w:val="28"/>
        </w:rPr>
        <w:t>н(</w:t>
      </w:r>
      <w:proofErr w:type="gramEnd"/>
      <w:r w:rsidRPr="002563AA">
        <w:rPr>
          <w:rFonts w:ascii="Times New Roman" w:hAnsi="Times New Roman"/>
          <w:color w:val="000000"/>
          <w:sz w:val="28"/>
          <w:szCs w:val="28"/>
        </w:rPr>
        <w:t xml:space="preserve">а) медалью» - в одну строку, «ЗА БЕЗУПРЕЧНЫЙ ТРУД » -  в одну строку. </w:t>
      </w:r>
    </w:p>
    <w:p w:rsidR="00D47383" w:rsidRDefault="002563AA" w:rsidP="005A546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3AA">
        <w:rPr>
          <w:rFonts w:ascii="Times New Roman" w:hAnsi="Times New Roman"/>
          <w:color w:val="000000"/>
          <w:sz w:val="28"/>
          <w:szCs w:val="28"/>
        </w:rPr>
        <w:t>Ниже место для внесения наименования и реквизитов  распорядительного документа, место для подписи удостоверения и печати.</w:t>
      </w:r>
    </w:p>
    <w:p w:rsidR="00D47383" w:rsidRDefault="00D47383" w:rsidP="005A546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7383" w:rsidRDefault="00D47383" w:rsidP="005A546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34C0" w:rsidRDefault="00D47383" w:rsidP="00D47383">
      <w:pPr>
        <w:pStyle w:val="ConsPlusNormal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4F34C0">
        <w:rPr>
          <w:rFonts w:ascii="Times New Roman" w:hAnsi="Times New Roman"/>
          <w:color w:val="000000"/>
          <w:sz w:val="28"/>
          <w:szCs w:val="28"/>
        </w:rPr>
        <w:t>»</w:t>
      </w:r>
      <w:r w:rsidR="005A546E">
        <w:rPr>
          <w:rFonts w:ascii="Times New Roman" w:hAnsi="Times New Roman"/>
          <w:color w:val="000000"/>
          <w:sz w:val="28"/>
          <w:szCs w:val="28"/>
        </w:rPr>
        <w:t>.</w:t>
      </w:r>
    </w:p>
    <w:p w:rsidR="004F34C0" w:rsidRDefault="004F34C0" w:rsidP="004F34C0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</w:p>
    <w:sectPr w:rsidR="004F34C0" w:rsidSect="0073709B">
      <w:headerReference w:type="default" r:id="rId14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008" w:rsidRDefault="00814008">
      <w:pPr>
        <w:spacing w:after="0" w:line="240" w:lineRule="auto"/>
      </w:pPr>
      <w:r>
        <w:separator/>
      </w:r>
    </w:p>
  </w:endnote>
  <w:endnote w:type="continuationSeparator" w:id="0">
    <w:p w:rsidR="00814008" w:rsidRDefault="00814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008" w:rsidRDefault="00814008">
      <w:pPr>
        <w:spacing w:after="0" w:line="240" w:lineRule="auto"/>
      </w:pPr>
      <w:r>
        <w:separator/>
      </w:r>
    </w:p>
  </w:footnote>
  <w:footnote w:type="continuationSeparator" w:id="0">
    <w:p w:rsidR="00814008" w:rsidRDefault="00814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35740"/>
      <w:docPartObj>
        <w:docPartGallery w:val="Page Numbers (Top of Page)"/>
        <w:docPartUnique/>
      </w:docPartObj>
    </w:sdtPr>
    <w:sdtEndPr/>
    <w:sdtContent>
      <w:p w:rsidR="00D54DD3" w:rsidRDefault="00D54D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F54">
          <w:rPr>
            <w:noProof/>
          </w:rPr>
          <w:t>7</w:t>
        </w:r>
        <w:r>
          <w:fldChar w:fldCharType="end"/>
        </w:r>
      </w:p>
    </w:sdtContent>
  </w:sdt>
  <w:p w:rsidR="00D54DD3" w:rsidRDefault="00D54D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7A61"/>
    <w:multiLevelType w:val="hybridMultilevel"/>
    <w:tmpl w:val="46DA7DD0"/>
    <w:lvl w:ilvl="0" w:tplc="300ED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F1CB3"/>
    <w:multiLevelType w:val="hybridMultilevel"/>
    <w:tmpl w:val="4FAE4C5A"/>
    <w:lvl w:ilvl="0" w:tplc="AC3CEE9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8A9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19EC2210"/>
    <w:multiLevelType w:val="hybridMultilevel"/>
    <w:tmpl w:val="898645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418DF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AA071EC"/>
    <w:multiLevelType w:val="hybridMultilevel"/>
    <w:tmpl w:val="60FE5EF2"/>
    <w:lvl w:ilvl="0" w:tplc="71D2E3D8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63224B"/>
    <w:multiLevelType w:val="hybridMultilevel"/>
    <w:tmpl w:val="23F0FEB6"/>
    <w:lvl w:ilvl="0" w:tplc="152A5B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A02E5"/>
    <w:multiLevelType w:val="hybridMultilevel"/>
    <w:tmpl w:val="FBA22658"/>
    <w:lvl w:ilvl="0" w:tplc="C4DA5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74A95"/>
    <w:multiLevelType w:val="hybridMultilevel"/>
    <w:tmpl w:val="8568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41FD"/>
    <w:multiLevelType w:val="hybridMultilevel"/>
    <w:tmpl w:val="B314B93E"/>
    <w:lvl w:ilvl="0" w:tplc="94D8B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A93759"/>
    <w:multiLevelType w:val="hybridMultilevel"/>
    <w:tmpl w:val="2A00C858"/>
    <w:lvl w:ilvl="0" w:tplc="67CC5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B53978"/>
    <w:multiLevelType w:val="multilevel"/>
    <w:tmpl w:val="C874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6417C"/>
    <w:multiLevelType w:val="multilevel"/>
    <w:tmpl w:val="CF7E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4C5BC5"/>
    <w:multiLevelType w:val="multilevel"/>
    <w:tmpl w:val="09043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68409FF"/>
    <w:multiLevelType w:val="hybridMultilevel"/>
    <w:tmpl w:val="698C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2"/>
  </w:num>
  <w:num w:numId="6">
    <w:abstractNumId w:val="10"/>
  </w:num>
  <w:num w:numId="7">
    <w:abstractNumId w:val="14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5"/>
  </w:num>
  <w:num w:numId="13">
    <w:abstractNumId w:val="8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E3"/>
    <w:rsid w:val="000025E2"/>
    <w:rsid w:val="00005EC1"/>
    <w:rsid w:val="0001043A"/>
    <w:rsid w:val="00011AED"/>
    <w:rsid w:val="0001269D"/>
    <w:rsid w:val="000137B5"/>
    <w:rsid w:val="00020B17"/>
    <w:rsid w:val="000273C6"/>
    <w:rsid w:val="00035D30"/>
    <w:rsid w:val="00040CCD"/>
    <w:rsid w:val="00041F48"/>
    <w:rsid w:val="00044DCD"/>
    <w:rsid w:val="00045219"/>
    <w:rsid w:val="000502D0"/>
    <w:rsid w:val="000504FE"/>
    <w:rsid w:val="00060AF0"/>
    <w:rsid w:val="0007129B"/>
    <w:rsid w:val="00082B51"/>
    <w:rsid w:val="00085001"/>
    <w:rsid w:val="00087FC1"/>
    <w:rsid w:val="00090040"/>
    <w:rsid w:val="000919A5"/>
    <w:rsid w:val="00091C57"/>
    <w:rsid w:val="000A3A1C"/>
    <w:rsid w:val="000A3AAD"/>
    <w:rsid w:val="000A49EF"/>
    <w:rsid w:val="000A4A3A"/>
    <w:rsid w:val="000A538F"/>
    <w:rsid w:val="000A6853"/>
    <w:rsid w:val="000A6E78"/>
    <w:rsid w:val="000C0714"/>
    <w:rsid w:val="000C0F65"/>
    <w:rsid w:val="000C1BC4"/>
    <w:rsid w:val="000C1E07"/>
    <w:rsid w:val="000C464B"/>
    <w:rsid w:val="000D06CA"/>
    <w:rsid w:val="000D3CEF"/>
    <w:rsid w:val="000D604D"/>
    <w:rsid w:val="000E471D"/>
    <w:rsid w:val="000E5791"/>
    <w:rsid w:val="000F3C3B"/>
    <w:rsid w:val="00101353"/>
    <w:rsid w:val="00104A35"/>
    <w:rsid w:val="0011155C"/>
    <w:rsid w:val="00115BAB"/>
    <w:rsid w:val="00122452"/>
    <w:rsid w:val="00123779"/>
    <w:rsid w:val="00153689"/>
    <w:rsid w:val="00153D44"/>
    <w:rsid w:val="00154D8D"/>
    <w:rsid w:val="00166874"/>
    <w:rsid w:val="00170158"/>
    <w:rsid w:val="00174579"/>
    <w:rsid w:val="001760D5"/>
    <w:rsid w:val="00181C37"/>
    <w:rsid w:val="0018487A"/>
    <w:rsid w:val="001860E5"/>
    <w:rsid w:val="00195806"/>
    <w:rsid w:val="001B01F9"/>
    <w:rsid w:val="001B07F2"/>
    <w:rsid w:val="001B3617"/>
    <w:rsid w:val="001C1070"/>
    <w:rsid w:val="001D17EB"/>
    <w:rsid w:val="001D658B"/>
    <w:rsid w:val="001E0AEC"/>
    <w:rsid w:val="001E5AE1"/>
    <w:rsid w:val="001F36EB"/>
    <w:rsid w:val="002006F7"/>
    <w:rsid w:val="00203556"/>
    <w:rsid w:val="00211207"/>
    <w:rsid w:val="002157D1"/>
    <w:rsid w:val="00215C76"/>
    <w:rsid w:val="00222373"/>
    <w:rsid w:val="00223DEC"/>
    <w:rsid w:val="002240D9"/>
    <w:rsid w:val="002242F6"/>
    <w:rsid w:val="0023151C"/>
    <w:rsid w:val="002403B0"/>
    <w:rsid w:val="0024123D"/>
    <w:rsid w:val="002466C8"/>
    <w:rsid w:val="002474F9"/>
    <w:rsid w:val="0025357C"/>
    <w:rsid w:val="00254664"/>
    <w:rsid w:val="002563AA"/>
    <w:rsid w:val="002577EC"/>
    <w:rsid w:val="00261D20"/>
    <w:rsid w:val="002628D1"/>
    <w:rsid w:val="00266F53"/>
    <w:rsid w:val="0027407B"/>
    <w:rsid w:val="0028040B"/>
    <w:rsid w:val="002808DA"/>
    <w:rsid w:val="0029682A"/>
    <w:rsid w:val="00296B65"/>
    <w:rsid w:val="002A3632"/>
    <w:rsid w:val="002B1330"/>
    <w:rsid w:val="002C4C23"/>
    <w:rsid w:val="002D1862"/>
    <w:rsid w:val="002D2CD1"/>
    <w:rsid w:val="002D32B0"/>
    <w:rsid w:val="002D4A0E"/>
    <w:rsid w:val="002D67BF"/>
    <w:rsid w:val="002E0430"/>
    <w:rsid w:val="002E39E9"/>
    <w:rsid w:val="002E4C3A"/>
    <w:rsid w:val="002F31A9"/>
    <w:rsid w:val="002F721D"/>
    <w:rsid w:val="00306533"/>
    <w:rsid w:val="00306C0F"/>
    <w:rsid w:val="00307A2F"/>
    <w:rsid w:val="003201B9"/>
    <w:rsid w:val="003226F0"/>
    <w:rsid w:val="00324CB9"/>
    <w:rsid w:val="00332CC9"/>
    <w:rsid w:val="003378B0"/>
    <w:rsid w:val="00341D4C"/>
    <w:rsid w:val="00343B41"/>
    <w:rsid w:val="00344319"/>
    <w:rsid w:val="003450C3"/>
    <w:rsid w:val="00345F59"/>
    <w:rsid w:val="00350970"/>
    <w:rsid w:val="003525BE"/>
    <w:rsid w:val="003548FC"/>
    <w:rsid w:val="003624AF"/>
    <w:rsid w:val="00366FE2"/>
    <w:rsid w:val="00367A3F"/>
    <w:rsid w:val="00390B2F"/>
    <w:rsid w:val="00390F25"/>
    <w:rsid w:val="003B0A94"/>
    <w:rsid w:val="003B39FA"/>
    <w:rsid w:val="003B4E3A"/>
    <w:rsid w:val="003B680C"/>
    <w:rsid w:val="003C16E7"/>
    <w:rsid w:val="003C5A85"/>
    <w:rsid w:val="003D16F0"/>
    <w:rsid w:val="003D3A17"/>
    <w:rsid w:val="003D5AA1"/>
    <w:rsid w:val="003E5EA5"/>
    <w:rsid w:val="003E6673"/>
    <w:rsid w:val="003F0075"/>
    <w:rsid w:val="003F4513"/>
    <w:rsid w:val="003F4C47"/>
    <w:rsid w:val="0040347B"/>
    <w:rsid w:val="004041E4"/>
    <w:rsid w:val="0040770A"/>
    <w:rsid w:val="00411811"/>
    <w:rsid w:val="004122EF"/>
    <w:rsid w:val="004137B0"/>
    <w:rsid w:val="00417250"/>
    <w:rsid w:val="004243C2"/>
    <w:rsid w:val="00424CE5"/>
    <w:rsid w:val="00430281"/>
    <w:rsid w:val="00437C9A"/>
    <w:rsid w:val="004409F5"/>
    <w:rsid w:val="00440FD0"/>
    <w:rsid w:val="00442588"/>
    <w:rsid w:val="00447124"/>
    <w:rsid w:val="00450506"/>
    <w:rsid w:val="004509B7"/>
    <w:rsid w:val="004543C7"/>
    <w:rsid w:val="00454856"/>
    <w:rsid w:val="00457C17"/>
    <w:rsid w:val="00457C64"/>
    <w:rsid w:val="0046090F"/>
    <w:rsid w:val="00462FF2"/>
    <w:rsid w:val="00464529"/>
    <w:rsid w:val="0046589A"/>
    <w:rsid w:val="00467A28"/>
    <w:rsid w:val="00471023"/>
    <w:rsid w:val="00472390"/>
    <w:rsid w:val="004734CB"/>
    <w:rsid w:val="0047791E"/>
    <w:rsid w:val="0048167A"/>
    <w:rsid w:val="004838C3"/>
    <w:rsid w:val="00484B1B"/>
    <w:rsid w:val="00496E28"/>
    <w:rsid w:val="004A144D"/>
    <w:rsid w:val="004B18A6"/>
    <w:rsid w:val="004B2E89"/>
    <w:rsid w:val="004C05E6"/>
    <w:rsid w:val="004C1E2D"/>
    <w:rsid w:val="004C517D"/>
    <w:rsid w:val="004C7151"/>
    <w:rsid w:val="004C7491"/>
    <w:rsid w:val="004D7009"/>
    <w:rsid w:val="004E4499"/>
    <w:rsid w:val="004F1EE1"/>
    <w:rsid w:val="004F34C0"/>
    <w:rsid w:val="004F372F"/>
    <w:rsid w:val="004F6911"/>
    <w:rsid w:val="004F6D56"/>
    <w:rsid w:val="00502070"/>
    <w:rsid w:val="00510A94"/>
    <w:rsid w:val="00517D48"/>
    <w:rsid w:val="00524588"/>
    <w:rsid w:val="00526C31"/>
    <w:rsid w:val="00532349"/>
    <w:rsid w:val="005349CD"/>
    <w:rsid w:val="005430C1"/>
    <w:rsid w:val="005447E6"/>
    <w:rsid w:val="00551038"/>
    <w:rsid w:val="005548F6"/>
    <w:rsid w:val="005564F8"/>
    <w:rsid w:val="00570D0B"/>
    <w:rsid w:val="00583533"/>
    <w:rsid w:val="005849C4"/>
    <w:rsid w:val="00587109"/>
    <w:rsid w:val="00590A1B"/>
    <w:rsid w:val="0059684D"/>
    <w:rsid w:val="005A449B"/>
    <w:rsid w:val="005A4B6F"/>
    <w:rsid w:val="005A546E"/>
    <w:rsid w:val="005A7C2C"/>
    <w:rsid w:val="005B2855"/>
    <w:rsid w:val="005C1C23"/>
    <w:rsid w:val="005D02AE"/>
    <w:rsid w:val="005D2B84"/>
    <w:rsid w:val="005D46CE"/>
    <w:rsid w:val="005D707F"/>
    <w:rsid w:val="005E0B4A"/>
    <w:rsid w:val="005E2C1D"/>
    <w:rsid w:val="005E39A4"/>
    <w:rsid w:val="005E437B"/>
    <w:rsid w:val="005E57EB"/>
    <w:rsid w:val="005F474E"/>
    <w:rsid w:val="00600B50"/>
    <w:rsid w:val="006023CB"/>
    <w:rsid w:val="00604666"/>
    <w:rsid w:val="00605C93"/>
    <w:rsid w:val="0060639A"/>
    <w:rsid w:val="00616F09"/>
    <w:rsid w:val="00617486"/>
    <w:rsid w:val="0062332A"/>
    <w:rsid w:val="00624062"/>
    <w:rsid w:val="00630075"/>
    <w:rsid w:val="00634D8D"/>
    <w:rsid w:val="00641B35"/>
    <w:rsid w:val="0065038D"/>
    <w:rsid w:val="00651DB5"/>
    <w:rsid w:val="00660C5A"/>
    <w:rsid w:val="00665A3E"/>
    <w:rsid w:val="00667678"/>
    <w:rsid w:val="00682CE9"/>
    <w:rsid w:val="00694DEA"/>
    <w:rsid w:val="006A31E9"/>
    <w:rsid w:val="006A4F27"/>
    <w:rsid w:val="006C4046"/>
    <w:rsid w:val="006E0879"/>
    <w:rsid w:val="006E1033"/>
    <w:rsid w:val="006E142C"/>
    <w:rsid w:val="006E16D5"/>
    <w:rsid w:val="006E19BC"/>
    <w:rsid w:val="006E67F1"/>
    <w:rsid w:val="006F2E59"/>
    <w:rsid w:val="006F4F3F"/>
    <w:rsid w:val="007019E5"/>
    <w:rsid w:val="00701A11"/>
    <w:rsid w:val="00702715"/>
    <w:rsid w:val="00712A15"/>
    <w:rsid w:val="00715BA5"/>
    <w:rsid w:val="00717EEF"/>
    <w:rsid w:val="00722991"/>
    <w:rsid w:val="00733CAE"/>
    <w:rsid w:val="0073709B"/>
    <w:rsid w:val="00746659"/>
    <w:rsid w:val="0075307A"/>
    <w:rsid w:val="00754991"/>
    <w:rsid w:val="00756C50"/>
    <w:rsid w:val="00765CBD"/>
    <w:rsid w:val="007708CD"/>
    <w:rsid w:val="007713A7"/>
    <w:rsid w:val="007806AC"/>
    <w:rsid w:val="00780CEC"/>
    <w:rsid w:val="0078240D"/>
    <w:rsid w:val="0078387C"/>
    <w:rsid w:val="00792321"/>
    <w:rsid w:val="007A1B0C"/>
    <w:rsid w:val="007A4B20"/>
    <w:rsid w:val="007B0287"/>
    <w:rsid w:val="007B0D10"/>
    <w:rsid w:val="007B4B59"/>
    <w:rsid w:val="007C1F8D"/>
    <w:rsid w:val="007D40B5"/>
    <w:rsid w:val="007E1AE2"/>
    <w:rsid w:val="007E1D03"/>
    <w:rsid w:val="007F147D"/>
    <w:rsid w:val="007F77CD"/>
    <w:rsid w:val="007F7F2B"/>
    <w:rsid w:val="008000B3"/>
    <w:rsid w:val="008065A6"/>
    <w:rsid w:val="0080790A"/>
    <w:rsid w:val="0081147B"/>
    <w:rsid w:val="00814008"/>
    <w:rsid w:val="00821369"/>
    <w:rsid w:val="008218CD"/>
    <w:rsid w:val="00822724"/>
    <w:rsid w:val="00823A6A"/>
    <w:rsid w:val="008255E2"/>
    <w:rsid w:val="008318EF"/>
    <w:rsid w:val="008377FA"/>
    <w:rsid w:val="00841D50"/>
    <w:rsid w:val="008554B1"/>
    <w:rsid w:val="00856DB8"/>
    <w:rsid w:val="00856F73"/>
    <w:rsid w:val="008610AD"/>
    <w:rsid w:val="008674BE"/>
    <w:rsid w:val="0087286A"/>
    <w:rsid w:val="00874AB5"/>
    <w:rsid w:val="00881802"/>
    <w:rsid w:val="008821D0"/>
    <w:rsid w:val="008826DF"/>
    <w:rsid w:val="00887F8B"/>
    <w:rsid w:val="008947F9"/>
    <w:rsid w:val="0089554A"/>
    <w:rsid w:val="008A2E7E"/>
    <w:rsid w:val="008A411A"/>
    <w:rsid w:val="008A6BEA"/>
    <w:rsid w:val="008B3770"/>
    <w:rsid w:val="008C368B"/>
    <w:rsid w:val="008C7479"/>
    <w:rsid w:val="008D7490"/>
    <w:rsid w:val="008E029C"/>
    <w:rsid w:val="008E5C3F"/>
    <w:rsid w:val="008F2E30"/>
    <w:rsid w:val="009048D6"/>
    <w:rsid w:val="0091424E"/>
    <w:rsid w:val="00921D5A"/>
    <w:rsid w:val="00924CE0"/>
    <w:rsid w:val="00947B1F"/>
    <w:rsid w:val="00950222"/>
    <w:rsid w:val="009511B5"/>
    <w:rsid w:val="00960593"/>
    <w:rsid w:val="00961288"/>
    <w:rsid w:val="0096498D"/>
    <w:rsid w:val="00971658"/>
    <w:rsid w:val="0097436E"/>
    <w:rsid w:val="00976DC1"/>
    <w:rsid w:val="00981D00"/>
    <w:rsid w:val="009908AB"/>
    <w:rsid w:val="00996E0B"/>
    <w:rsid w:val="009A01E5"/>
    <w:rsid w:val="009A3F23"/>
    <w:rsid w:val="009A6EA5"/>
    <w:rsid w:val="009A7436"/>
    <w:rsid w:val="009B1209"/>
    <w:rsid w:val="009C32EC"/>
    <w:rsid w:val="009C6CB3"/>
    <w:rsid w:val="009D0B9D"/>
    <w:rsid w:val="009D149D"/>
    <w:rsid w:val="009D74FB"/>
    <w:rsid w:val="009E4330"/>
    <w:rsid w:val="009E50A8"/>
    <w:rsid w:val="009E5C61"/>
    <w:rsid w:val="00A010A0"/>
    <w:rsid w:val="00A0411C"/>
    <w:rsid w:val="00A06371"/>
    <w:rsid w:val="00A067DB"/>
    <w:rsid w:val="00A14A03"/>
    <w:rsid w:val="00A20C91"/>
    <w:rsid w:val="00A3362C"/>
    <w:rsid w:val="00A346EC"/>
    <w:rsid w:val="00A36510"/>
    <w:rsid w:val="00A42141"/>
    <w:rsid w:val="00A429ED"/>
    <w:rsid w:val="00A453C2"/>
    <w:rsid w:val="00A50F91"/>
    <w:rsid w:val="00A5570F"/>
    <w:rsid w:val="00A563C2"/>
    <w:rsid w:val="00A57118"/>
    <w:rsid w:val="00A606EE"/>
    <w:rsid w:val="00A64688"/>
    <w:rsid w:val="00A74175"/>
    <w:rsid w:val="00AA1D35"/>
    <w:rsid w:val="00AA5175"/>
    <w:rsid w:val="00AA59A9"/>
    <w:rsid w:val="00AA666C"/>
    <w:rsid w:val="00AA7FAE"/>
    <w:rsid w:val="00AB6896"/>
    <w:rsid w:val="00AC5D44"/>
    <w:rsid w:val="00AE3F54"/>
    <w:rsid w:val="00AE75B2"/>
    <w:rsid w:val="00AF2424"/>
    <w:rsid w:val="00AF4B54"/>
    <w:rsid w:val="00AF4D14"/>
    <w:rsid w:val="00B05AE2"/>
    <w:rsid w:val="00B11C9F"/>
    <w:rsid w:val="00B179F9"/>
    <w:rsid w:val="00B254A1"/>
    <w:rsid w:val="00B340A2"/>
    <w:rsid w:val="00B416C3"/>
    <w:rsid w:val="00B4192A"/>
    <w:rsid w:val="00B42DD7"/>
    <w:rsid w:val="00B503A3"/>
    <w:rsid w:val="00B5074D"/>
    <w:rsid w:val="00B546C7"/>
    <w:rsid w:val="00B54ACD"/>
    <w:rsid w:val="00B55FD3"/>
    <w:rsid w:val="00B603F8"/>
    <w:rsid w:val="00B66634"/>
    <w:rsid w:val="00B73104"/>
    <w:rsid w:val="00B73EAE"/>
    <w:rsid w:val="00B8572B"/>
    <w:rsid w:val="00B865B9"/>
    <w:rsid w:val="00B908E1"/>
    <w:rsid w:val="00B92431"/>
    <w:rsid w:val="00B93275"/>
    <w:rsid w:val="00B94133"/>
    <w:rsid w:val="00BA11D7"/>
    <w:rsid w:val="00BA7F96"/>
    <w:rsid w:val="00BB28B0"/>
    <w:rsid w:val="00BB592B"/>
    <w:rsid w:val="00BB618B"/>
    <w:rsid w:val="00BC462C"/>
    <w:rsid w:val="00BC596A"/>
    <w:rsid w:val="00BD4400"/>
    <w:rsid w:val="00BD4BDB"/>
    <w:rsid w:val="00BD6C18"/>
    <w:rsid w:val="00BD7266"/>
    <w:rsid w:val="00BE113B"/>
    <w:rsid w:val="00BE1F63"/>
    <w:rsid w:val="00BE356D"/>
    <w:rsid w:val="00BE47B2"/>
    <w:rsid w:val="00BE4C65"/>
    <w:rsid w:val="00BF62CB"/>
    <w:rsid w:val="00C15215"/>
    <w:rsid w:val="00C357A8"/>
    <w:rsid w:val="00C36A7E"/>
    <w:rsid w:val="00C37771"/>
    <w:rsid w:val="00C421F8"/>
    <w:rsid w:val="00C433EA"/>
    <w:rsid w:val="00C71D05"/>
    <w:rsid w:val="00C76193"/>
    <w:rsid w:val="00C817CE"/>
    <w:rsid w:val="00C837BE"/>
    <w:rsid w:val="00C94B7A"/>
    <w:rsid w:val="00C96701"/>
    <w:rsid w:val="00CA7247"/>
    <w:rsid w:val="00CB181C"/>
    <w:rsid w:val="00CC1348"/>
    <w:rsid w:val="00CC20B2"/>
    <w:rsid w:val="00CC43AE"/>
    <w:rsid w:val="00CC5414"/>
    <w:rsid w:val="00CC54E5"/>
    <w:rsid w:val="00CD57D7"/>
    <w:rsid w:val="00CD5857"/>
    <w:rsid w:val="00CD6181"/>
    <w:rsid w:val="00CE009E"/>
    <w:rsid w:val="00CE7D7F"/>
    <w:rsid w:val="00CF0382"/>
    <w:rsid w:val="00CF2FF3"/>
    <w:rsid w:val="00CF3537"/>
    <w:rsid w:val="00CF755D"/>
    <w:rsid w:val="00D028D0"/>
    <w:rsid w:val="00D055AE"/>
    <w:rsid w:val="00D060F3"/>
    <w:rsid w:val="00D125C7"/>
    <w:rsid w:val="00D13052"/>
    <w:rsid w:val="00D26BB0"/>
    <w:rsid w:val="00D30856"/>
    <w:rsid w:val="00D32A0D"/>
    <w:rsid w:val="00D34428"/>
    <w:rsid w:val="00D40D10"/>
    <w:rsid w:val="00D42A2B"/>
    <w:rsid w:val="00D430E2"/>
    <w:rsid w:val="00D455F4"/>
    <w:rsid w:val="00D47383"/>
    <w:rsid w:val="00D54DD3"/>
    <w:rsid w:val="00D61C94"/>
    <w:rsid w:val="00D62AE8"/>
    <w:rsid w:val="00D65992"/>
    <w:rsid w:val="00D66209"/>
    <w:rsid w:val="00D92016"/>
    <w:rsid w:val="00D94B23"/>
    <w:rsid w:val="00DA52C7"/>
    <w:rsid w:val="00DA64EE"/>
    <w:rsid w:val="00DA6D27"/>
    <w:rsid w:val="00DA7BE5"/>
    <w:rsid w:val="00DF25ED"/>
    <w:rsid w:val="00DF5013"/>
    <w:rsid w:val="00DF7B46"/>
    <w:rsid w:val="00E050B5"/>
    <w:rsid w:val="00E152D6"/>
    <w:rsid w:val="00E17529"/>
    <w:rsid w:val="00E21674"/>
    <w:rsid w:val="00E22904"/>
    <w:rsid w:val="00E27CFB"/>
    <w:rsid w:val="00E27EAA"/>
    <w:rsid w:val="00E31250"/>
    <w:rsid w:val="00E50B43"/>
    <w:rsid w:val="00E52700"/>
    <w:rsid w:val="00E55299"/>
    <w:rsid w:val="00E570E3"/>
    <w:rsid w:val="00E64849"/>
    <w:rsid w:val="00E664CE"/>
    <w:rsid w:val="00E7517E"/>
    <w:rsid w:val="00E77503"/>
    <w:rsid w:val="00E8240F"/>
    <w:rsid w:val="00E83992"/>
    <w:rsid w:val="00E84D47"/>
    <w:rsid w:val="00E875F5"/>
    <w:rsid w:val="00E8789E"/>
    <w:rsid w:val="00E95133"/>
    <w:rsid w:val="00EA4428"/>
    <w:rsid w:val="00EC0A7C"/>
    <w:rsid w:val="00EC3B13"/>
    <w:rsid w:val="00ED1B3F"/>
    <w:rsid w:val="00ED2372"/>
    <w:rsid w:val="00ED354B"/>
    <w:rsid w:val="00ED666B"/>
    <w:rsid w:val="00ED6AD6"/>
    <w:rsid w:val="00ED76FC"/>
    <w:rsid w:val="00EE0F39"/>
    <w:rsid w:val="00EE15FD"/>
    <w:rsid w:val="00F05605"/>
    <w:rsid w:val="00F108D0"/>
    <w:rsid w:val="00F15338"/>
    <w:rsid w:val="00F2157A"/>
    <w:rsid w:val="00F35CA3"/>
    <w:rsid w:val="00F42BCC"/>
    <w:rsid w:val="00F4319D"/>
    <w:rsid w:val="00F5244B"/>
    <w:rsid w:val="00F52A82"/>
    <w:rsid w:val="00F60C4F"/>
    <w:rsid w:val="00F64CFF"/>
    <w:rsid w:val="00F72759"/>
    <w:rsid w:val="00F77A92"/>
    <w:rsid w:val="00F85961"/>
    <w:rsid w:val="00F873FC"/>
    <w:rsid w:val="00F9091C"/>
    <w:rsid w:val="00F91EAB"/>
    <w:rsid w:val="00F93DBB"/>
    <w:rsid w:val="00F9436A"/>
    <w:rsid w:val="00F94521"/>
    <w:rsid w:val="00FB51F5"/>
    <w:rsid w:val="00FB5655"/>
    <w:rsid w:val="00FC53E2"/>
    <w:rsid w:val="00FD093A"/>
    <w:rsid w:val="00FD1377"/>
    <w:rsid w:val="00FD4360"/>
    <w:rsid w:val="00FE2346"/>
    <w:rsid w:val="00FE54F8"/>
    <w:rsid w:val="00FE63BF"/>
    <w:rsid w:val="00FE6F63"/>
    <w:rsid w:val="00FE70D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AAC9F7179B2F53164EB1A3B85C0BF60E47D36A3AF8CB596AEAAAD099y2v0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AAC9F7179B2F53164EB1A3B85C0BF60E47D36A3AF8CB596AEAAAD099y2v0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7A24-A59F-4541-85A2-1A84984D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0</TotalTime>
  <Pages>7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Гуринович</dc:creator>
  <cp:lastModifiedBy>Татьяна Ивановна Гуринович</cp:lastModifiedBy>
  <cp:revision>2</cp:revision>
  <cp:lastPrinted>2024-08-29T05:43:00Z</cp:lastPrinted>
  <dcterms:created xsi:type="dcterms:W3CDTF">2025-12-02T01:32:00Z</dcterms:created>
  <dcterms:modified xsi:type="dcterms:W3CDTF">2025-12-02T01:32:00Z</dcterms:modified>
</cp:coreProperties>
</file>