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95" w:rsidRPr="00F34158" w:rsidRDefault="00A54532" w:rsidP="00F40468">
      <w:pPr>
        <w:widowControl w:val="0"/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6750" cy="8191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295" w:rsidRPr="00E60D3C" w:rsidRDefault="00582295" w:rsidP="00BA2EA9">
      <w:pPr>
        <w:pStyle w:val="a6"/>
        <w:widowControl w:val="0"/>
        <w:rPr>
          <w:b w:val="0"/>
          <w:sz w:val="30"/>
          <w:szCs w:val="30"/>
        </w:rPr>
      </w:pPr>
      <w:r>
        <w:rPr>
          <w:sz w:val="30"/>
          <w:szCs w:val="30"/>
        </w:rPr>
        <w:t xml:space="preserve">АДМИНИСТРАЦИЯ  </w:t>
      </w:r>
    </w:p>
    <w:p w:rsidR="00582295" w:rsidRDefault="00582295" w:rsidP="00BA2EA9">
      <w:pPr>
        <w:pStyle w:val="2"/>
        <w:keepNext w:val="0"/>
        <w:widowControl w:val="0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582295" w:rsidRDefault="00582295" w:rsidP="00BA2EA9">
      <w:pPr>
        <w:widowControl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582295" w:rsidRPr="00F34158" w:rsidRDefault="00582295" w:rsidP="00BA2EA9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58229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295" w:rsidRPr="0073709B" w:rsidRDefault="00582295" w:rsidP="00BA2EA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582295" w:rsidRPr="0073709B" w:rsidRDefault="00582295" w:rsidP="00BA2E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582295" w:rsidRPr="0073709B" w:rsidRDefault="00582295" w:rsidP="00BA2E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295" w:rsidRPr="0073709B" w:rsidRDefault="00582295" w:rsidP="00BA2EA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82295" w:rsidRDefault="00582295" w:rsidP="0082061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0152" w:rsidRDefault="00250152" w:rsidP="00A95099">
      <w:pPr>
        <w:pStyle w:val="ConsPlusNormal"/>
        <w:jc w:val="center"/>
        <w:rPr>
          <w:b/>
        </w:rPr>
      </w:pPr>
    </w:p>
    <w:p w:rsidR="00492280" w:rsidRPr="00F748E0" w:rsidRDefault="00925B8A" w:rsidP="00A95099">
      <w:pPr>
        <w:pStyle w:val="ConsPlusNormal"/>
        <w:jc w:val="center"/>
        <w:rPr>
          <w:b/>
        </w:rPr>
      </w:pPr>
      <w:r>
        <w:rPr>
          <w:b/>
        </w:rPr>
        <w:t xml:space="preserve"> 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15.12.2014 №</w:t>
      </w:r>
      <w:r w:rsidR="00E9172A">
        <w:rPr>
          <w:b/>
        </w:rPr>
        <w:t xml:space="preserve"> </w:t>
      </w:r>
      <w:r>
        <w:rPr>
          <w:b/>
        </w:rPr>
        <w:t>158-МПА «</w:t>
      </w:r>
      <w:r w:rsidRPr="00925B8A">
        <w:rPr>
          <w:b/>
        </w:rPr>
        <w:t>Положение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</w:t>
      </w:r>
      <w:r>
        <w:rPr>
          <w:b/>
        </w:rPr>
        <w:t>рганизациях города Владивостока»</w:t>
      </w:r>
    </w:p>
    <w:p w:rsidR="00A95099" w:rsidRPr="00A95099" w:rsidRDefault="00A95099" w:rsidP="00A9509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5099" w:rsidRPr="00A95099" w:rsidRDefault="00223AE0" w:rsidP="00E97B2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</w:t>
      </w:r>
      <w:r w:rsidR="00B348EE">
        <w:rPr>
          <w:rFonts w:ascii="Times New Roman" w:hAnsi="Times New Roman"/>
          <w:sz w:val="28"/>
          <w:szCs w:val="28"/>
          <w:lang w:eastAsia="ru-RU"/>
        </w:rPr>
        <w:t xml:space="preserve">ления в Российской Федерации», </w:t>
      </w:r>
      <w:r w:rsidR="00925B8A">
        <w:rPr>
          <w:rFonts w:ascii="Times New Roman" w:hAnsi="Times New Roman"/>
          <w:sz w:val="28"/>
          <w:szCs w:val="28"/>
          <w:lang w:eastAsia="ru-RU"/>
        </w:rPr>
        <w:t>со статьей 28 Устава города Владивостока, статьей 40 Регламента Думы города Владивостока</w:t>
      </w:r>
    </w:p>
    <w:p w:rsidR="00A95099" w:rsidRPr="00A95099" w:rsidRDefault="00A95099" w:rsidP="00A9509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5099" w:rsidRPr="00A95099" w:rsidRDefault="00925B8A" w:rsidP="00A9509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 о с т а н о в л я ю</w:t>
      </w:r>
      <w:r w:rsidR="00A95099" w:rsidRPr="00A95099">
        <w:rPr>
          <w:rFonts w:ascii="Times New Roman" w:hAnsi="Times New Roman"/>
          <w:sz w:val="28"/>
          <w:szCs w:val="28"/>
          <w:lang w:eastAsia="ru-RU"/>
        </w:rPr>
        <w:t>:</w:t>
      </w:r>
    </w:p>
    <w:p w:rsidR="00207A22" w:rsidRDefault="00207A22" w:rsidP="00A9509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925B8A" w:rsidP="00925B8A">
      <w:pPr>
        <w:pStyle w:val="ae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Думу города Владивостока проект решения Думы города Владивостока </w:t>
      </w:r>
      <w:r w:rsidRPr="00925B8A">
        <w:rPr>
          <w:rFonts w:ascii="Times New Roman" w:hAnsi="Times New Roman"/>
          <w:sz w:val="28"/>
          <w:szCs w:val="28"/>
          <w:lang w:eastAsia="ru-RU"/>
        </w:rPr>
        <w:t>«О принятии муниципального правового акта города Владивостока «О внесении изменений в муниципальный правовой акт города Владивостока от 15.12.2014 №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25B8A">
        <w:rPr>
          <w:rFonts w:ascii="Times New Roman" w:hAnsi="Times New Roman"/>
          <w:sz w:val="28"/>
          <w:szCs w:val="28"/>
          <w:lang w:eastAsia="ru-RU"/>
        </w:rPr>
        <w:t>158-МПА «Положение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города Владивостока»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:rsidR="00925B8A" w:rsidRDefault="00925B8A" w:rsidP="00925B8A">
      <w:pPr>
        <w:pStyle w:val="ae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Назначить представителем главы города Владивостока при рассмотрении данного вопроса 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первого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заместителя главы администрации 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>Дмитриенко С.М.</w:t>
      </w:r>
    </w:p>
    <w:p w:rsidR="00925B8A" w:rsidRDefault="00925B8A" w:rsidP="00925B8A">
      <w:pPr>
        <w:pStyle w:val="ae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A95099" w:rsidRPr="00925B8A" w:rsidRDefault="00A95099" w:rsidP="00925B8A">
      <w:pPr>
        <w:pStyle w:val="ae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B8A">
        <w:rPr>
          <w:rFonts w:ascii="Times New Roman" w:hAnsi="Times New Roman"/>
          <w:sz w:val="28"/>
          <w:szCs w:val="28"/>
          <w:lang w:eastAsia="ru-RU"/>
        </w:rPr>
        <w:lastRenderedPageBreak/>
        <w:t>Контроль исполнения настоящего постановления возложить на первого заместителя главы администрации Дмитриенко С.М.</w:t>
      </w:r>
    </w:p>
    <w:p w:rsidR="00582295" w:rsidRDefault="00582295" w:rsidP="00F3415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195C" w:rsidRDefault="003B195C" w:rsidP="00F3415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B2F" w:rsidRDefault="00F01045" w:rsidP="00DB7BD5">
      <w:pPr>
        <w:widowControl w:val="0"/>
        <w:spacing w:after="0" w:line="341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582295" w:rsidRPr="00510040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CA5DED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</w:r>
      <w:r w:rsidR="00CA5DED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 w:rsidR="008F62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5DED">
        <w:rPr>
          <w:rFonts w:ascii="Times New Roman" w:hAnsi="Times New Roman"/>
          <w:sz w:val="28"/>
          <w:szCs w:val="28"/>
          <w:lang w:eastAsia="ru-RU"/>
        </w:rPr>
        <w:t>К</w:t>
      </w:r>
      <w:r w:rsidR="003F3D23">
        <w:rPr>
          <w:rFonts w:ascii="Times New Roman" w:hAnsi="Times New Roman"/>
          <w:sz w:val="28"/>
          <w:szCs w:val="28"/>
          <w:lang w:eastAsia="ru-RU"/>
        </w:rPr>
        <w:t>.В.</w:t>
      </w:r>
      <w:r w:rsidR="008F62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5DED">
        <w:rPr>
          <w:rFonts w:ascii="Times New Roman" w:hAnsi="Times New Roman"/>
          <w:sz w:val="28"/>
          <w:szCs w:val="28"/>
          <w:lang w:eastAsia="ru-RU"/>
        </w:rPr>
        <w:t>Шестаков</w:t>
      </w: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0152" w:rsidRDefault="00250152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11E5" w:rsidRDefault="002311E5" w:rsidP="00334830">
      <w:pPr>
        <w:tabs>
          <w:tab w:val="left" w:pos="240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34830" w:rsidRDefault="00B878C1" w:rsidP="00677EAF">
      <w:pPr>
        <w:tabs>
          <w:tab w:val="left" w:pos="2400"/>
        </w:tabs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B878C1" w:rsidRDefault="00B878C1" w:rsidP="00677EAF">
      <w:pPr>
        <w:tabs>
          <w:tab w:val="left" w:pos="2400"/>
        </w:tabs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</w:t>
      </w:r>
      <w:r w:rsidR="00677EAF">
        <w:rPr>
          <w:rFonts w:ascii="Times New Roman" w:hAnsi="Times New Roman"/>
          <w:sz w:val="28"/>
          <w:szCs w:val="28"/>
          <w:lang w:eastAsia="ru-RU"/>
        </w:rPr>
        <w:t xml:space="preserve"> главы</w:t>
      </w:r>
    </w:p>
    <w:p w:rsidR="00B878C1" w:rsidRDefault="00B878C1" w:rsidP="00677EAF">
      <w:pPr>
        <w:tabs>
          <w:tab w:val="left" w:pos="2400"/>
        </w:tabs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 Владивостока</w:t>
      </w:r>
    </w:p>
    <w:p w:rsidR="00B878C1" w:rsidRDefault="00B878C1" w:rsidP="00677EAF">
      <w:pPr>
        <w:tabs>
          <w:tab w:val="left" w:pos="2400"/>
        </w:tabs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                  №</w:t>
      </w:r>
    </w:p>
    <w:p w:rsidR="00677EAF" w:rsidRDefault="00677EAF" w:rsidP="00677EAF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подготовлен главой</w:t>
      </w:r>
    </w:p>
    <w:p w:rsidR="00677EAF" w:rsidRDefault="00677EAF" w:rsidP="00677EAF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 Владивостока</w:t>
      </w:r>
    </w:p>
    <w:p w:rsidR="00B878C1" w:rsidRDefault="00B878C1" w:rsidP="002311E5">
      <w:pPr>
        <w:tabs>
          <w:tab w:val="left" w:pos="2400"/>
        </w:tabs>
        <w:spacing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ДУМА ГОРОДА ВЛАДИВОСТОКА</w:t>
      </w: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F75AB1" w:rsidRDefault="00F75AB1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5AB1" w:rsidRDefault="00F75AB1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</w:tblGrid>
      <w:tr w:rsidR="00F973F2" w:rsidTr="00F973F2">
        <w:trPr>
          <w:trHeight w:val="4184"/>
        </w:trPr>
        <w:tc>
          <w:tcPr>
            <w:tcW w:w="5085" w:type="dxa"/>
          </w:tcPr>
          <w:p w:rsidR="00F973F2" w:rsidRDefault="00F973F2" w:rsidP="00EE6D8F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принятии  </w:t>
            </w:r>
            <w:r w:rsidRPr="00677E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правового </w:t>
            </w:r>
          </w:p>
          <w:p w:rsidR="00F973F2" w:rsidRDefault="00F973F2" w:rsidP="00EE6D8F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7E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акта города Владивостока «О внесении </w:t>
            </w:r>
          </w:p>
          <w:p w:rsidR="00F973F2" w:rsidRDefault="00F973F2" w:rsidP="00EE6D8F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7E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изменений в муниципальный правовой </w:t>
            </w:r>
          </w:p>
          <w:p w:rsidR="00F973F2" w:rsidRDefault="00F973F2" w:rsidP="00EE6D8F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7E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акт города Владивостока от 15.12.2014 </w:t>
            </w:r>
          </w:p>
          <w:p w:rsidR="00F973F2" w:rsidRDefault="00EE6D8F" w:rsidP="00EE6D8F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E917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BA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158-МПА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«Положение </w:t>
            </w:r>
            <w:r w:rsidR="00F973F2" w:rsidRPr="00677EAF">
              <w:rPr>
                <w:rFonts w:ascii="Times New Roman" w:hAnsi="Times New Roman"/>
                <w:sz w:val="28"/>
                <w:szCs w:val="28"/>
                <w:lang w:eastAsia="ru-RU"/>
              </w:rPr>
              <w:t>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города Владивостока»</w:t>
            </w:r>
          </w:p>
          <w:p w:rsidR="00F973F2" w:rsidRDefault="00F973F2" w:rsidP="00B878C1">
            <w:pPr>
              <w:tabs>
                <w:tab w:val="left" w:pos="24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F973F2" w:rsidP="00F973F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973F2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, Уставом города Владивостока Дума города Владивостока</w:t>
      </w:r>
    </w:p>
    <w:p w:rsidR="00F973F2" w:rsidRDefault="00F973F2" w:rsidP="00F973F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 w:rsidP="00E9172A">
      <w:pPr>
        <w:spacing w:after="24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РЕШИЛА:</w:t>
      </w:r>
    </w:p>
    <w:p w:rsidR="00F973F2" w:rsidRDefault="00F973F2" w:rsidP="00F973F2">
      <w:pPr>
        <w:pStyle w:val="ae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Принять муниципальный правовой акт города Владивостока </w:t>
      </w:r>
      <w:r w:rsidR="008A660A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F973F2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муниципальный правовой акт города Владивостока </w:t>
      </w:r>
      <w:r w:rsidR="00C80BA6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973F2">
        <w:rPr>
          <w:rFonts w:ascii="Times New Roman" w:hAnsi="Times New Roman"/>
          <w:sz w:val="28"/>
          <w:szCs w:val="28"/>
          <w:lang w:eastAsia="ru-RU"/>
        </w:rPr>
        <w:t>от 15.12.2014 №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73F2">
        <w:rPr>
          <w:rFonts w:ascii="Times New Roman" w:hAnsi="Times New Roman"/>
          <w:sz w:val="28"/>
          <w:szCs w:val="28"/>
          <w:lang w:eastAsia="ru-RU"/>
        </w:rPr>
        <w:t xml:space="preserve">158-МПА «Положение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</w:t>
      </w:r>
      <w:r w:rsidRPr="00F973F2">
        <w:rPr>
          <w:rFonts w:ascii="Times New Roman" w:hAnsi="Times New Roman"/>
          <w:sz w:val="28"/>
          <w:szCs w:val="28"/>
          <w:lang w:eastAsia="ru-RU"/>
        </w:rPr>
        <w:lastRenderedPageBreak/>
        <w:t>программам в муниципальных образовательных организациях города Владивостока»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973F2" w:rsidRDefault="00F973F2" w:rsidP="00F973F2">
      <w:pPr>
        <w:pStyle w:val="ae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F973F2" w:rsidRDefault="00F973F2" w:rsidP="00F973F2">
      <w:pPr>
        <w:pStyle w:val="ae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F973F2" w:rsidRDefault="00F973F2" w:rsidP="00F973F2">
      <w:pPr>
        <w:widowControl w:val="0"/>
        <w:spacing w:after="0" w:line="341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73F2" w:rsidRPr="00F973F2" w:rsidRDefault="00F973F2" w:rsidP="00F973F2">
      <w:pPr>
        <w:widowControl w:val="0"/>
        <w:spacing w:after="0" w:line="341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Думы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А.П</w:t>
      </w:r>
      <w:r w:rsidRPr="00F973F2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Брик</w:t>
      </w:r>
    </w:p>
    <w:p w:rsidR="00F973F2" w:rsidRPr="00F973F2" w:rsidRDefault="00F973F2" w:rsidP="00F973F2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7EAF" w:rsidRDefault="00677EAF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 w:rsidP="00B878C1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F973F2" w:rsidRDefault="00F973F2" w:rsidP="00F973F2">
      <w:pPr>
        <w:tabs>
          <w:tab w:val="left" w:pos="24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МУНИЦИПАЛЬНЫЙ ПРАВОВОЙ АКТ </w:t>
      </w:r>
      <w:r>
        <w:rPr>
          <w:rFonts w:ascii="Times New Roman" w:hAnsi="Times New Roman"/>
          <w:sz w:val="28"/>
          <w:szCs w:val="28"/>
          <w:lang w:eastAsia="ru-RU"/>
        </w:rPr>
        <w:br/>
        <w:t>ГОРОДА ВЛАДИВОСТОКА</w:t>
      </w: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F79E5" w:rsidRDefault="006F79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80BA6" w:rsidRDefault="00C80BA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75AB1" w:rsidP="00F75A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75AB1">
        <w:rPr>
          <w:rFonts w:ascii="Times New Roman" w:hAnsi="Times New Roman"/>
          <w:sz w:val="28"/>
          <w:szCs w:val="28"/>
          <w:lang w:eastAsia="ru-RU"/>
        </w:rPr>
        <w:t>О внесении изменений в муниципальный правовой акт города Владивостока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F75AB1">
        <w:rPr>
          <w:rFonts w:ascii="Times New Roman" w:hAnsi="Times New Roman"/>
          <w:sz w:val="28"/>
          <w:szCs w:val="28"/>
          <w:lang w:eastAsia="ru-RU"/>
        </w:rPr>
        <w:t xml:space="preserve"> от 15.12.2014 №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AB1">
        <w:rPr>
          <w:rFonts w:ascii="Times New Roman" w:hAnsi="Times New Roman"/>
          <w:sz w:val="28"/>
          <w:szCs w:val="28"/>
          <w:lang w:eastAsia="ru-RU"/>
        </w:rPr>
        <w:t>158-МПА «Положение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города Владивостока»</w:t>
      </w: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5AB1" w:rsidRDefault="00F75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5AB1" w:rsidRDefault="00F75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Принят Думой города Владивостока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«____»____________2025 года</w:t>
      </w: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E99" w:rsidRDefault="00F75AB1" w:rsidP="00F75AB1">
      <w:pPr>
        <w:pStyle w:val="ae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AB1">
        <w:rPr>
          <w:rFonts w:ascii="Times New Roman" w:hAnsi="Times New Roman"/>
          <w:sz w:val="28"/>
          <w:szCs w:val="28"/>
          <w:lang w:eastAsia="ru-RU"/>
        </w:rPr>
        <w:t xml:space="preserve">Внести в муниципальный правовой акт города Владивостока </w:t>
      </w:r>
      <w:r w:rsidR="00C80BA6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Pr="00F75AB1">
        <w:rPr>
          <w:rFonts w:ascii="Times New Roman" w:hAnsi="Times New Roman"/>
          <w:sz w:val="28"/>
          <w:szCs w:val="28"/>
          <w:lang w:eastAsia="ru-RU"/>
        </w:rPr>
        <w:t>от 15.12.2014 №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AB1">
        <w:rPr>
          <w:rFonts w:ascii="Times New Roman" w:hAnsi="Times New Roman"/>
          <w:sz w:val="28"/>
          <w:szCs w:val="28"/>
          <w:lang w:eastAsia="ru-RU"/>
        </w:rPr>
        <w:t>158-МПА «Положение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города Владивостока»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  <w:r w:rsidR="00E9172A" w:rsidRPr="00E9172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973F2" w:rsidRPr="00F75AB1" w:rsidRDefault="00C80BA6" w:rsidP="008E7E99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раздел</w:t>
      </w:r>
      <w:r w:rsidR="00E9172A">
        <w:rPr>
          <w:rFonts w:ascii="Times New Roman" w:hAnsi="Times New Roman"/>
          <w:sz w:val="28"/>
          <w:szCs w:val="28"/>
          <w:lang w:eastAsia="ru-RU"/>
        </w:rPr>
        <w:t xml:space="preserve"> 2 дополнить пунктом 2.20 следующего содержания:</w:t>
      </w:r>
    </w:p>
    <w:p w:rsidR="00927A40" w:rsidRDefault="00A761B6" w:rsidP="00A761B6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«2.20.</w:t>
      </w:r>
      <w:r w:rsidRPr="00A761B6">
        <w:t xml:space="preserve"> </w:t>
      </w:r>
      <w:r w:rsidR="00927A40" w:rsidRPr="00927A40">
        <w:rPr>
          <w:rFonts w:ascii="Times New Roman" w:hAnsi="Times New Roman"/>
          <w:sz w:val="28"/>
          <w:szCs w:val="28"/>
        </w:rPr>
        <w:t>Учащиеся</w:t>
      </w:r>
      <w:r w:rsidR="00927A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7A40" w:rsidRPr="00A761B6">
        <w:rPr>
          <w:rFonts w:ascii="Times New Roman" w:hAnsi="Times New Roman"/>
          <w:sz w:val="28"/>
          <w:szCs w:val="28"/>
          <w:lang w:eastAsia="ru-RU"/>
        </w:rPr>
        <w:t xml:space="preserve">муниципальных общеобразовательных </w:t>
      </w:r>
      <w:r w:rsidR="00927A40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927A40" w:rsidRPr="00A761B6">
        <w:rPr>
          <w:rFonts w:ascii="Times New Roman" w:hAnsi="Times New Roman"/>
          <w:sz w:val="28"/>
          <w:szCs w:val="28"/>
          <w:lang w:eastAsia="ru-RU"/>
        </w:rPr>
        <w:t xml:space="preserve"> города Владивостока</w:t>
      </w:r>
      <w:r w:rsidR="00927A40">
        <w:rPr>
          <w:rFonts w:ascii="Times New Roman" w:hAnsi="Times New Roman"/>
          <w:sz w:val="28"/>
          <w:szCs w:val="28"/>
          <w:lang w:eastAsia="ru-RU"/>
        </w:rPr>
        <w:t xml:space="preserve"> могут </w:t>
      </w:r>
      <w:r w:rsidR="00442CC4">
        <w:rPr>
          <w:rFonts w:ascii="Times New Roman" w:hAnsi="Times New Roman"/>
          <w:sz w:val="28"/>
          <w:szCs w:val="28"/>
          <w:lang w:eastAsia="ru-RU"/>
        </w:rPr>
        <w:t>поощряться</w:t>
      </w:r>
      <w:r w:rsidR="001674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2CC4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9E7745">
        <w:rPr>
          <w:rFonts w:ascii="Times New Roman" w:hAnsi="Times New Roman"/>
          <w:sz w:val="28"/>
          <w:szCs w:val="28"/>
          <w:lang w:eastAsia="ru-RU"/>
        </w:rPr>
        <w:t>награждаться</w:t>
      </w:r>
      <w:r w:rsidR="00927A40">
        <w:rPr>
          <w:rFonts w:ascii="Times New Roman" w:hAnsi="Times New Roman"/>
          <w:sz w:val="28"/>
          <w:szCs w:val="28"/>
          <w:lang w:eastAsia="ru-RU"/>
        </w:rPr>
        <w:t xml:space="preserve"> наградами в порядке, установленном </w:t>
      </w:r>
      <w:r w:rsidR="00EE34F8">
        <w:rPr>
          <w:rFonts w:ascii="Times New Roman" w:hAnsi="Times New Roman"/>
          <w:sz w:val="28"/>
          <w:szCs w:val="28"/>
          <w:lang w:eastAsia="ru-RU"/>
        </w:rPr>
        <w:t xml:space="preserve">законодательством Российской Федерации и </w:t>
      </w:r>
      <w:r w:rsidR="007A701A">
        <w:rPr>
          <w:rFonts w:ascii="Times New Roman" w:hAnsi="Times New Roman"/>
          <w:sz w:val="28"/>
          <w:szCs w:val="28"/>
          <w:lang w:eastAsia="ru-RU"/>
        </w:rPr>
        <w:t>муниципальными правовыми актами Владивостокского городского округа.</w:t>
      </w:r>
      <w:r w:rsidR="00927A4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761B6" w:rsidRDefault="002327DC" w:rsidP="00A761B6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Выпускники</w:t>
      </w:r>
      <w:r w:rsidR="008A660A"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="00A761B6" w:rsidRPr="00A761B6">
        <w:rPr>
          <w:rFonts w:ascii="Times New Roman" w:hAnsi="Times New Roman"/>
          <w:sz w:val="28"/>
          <w:szCs w:val="28"/>
          <w:lang w:eastAsia="ru-RU"/>
        </w:rPr>
        <w:t xml:space="preserve"> классов муниципальных общеобразовательных </w:t>
      </w:r>
      <w:r w:rsidR="00C80BA6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8A660A">
        <w:rPr>
          <w:rFonts w:ascii="Times New Roman" w:hAnsi="Times New Roman"/>
          <w:sz w:val="28"/>
          <w:szCs w:val="28"/>
          <w:lang w:eastAsia="ru-RU"/>
        </w:rPr>
        <w:t xml:space="preserve"> города Владивостока, набравшие</w:t>
      </w:r>
      <w:r w:rsidR="00A761B6" w:rsidRPr="00A761B6">
        <w:rPr>
          <w:rFonts w:ascii="Times New Roman" w:hAnsi="Times New Roman"/>
          <w:sz w:val="28"/>
          <w:szCs w:val="28"/>
          <w:lang w:eastAsia="ru-RU"/>
        </w:rPr>
        <w:t xml:space="preserve"> 100 баллов на едином государственном экзамене в рамках государственной итоговой аттестации по образовательным программам среднего общего образования и поступивши</w:t>
      </w:r>
      <w:r w:rsidR="008A660A">
        <w:rPr>
          <w:rFonts w:ascii="Times New Roman" w:hAnsi="Times New Roman"/>
          <w:sz w:val="28"/>
          <w:szCs w:val="28"/>
          <w:lang w:eastAsia="ru-RU"/>
        </w:rPr>
        <w:t>е</w:t>
      </w:r>
      <w:r w:rsidR="00A761B6" w:rsidRPr="00A761B6">
        <w:rPr>
          <w:rFonts w:ascii="Times New Roman" w:hAnsi="Times New Roman"/>
          <w:sz w:val="28"/>
          <w:szCs w:val="28"/>
          <w:lang w:eastAsia="ru-RU"/>
        </w:rPr>
        <w:t xml:space="preserve"> в образовательные организации Приморского края, осуществляющие обучение по образовательным программам высшего образования</w:t>
      </w:r>
      <w:r w:rsidR="00C80BA6">
        <w:rPr>
          <w:rFonts w:ascii="Times New Roman" w:hAnsi="Times New Roman"/>
          <w:sz w:val="28"/>
          <w:szCs w:val="28"/>
          <w:lang w:eastAsia="ru-RU"/>
        </w:rPr>
        <w:t>,</w:t>
      </w:r>
      <w:r w:rsidR="00A761B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поощряются единовременной денежной выплатой в порядке</w:t>
      </w:r>
      <w:r w:rsidR="00C80BA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установленном администрацией города Владивостока.</w:t>
      </w:r>
      <w:r w:rsidR="008E7E99">
        <w:rPr>
          <w:rFonts w:ascii="Times New Roman" w:hAnsi="Times New Roman"/>
          <w:sz w:val="28"/>
          <w:szCs w:val="28"/>
          <w:lang w:eastAsia="ru-RU"/>
        </w:rPr>
        <w:t>»;</w:t>
      </w:r>
    </w:p>
    <w:p w:rsidR="006F79E5" w:rsidRDefault="008E7E99" w:rsidP="006F79E5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абзац одиннадцатый пункта 3.2 раздела 3 дополнить словами «и муниципальными правовыми актами Владивостокского городского округа».</w:t>
      </w:r>
    </w:p>
    <w:p w:rsidR="006F79E5" w:rsidRPr="00CD3CA3" w:rsidRDefault="00CD3CA3" w:rsidP="00CD3CA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6F79E5" w:rsidRPr="00CD3CA3">
        <w:rPr>
          <w:rFonts w:ascii="Times New Roman" w:hAnsi="Times New Roman"/>
          <w:sz w:val="28"/>
          <w:szCs w:val="28"/>
          <w:lang w:eastAsia="ru-RU"/>
        </w:rPr>
        <w:t>Настоящий муниципальный правовой</w:t>
      </w:r>
      <w:r w:rsidR="00AB7415" w:rsidRPr="00CD3CA3">
        <w:rPr>
          <w:rFonts w:ascii="Times New Roman" w:hAnsi="Times New Roman"/>
          <w:sz w:val="28"/>
          <w:szCs w:val="28"/>
          <w:lang w:eastAsia="ru-RU"/>
        </w:rPr>
        <w:t xml:space="preserve"> акт вступает в силу со дня его </w:t>
      </w:r>
      <w:r w:rsidR="006F79E5" w:rsidRPr="00CD3CA3">
        <w:rPr>
          <w:rFonts w:ascii="Times New Roman" w:hAnsi="Times New Roman"/>
          <w:sz w:val="28"/>
          <w:szCs w:val="28"/>
          <w:lang w:eastAsia="ru-RU"/>
        </w:rPr>
        <w:t>официального опубликования.</w:t>
      </w:r>
    </w:p>
    <w:p w:rsidR="00F973F2" w:rsidRDefault="00F973F2" w:rsidP="006F79E5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79E5" w:rsidRDefault="006F79E5" w:rsidP="006F79E5">
      <w:pPr>
        <w:widowControl w:val="0"/>
        <w:spacing w:after="0" w:line="341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510040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а города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К.В. Шестаков</w:t>
      </w: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6F79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Владивосток </w:t>
      </w:r>
    </w:p>
    <w:p w:rsidR="006F79E5" w:rsidRDefault="006F79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_____________2025 года</w:t>
      </w:r>
    </w:p>
    <w:p w:rsidR="006F79E5" w:rsidRDefault="006F79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№___________</w:t>
      </w: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973F2" w:rsidRDefault="00F973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F973F2" w:rsidSect="00B878C1">
      <w:headerReference w:type="default" r:id="rId9"/>
      <w:pgSz w:w="11907" w:h="16840" w:code="9"/>
      <w:pgMar w:top="284" w:right="851" w:bottom="1134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6A" w:rsidRDefault="00385E6A">
      <w:pPr>
        <w:spacing w:after="0" w:line="240" w:lineRule="auto"/>
      </w:pPr>
      <w:r>
        <w:separator/>
      </w:r>
    </w:p>
  </w:endnote>
  <w:endnote w:type="continuationSeparator" w:id="0">
    <w:p w:rsidR="00385E6A" w:rsidRDefault="0038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6A" w:rsidRDefault="00385E6A">
      <w:pPr>
        <w:spacing w:after="0" w:line="240" w:lineRule="auto"/>
      </w:pPr>
      <w:r>
        <w:separator/>
      </w:r>
    </w:p>
  </w:footnote>
  <w:footnote w:type="continuationSeparator" w:id="0">
    <w:p w:rsidR="00385E6A" w:rsidRDefault="00385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665343"/>
      <w:docPartObj>
        <w:docPartGallery w:val="Page Numbers (Top of Page)"/>
        <w:docPartUnique/>
      </w:docPartObj>
    </w:sdtPr>
    <w:sdtEndPr/>
    <w:sdtContent>
      <w:p w:rsidR="002327DC" w:rsidRDefault="002327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4CB">
          <w:rPr>
            <w:noProof/>
          </w:rPr>
          <w:t>6</w:t>
        </w:r>
        <w:r>
          <w:fldChar w:fldCharType="end"/>
        </w:r>
      </w:p>
    </w:sdtContent>
  </w:sdt>
  <w:p w:rsidR="002327DC" w:rsidRPr="0009034A" w:rsidRDefault="002327DC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20007"/>
    <w:multiLevelType w:val="hybridMultilevel"/>
    <w:tmpl w:val="82CA1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6F95"/>
    <w:multiLevelType w:val="multilevel"/>
    <w:tmpl w:val="E83266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32" w:hanging="2160"/>
      </w:pPr>
      <w:rPr>
        <w:rFonts w:hint="default"/>
      </w:rPr>
    </w:lvl>
  </w:abstractNum>
  <w:abstractNum w:abstractNumId="2">
    <w:nsid w:val="16E3406D"/>
    <w:multiLevelType w:val="multilevel"/>
    <w:tmpl w:val="985C99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3">
    <w:nsid w:val="2B3E1A54"/>
    <w:multiLevelType w:val="multilevel"/>
    <w:tmpl w:val="49046EA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4" w:hanging="2160"/>
      </w:pPr>
      <w:rPr>
        <w:rFonts w:hint="default"/>
      </w:rPr>
    </w:lvl>
  </w:abstractNum>
  <w:abstractNum w:abstractNumId="4">
    <w:nsid w:val="35680C12"/>
    <w:multiLevelType w:val="hybridMultilevel"/>
    <w:tmpl w:val="82CA1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553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06591B"/>
    <w:multiLevelType w:val="hybridMultilevel"/>
    <w:tmpl w:val="A81236D4"/>
    <w:lvl w:ilvl="0" w:tplc="7FDEEC1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8703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D21DD2"/>
    <w:multiLevelType w:val="hybridMultilevel"/>
    <w:tmpl w:val="77EC39B8"/>
    <w:lvl w:ilvl="0" w:tplc="71868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071B35"/>
    <w:multiLevelType w:val="multilevel"/>
    <w:tmpl w:val="117E6E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76" w:hanging="2160"/>
      </w:pPr>
      <w:rPr>
        <w:rFonts w:hint="default"/>
      </w:rPr>
    </w:lvl>
  </w:abstractNum>
  <w:abstractNum w:abstractNumId="10">
    <w:nsid w:val="56193A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3D47D5"/>
    <w:multiLevelType w:val="hybridMultilevel"/>
    <w:tmpl w:val="F9CC9ED2"/>
    <w:lvl w:ilvl="0" w:tplc="F64C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B85988"/>
    <w:multiLevelType w:val="hybridMultilevel"/>
    <w:tmpl w:val="58A426FE"/>
    <w:lvl w:ilvl="0" w:tplc="445E5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8003C6"/>
    <w:multiLevelType w:val="hybridMultilevel"/>
    <w:tmpl w:val="D67A836C"/>
    <w:lvl w:ilvl="0" w:tplc="93605BA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13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0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3F"/>
    <w:rsid w:val="000025E2"/>
    <w:rsid w:val="00003BEA"/>
    <w:rsid w:val="0000458D"/>
    <w:rsid w:val="00005B62"/>
    <w:rsid w:val="00005EC1"/>
    <w:rsid w:val="000065EE"/>
    <w:rsid w:val="00014DA5"/>
    <w:rsid w:val="00017D58"/>
    <w:rsid w:val="00020B17"/>
    <w:rsid w:val="0002292C"/>
    <w:rsid w:val="00023424"/>
    <w:rsid w:val="00026C29"/>
    <w:rsid w:val="000273C6"/>
    <w:rsid w:val="00027D2C"/>
    <w:rsid w:val="00031B23"/>
    <w:rsid w:val="00033891"/>
    <w:rsid w:val="00035D30"/>
    <w:rsid w:val="00037892"/>
    <w:rsid w:val="00040CCD"/>
    <w:rsid w:val="00044DCD"/>
    <w:rsid w:val="00045219"/>
    <w:rsid w:val="000502D0"/>
    <w:rsid w:val="00053379"/>
    <w:rsid w:val="00057634"/>
    <w:rsid w:val="0006575D"/>
    <w:rsid w:val="00066A9B"/>
    <w:rsid w:val="00070446"/>
    <w:rsid w:val="0007129B"/>
    <w:rsid w:val="00073495"/>
    <w:rsid w:val="00075691"/>
    <w:rsid w:val="0007781F"/>
    <w:rsid w:val="00082157"/>
    <w:rsid w:val="00085001"/>
    <w:rsid w:val="00087FC1"/>
    <w:rsid w:val="0009034A"/>
    <w:rsid w:val="000919A5"/>
    <w:rsid w:val="00091C57"/>
    <w:rsid w:val="00095F0F"/>
    <w:rsid w:val="000A0645"/>
    <w:rsid w:val="000A3A1C"/>
    <w:rsid w:val="000A3AAD"/>
    <w:rsid w:val="000A4584"/>
    <w:rsid w:val="000A474D"/>
    <w:rsid w:val="000A49EF"/>
    <w:rsid w:val="000A538F"/>
    <w:rsid w:val="000A6853"/>
    <w:rsid w:val="000A6E78"/>
    <w:rsid w:val="000A79F6"/>
    <w:rsid w:val="000B0DF3"/>
    <w:rsid w:val="000C0714"/>
    <w:rsid w:val="000C0BED"/>
    <w:rsid w:val="000C0F65"/>
    <w:rsid w:val="000C1E07"/>
    <w:rsid w:val="000C464B"/>
    <w:rsid w:val="000C798B"/>
    <w:rsid w:val="000D06CA"/>
    <w:rsid w:val="000D4666"/>
    <w:rsid w:val="000D604D"/>
    <w:rsid w:val="000D6222"/>
    <w:rsid w:val="000E41A9"/>
    <w:rsid w:val="000E471D"/>
    <w:rsid w:val="000E627B"/>
    <w:rsid w:val="000F230D"/>
    <w:rsid w:val="000F3C3B"/>
    <w:rsid w:val="00100EE0"/>
    <w:rsid w:val="00101353"/>
    <w:rsid w:val="001037C8"/>
    <w:rsid w:val="00104CEA"/>
    <w:rsid w:val="001056AA"/>
    <w:rsid w:val="00107996"/>
    <w:rsid w:val="00110F5D"/>
    <w:rsid w:val="00115BAB"/>
    <w:rsid w:val="00115FDF"/>
    <w:rsid w:val="0012164F"/>
    <w:rsid w:val="00123779"/>
    <w:rsid w:val="00125199"/>
    <w:rsid w:val="00125FD9"/>
    <w:rsid w:val="001302FC"/>
    <w:rsid w:val="00142402"/>
    <w:rsid w:val="00145B89"/>
    <w:rsid w:val="00151421"/>
    <w:rsid w:val="001546D0"/>
    <w:rsid w:val="00154D8D"/>
    <w:rsid w:val="00161B6D"/>
    <w:rsid w:val="00162BA2"/>
    <w:rsid w:val="0016472A"/>
    <w:rsid w:val="001657DF"/>
    <w:rsid w:val="00165A5E"/>
    <w:rsid w:val="00166874"/>
    <w:rsid w:val="001674AD"/>
    <w:rsid w:val="001705E9"/>
    <w:rsid w:val="00170F30"/>
    <w:rsid w:val="00172894"/>
    <w:rsid w:val="00174579"/>
    <w:rsid w:val="00174838"/>
    <w:rsid w:val="001823FC"/>
    <w:rsid w:val="001860E5"/>
    <w:rsid w:val="0019081F"/>
    <w:rsid w:val="00191B7B"/>
    <w:rsid w:val="00191BEF"/>
    <w:rsid w:val="00193925"/>
    <w:rsid w:val="00195A6C"/>
    <w:rsid w:val="001A2D89"/>
    <w:rsid w:val="001B07F2"/>
    <w:rsid w:val="001B33AF"/>
    <w:rsid w:val="001B4F68"/>
    <w:rsid w:val="001C1070"/>
    <w:rsid w:val="001C40FD"/>
    <w:rsid w:val="001E00CF"/>
    <w:rsid w:val="001E18FF"/>
    <w:rsid w:val="001E50EC"/>
    <w:rsid w:val="001E5AE1"/>
    <w:rsid w:val="002006F7"/>
    <w:rsid w:val="00207A22"/>
    <w:rsid w:val="00211207"/>
    <w:rsid w:val="00212346"/>
    <w:rsid w:val="00212E68"/>
    <w:rsid w:val="00215678"/>
    <w:rsid w:val="002157D1"/>
    <w:rsid w:val="00215C76"/>
    <w:rsid w:val="0021701A"/>
    <w:rsid w:val="00217626"/>
    <w:rsid w:val="00222373"/>
    <w:rsid w:val="00223AE0"/>
    <w:rsid w:val="00223DEC"/>
    <w:rsid w:val="002242F6"/>
    <w:rsid w:val="00226CB1"/>
    <w:rsid w:val="002311E5"/>
    <w:rsid w:val="0023151C"/>
    <w:rsid w:val="002327DC"/>
    <w:rsid w:val="002376FC"/>
    <w:rsid w:val="002400C7"/>
    <w:rsid w:val="0024014C"/>
    <w:rsid w:val="002401C2"/>
    <w:rsid w:val="002429BC"/>
    <w:rsid w:val="002456E3"/>
    <w:rsid w:val="002474F9"/>
    <w:rsid w:val="00250152"/>
    <w:rsid w:val="002505F1"/>
    <w:rsid w:val="002515D0"/>
    <w:rsid w:val="0025357C"/>
    <w:rsid w:val="00254664"/>
    <w:rsid w:val="0025600C"/>
    <w:rsid w:val="002577EC"/>
    <w:rsid w:val="00261D20"/>
    <w:rsid w:val="002628D1"/>
    <w:rsid w:val="002654EA"/>
    <w:rsid w:val="00273031"/>
    <w:rsid w:val="0027407B"/>
    <w:rsid w:val="0028040B"/>
    <w:rsid w:val="002808DA"/>
    <w:rsid w:val="00281581"/>
    <w:rsid w:val="002828C1"/>
    <w:rsid w:val="0028674B"/>
    <w:rsid w:val="00287A34"/>
    <w:rsid w:val="00292C3A"/>
    <w:rsid w:val="0029336D"/>
    <w:rsid w:val="002953E1"/>
    <w:rsid w:val="002A43D9"/>
    <w:rsid w:val="002A7267"/>
    <w:rsid w:val="002B46BE"/>
    <w:rsid w:val="002B54E5"/>
    <w:rsid w:val="002B5A67"/>
    <w:rsid w:val="002C1161"/>
    <w:rsid w:val="002C4C23"/>
    <w:rsid w:val="002D2CD1"/>
    <w:rsid w:val="002D45A9"/>
    <w:rsid w:val="002D4A0E"/>
    <w:rsid w:val="002E39E9"/>
    <w:rsid w:val="002E43E1"/>
    <w:rsid w:val="002E4C3A"/>
    <w:rsid w:val="002E5EDE"/>
    <w:rsid w:val="002E723B"/>
    <w:rsid w:val="002F31A9"/>
    <w:rsid w:val="002F4A28"/>
    <w:rsid w:val="002F5613"/>
    <w:rsid w:val="003026BE"/>
    <w:rsid w:val="00305C63"/>
    <w:rsid w:val="003107FC"/>
    <w:rsid w:val="0031192B"/>
    <w:rsid w:val="00312D40"/>
    <w:rsid w:val="003146CB"/>
    <w:rsid w:val="003201B9"/>
    <w:rsid w:val="00324CB9"/>
    <w:rsid w:val="0032624D"/>
    <w:rsid w:val="00327941"/>
    <w:rsid w:val="00333735"/>
    <w:rsid w:val="003342B8"/>
    <w:rsid w:val="00334830"/>
    <w:rsid w:val="003378B0"/>
    <w:rsid w:val="00341D4C"/>
    <w:rsid w:val="00343B41"/>
    <w:rsid w:val="00344319"/>
    <w:rsid w:val="003450C3"/>
    <w:rsid w:val="00347E77"/>
    <w:rsid w:val="00347FBA"/>
    <w:rsid w:val="0035136F"/>
    <w:rsid w:val="00352141"/>
    <w:rsid w:val="003643B0"/>
    <w:rsid w:val="00364EA9"/>
    <w:rsid w:val="00366700"/>
    <w:rsid w:val="00366FE2"/>
    <w:rsid w:val="0037529A"/>
    <w:rsid w:val="00380A8A"/>
    <w:rsid w:val="00381A5D"/>
    <w:rsid w:val="00385C3A"/>
    <w:rsid w:val="00385E6A"/>
    <w:rsid w:val="003863D5"/>
    <w:rsid w:val="00390531"/>
    <w:rsid w:val="00390840"/>
    <w:rsid w:val="00390B2F"/>
    <w:rsid w:val="00390F25"/>
    <w:rsid w:val="00393B6F"/>
    <w:rsid w:val="00397139"/>
    <w:rsid w:val="003A3300"/>
    <w:rsid w:val="003A4BC1"/>
    <w:rsid w:val="003A6011"/>
    <w:rsid w:val="003B0A94"/>
    <w:rsid w:val="003B195C"/>
    <w:rsid w:val="003B4E3A"/>
    <w:rsid w:val="003B680C"/>
    <w:rsid w:val="003C16E7"/>
    <w:rsid w:val="003C4F85"/>
    <w:rsid w:val="003C75AC"/>
    <w:rsid w:val="003D1ED4"/>
    <w:rsid w:val="003D3A17"/>
    <w:rsid w:val="003D4B7F"/>
    <w:rsid w:val="003E1755"/>
    <w:rsid w:val="003E5EA5"/>
    <w:rsid w:val="003E71A1"/>
    <w:rsid w:val="003F3D23"/>
    <w:rsid w:val="003F4513"/>
    <w:rsid w:val="003F4C84"/>
    <w:rsid w:val="003F52B4"/>
    <w:rsid w:val="00400A78"/>
    <w:rsid w:val="0040347B"/>
    <w:rsid w:val="004041E4"/>
    <w:rsid w:val="00411811"/>
    <w:rsid w:val="004127AD"/>
    <w:rsid w:val="004137B0"/>
    <w:rsid w:val="004144E3"/>
    <w:rsid w:val="00417250"/>
    <w:rsid w:val="004213D4"/>
    <w:rsid w:val="00423037"/>
    <w:rsid w:val="00430281"/>
    <w:rsid w:val="00430F2B"/>
    <w:rsid w:val="00431807"/>
    <w:rsid w:val="00432117"/>
    <w:rsid w:val="00436BE2"/>
    <w:rsid w:val="00437C9A"/>
    <w:rsid w:val="004409F5"/>
    <w:rsid w:val="00440FD0"/>
    <w:rsid w:val="0044115F"/>
    <w:rsid w:val="00441878"/>
    <w:rsid w:val="00442CC4"/>
    <w:rsid w:val="00444099"/>
    <w:rsid w:val="00446886"/>
    <w:rsid w:val="00447124"/>
    <w:rsid w:val="00450506"/>
    <w:rsid w:val="00454856"/>
    <w:rsid w:val="00457A8D"/>
    <w:rsid w:val="00457C17"/>
    <w:rsid w:val="00457C64"/>
    <w:rsid w:val="00462FF2"/>
    <w:rsid w:val="00464529"/>
    <w:rsid w:val="0046589A"/>
    <w:rsid w:val="00467A28"/>
    <w:rsid w:val="00472390"/>
    <w:rsid w:val="004734CB"/>
    <w:rsid w:val="00474FF2"/>
    <w:rsid w:val="0047791E"/>
    <w:rsid w:val="004838C3"/>
    <w:rsid w:val="0048484B"/>
    <w:rsid w:val="00485061"/>
    <w:rsid w:val="00485D24"/>
    <w:rsid w:val="004879BE"/>
    <w:rsid w:val="00490376"/>
    <w:rsid w:val="00490562"/>
    <w:rsid w:val="00492280"/>
    <w:rsid w:val="0049304C"/>
    <w:rsid w:val="00496A36"/>
    <w:rsid w:val="00496E28"/>
    <w:rsid w:val="004970F4"/>
    <w:rsid w:val="004A133D"/>
    <w:rsid w:val="004A144D"/>
    <w:rsid w:val="004A427C"/>
    <w:rsid w:val="004B18A6"/>
    <w:rsid w:val="004B2E89"/>
    <w:rsid w:val="004B6DBB"/>
    <w:rsid w:val="004C7151"/>
    <w:rsid w:val="004D7009"/>
    <w:rsid w:val="004D7705"/>
    <w:rsid w:val="004E19B6"/>
    <w:rsid w:val="004E2241"/>
    <w:rsid w:val="004E4499"/>
    <w:rsid w:val="004F1EE1"/>
    <w:rsid w:val="004F1F70"/>
    <w:rsid w:val="004F334F"/>
    <w:rsid w:val="004F4906"/>
    <w:rsid w:val="004F5367"/>
    <w:rsid w:val="004F6742"/>
    <w:rsid w:val="004F6911"/>
    <w:rsid w:val="004F6D56"/>
    <w:rsid w:val="004F6EA6"/>
    <w:rsid w:val="0050523B"/>
    <w:rsid w:val="005058AC"/>
    <w:rsid w:val="00510040"/>
    <w:rsid w:val="00510A94"/>
    <w:rsid w:val="005163C2"/>
    <w:rsid w:val="00517D48"/>
    <w:rsid w:val="00517D51"/>
    <w:rsid w:val="00524588"/>
    <w:rsid w:val="00530611"/>
    <w:rsid w:val="00536DE0"/>
    <w:rsid w:val="00543123"/>
    <w:rsid w:val="005447E6"/>
    <w:rsid w:val="00551038"/>
    <w:rsid w:val="00551BFC"/>
    <w:rsid w:val="005548F6"/>
    <w:rsid w:val="00554BF1"/>
    <w:rsid w:val="005564F8"/>
    <w:rsid w:val="00566B53"/>
    <w:rsid w:val="0057177D"/>
    <w:rsid w:val="00573F3F"/>
    <w:rsid w:val="0057488E"/>
    <w:rsid w:val="00582295"/>
    <w:rsid w:val="00583533"/>
    <w:rsid w:val="00587109"/>
    <w:rsid w:val="00590A1B"/>
    <w:rsid w:val="00591768"/>
    <w:rsid w:val="00594B3B"/>
    <w:rsid w:val="005A449B"/>
    <w:rsid w:val="005A4B6F"/>
    <w:rsid w:val="005A532B"/>
    <w:rsid w:val="005B0B4D"/>
    <w:rsid w:val="005B1377"/>
    <w:rsid w:val="005B563E"/>
    <w:rsid w:val="005B634C"/>
    <w:rsid w:val="005B7FE4"/>
    <w:rsid w:val="005C0C95"/>
    <w:rsid w:val="005C0CCD"/>
    <w:rsid w:val="005C1C23"/>
    <w:rsid w:val="005C5991"/>
    <w:rsid w:val="005D121E"/>
    <w:rsid w:val="005D23C8"/>
    <w:rsid w:val="005D2B84"/>
    <w:rsid w:val="005D46CE"/>
    <w:rsid w:val="005D4FC7"/>
    <w:rsid w:val="005D5E00"/>
    <w:rsid w:val="005D7525"/>
    <w:rsid w:val="005E281B"/>
    <w:rsid w:val="005E2C1D"/>
    <w:rsid w:val="005E39A4"/>
    <w:rsid w:val="005E437B"/>
    <w:rsid w:val="005F1BD2"/>
    <w:rsid w:val="005F24FA"/>
    <w:rsid w:val="005F474E"/>
    <w:rsid w:val="005F5B95"/>
    <w:rsid w:val="00600B50"/>
    <w:rsid w:val="00603C48"/>
    <w:rsid w:val="00604666"/>
    <w:rsid w:val="0060639A"/>
    <w:rsid w:val="00613CB6"/>
    <w:rsid w:val="00617486"/>
    <w:rsid w:val="006209E4"/>
    <w:rsid w:val="0062332A"/>
    <w:rsid w:val="00624062"/>
    <w:rsid w:val="00627824"/>
    <w:rsid w:val="006279DF"/>
    <w:rsid w:val="00635AF9"/>
    <w:rsid w:val="0064263B"/>
    <w:rsid w:val="0065038D"/>
    <w:rsid w:val="006506AA"/>
    <w:rsid w:val="00651DB5"/>
    <w:rsid w:val="00654B9C"/>
    <w:rsid w:val="006558B6"/>
    <w:rsid w:val="00656FA8"/>
    <w:rsid w:val="006604A4"/>
    <w:rsid w:val="00665A3E"/>
    <w:rsid w:val="00672C0B"/>
    <w:rsid w:val="0067388A"/>
    <w:rsid w:val="00677EAF"/>
    <w:rsid w:val="0068638D"/>
    <w:rsid w:val="00690730"/>
    <w:rsid w:val="00691586"/>
    <w:rsid w:val="00692A0F"/>
    <w:rsid w:val="006A0A5B"/>
    <w:rsid w:val="006A0C8B"/>
    <w:rsid w:val="006A31E9"/>
    <w:rsid w:val="006A6456"/>
    <w:rsid w:val="006A740D"/>
    <w:rsid w:val="006B6758"/>
    <w:rsid w:val="006B74F5"/>
    <w:rsid w:val="006C4046"/>
    <w:rsid w:val="006C4F30"/>
    <w:rsid w:val="006C7425"/>
    <w:rsid w:val="006D0448"/>
    <w:rsid w:val="006D187A"/>
    <w:rsid w:val="006E1033"/>
    <w:rsid w:val="006E142C"/>
    <w:rsid w:val="006E19BC"/>
    <w:rsid w:val="006E631B"/>
    <w:rsid w:val="006F0EFE"/>
    <w:rsid w:val="006F1055"/>
    <w:rsid w:val="006F1461"/>
    <w:rsid w:val="006F4F3F"/>
    <w:rsid w:val="006F79E5"/>
    <w:rsid w:val="007019E5"/>
    <w:rsid w:val="00701A11"/>
    <w:rsid w:val="00702715"/>
    <w:rsid w:val="00706119"/>
    <w:rsid w:val="0070774B"/>
    <w:rsid w:val="00707DE4"/>
    <w:rsid w:val="00714A9C"/>
    <w:rsid w:val="00715274"/>
    <w:rsid w:val="00717EEF"/>
    <w:rsid w:val="00721717"/>
    <w:rsid w:val="007218E5"/>
    <w:rsid w:val="00723C9B"/>
    <w:rsid w:val="0072559D"/>
    <w:rsid w:val="007275FF"/>
    <w:rsid w:val="00731378"/>
    <w:rsid w:val="00732A78"/>
    <w:rsid w:val="00733CAE"/>
    <w:rsid w:val="0073709B"/>
    <w:rsid w:val="00740460"/>
    <w:rsid w:val="00745050"/>
    <w:rsid w:val="00746659"/>
    <w:rsid w:val="00746AD8"/>
    <w:rsid w:val="00750B35"/>
    <w:rsid w:val="00753F8D"/>
    <w:rsid w:val="00756C50"/>
    <w:rsid w:val="00762959"/>
    <w:rsid w:val="00765CBD"/>
    <w:rsid w:val="00780959"/>
    <w:rsid w:val="0078240D"/>
    <w:rsid w:val="007849AE"/>
    <w:rsid w:val="00785474"/>
    <w:rsid w:val="0078608F"/>
    <w:rsid w:val="007871AB"/>
    <w:rsid w:val="00791280"/>
    <w:rsid w:val="00792321"/>
    <w:rsid w:val="00795478"/>
    <w:rsid w:val="00796CC2"/>
    <w:rsid w:val="007A1AAF"/>
    <w:rsid w:val="007A1B0C"/>
    <w:rsid w:val="007A2B05"/>
    <w:rsid w:val="007A701A"/>
    <w:rsid w:val="007B0D10"/>
    <w:rsid w:val="007B4B59"/>
    <w:rsid w:val="007C187B"/>
    <w:rsid w:val="007C61A3"/>
    <w:rsid w:val="007C6676"/>
    <w:rsid w:val="007D20B0"/>
    <w:rsid w:val="007D40AC"/>
    <w:rsid w:val="007D40B5"/>
    <w:rsid w:val="007D42A0"/>
    <w:rsid w:val="007D4F64"/>
    <w:rsid w:val="007E1D03"/>
    <w:rsid w:val="007F2171"/>
    <w:rsid w:val="007F42C9"/>
    <w:rsid w:val="007F77CD"/>
    <w:rsid w:val="008002C2"/>
    <w:rsid w:val="00801B2C"/>
    <w:rsid w:val="00803CAB"/>
    <w:rsid w:val="0080790A"/>
    <w:rsid w:val="00811116"/>
    <w:rsid w:val="0081236C"/>
    <w:rsid w:val="008126E4"/>
    <w:rsid w:val="0081440B"/>
    <w:rsid w:val="008201A1"/>
    <w:rsid w:val="00820443"/>
    <w:rsid w:val="00820618"/>
    <w:rsid w:val="00821369"/>
    <w:rsid w:val="008218CD"/>
    <w:rsid w:val="00823A6A"/>
    <w:rsid w:val="008255E2"/>
    <w:rsid w:val="008318EF"/>
    <w:rsid w:val="00835855"/>
    <w:rsid w:val="0083588F"/>
    <w:rsid w:val="008377FA"/>
    <w:rsid w:val="00837C40"/>
    <w:rsid w:val="00841D50"/>
    <w:rsid w:val="00845670"/>
    <w:rsid w:val="008468A2"/>
    <w:rsid w:val="00852BF0"/>
    <w:rsid w:val="008554B1"/>
    <w:rsid w:val="008561E8"/>
    <w:rsid w:val="00856F73"/>
    <w:rsid w:val="008621F0"/>
    <w:rsid w:val="00862A97"/>
    <w:rsid w:val="00862F6C"/>
    <w:rsid w:val="008630E7"/>
    <w:rsid w:val="008664CD"/>
    <w:rsid w:val="0087030A"/>
    <w:rsid w:val="00874AB5"/>
    <w:rsid w:val="00881802"/>
    <w:rsid w:val="008826D7"/>
    <w:rsid w:val="00883066"/>
    <w:rsid w:val="0088408B"/>
    <w:rsid w:val="00884563"/>
    <w:rsid w:val="00884FE3"/>
    <w:rsid w:val="00887A85"/>
    <w:rsid w:val="00887F8B"/>
    <w:rsid w:val="00890DAC"/>
    <w:rsid w:val="00891DEE"/>
    <w:rsid w:val="00896F67"/>
    <w:rsid w:val="008A38A7"/>
    <w:rsid w:val="008A660A"/>
    <w:rsid w:val="008A6BEA"/>
    <w:rsid w:val="008B76CD"/>
    <w:rsid w:val="008C1866"/>
    <w:rsid w:val="008C368B"/>
    <w:rsid w:val="008C55ED"/>
    <w:rsid w:val="008C6E9F"/>
    <w:rsid w:val="008C7479"/>
    <w:rsid w:val="008D7490"/>
    <w:rsid w:val="008D76FE"/>
    <w:rsid w:val="008E029C"/>
    <w:rsid w:val="008E0D11"/>
    <w:rsid w:val="008E5C3F"/>
    <w:rsid w:val="008E7E99"/>
    <w:rsid w:val="008F2E30"/>
    <w:rsid w:val="008F2FFF"/>
    <w:rsid w:val="008F4364"/>
    <w:rsid w:val="008F50E9"/>
    <w:rsid w:val="008F62F9"/>
    <w:rsid w:val="0090243F"/>
    <w:rsid w:val="00903B26"/>
    <w:rsid w:val="009042E9"/>
    <w:rsid w:val="009048D6"/>
    <w:rsid w:val="00905023"/>
    <w:rsid w:val="0090557E"/>
    <w:rsid w:val="0091169C"/>
    <w:rsid w:val="0091424E"/>
    <w:rsid w:val="00924CE0"/>
    <w:rsid w:val="00925B8A"/>
    <w:rsid w:val="00927A40"/>
    <w:rsid w:val="00930901"/>
    <w:rsid w:val="0093123A"/>
    <w:rsid w:val="0094155A"/>
    <w:rsid w:val="00943ACD"/>
    <w:rsid w:val="00946474"/>
    <w:rsid w:val="00947B1F"/>
    <w:rsid w:val="00950BB6"/>
    <w:rsid w:val="009511B5"/>
    <w:rsid w:val="00951A0E"/>
    <w:rsid w:val="00951A85"/>
    <w:rsid w:val="0095283D"/>
    <w:rsid w:val="00954607"/>
    <w:rsid w:val="009547A6"/>
    <w:rsid w:val="00956688"/>
    <w:rsid w:val="00960593"/>
    <w:rsid w:val="00962309"/>
    <w:rsid w:val="00964829"/>
    <w:rsid w:val="00967531"/>
    <w:rsid w:val="00971658"/>
    <w:rsid w:val="00972270"/>
    <w:rsid w:val="0097436E"/>
    <w:rsid w:val="00976DC1"/>
    <w:rsid w:val="00981D00"/>
    <w:rsid w:val="00983BA8"/>
    <w:rsid w:val="00986D10"/>
    <w:rsid w:val="00987D59"/>
    <w:rsid w:val="00996E0B"/>
    <w:rsid w:val="009A0936"/>
    <w:rsid w:val="009A3F23"/>
    <w:rsid w:val="009A524A"/>
    <w:rsid w:val="009A6EA5"/>
    <w:rsid w:val="009B1209"/>
    <w:rsid w:val="009B3341"/>
    <w:rsid w:val="009B4C0B"/>
    <w:rsid w:val="009B62BF"/>
    <w:rsid w:val="009C0713"/>
    <w:rsid w:val="009C32EC"/>
    <w:rsid w:val="009C6747"/>
    <w:rsid w:val="009C759C"/>
    <w:rsid w:val="009D0D03"/>
    <w:rsid w:val="009D149D"/>
    <w:rsid w:val="009D4F82"/>
    <w:rsid w:val="009D6102"/>
    <w:rsid w:val="009D68B5"/>
    <w:rsid w:val="009D74FB"/>
    <w:rsid w:val="009E0437"/>
    <w:rsid w:val="009E5C61"/>
    <w:rsid w:val="009E7745"/>
    <w:rsid w:val="009E7F86"/>
    <w:rsid w:val="009F0A3B"/>
    <w:rsid w:val="009F5BA4"/>
    <w:rsid w:val="00A002A7"/>
    <w:rsid w:val="00A008D2"/>
    <w:rsid w:val="00A010A0"/>
    <w:rsid w:val="00A02531"/>
    <w:rsid w:val="00A0411C"/>
    <w:rsid w:val="00A067DB"/>
    <w:rsid w:val="00A0747E"/>
    <w:rsid w:val="00A11765"/>
    <w:rsid w:val="00A14317"/>
    <w:rsid w:val="00A1452C"/>
    <w:rsid w:val="00A156DA"/>
    <w:rsid w:val="00A175E3"/>
    <w:rsid w:val="00A20C91"/>
    <w:rsid w:val="00A2248B"/>
    <w:rsid w:val="00A23E3F"/>
    <w:rsid w:val="00A24A3F"/>
    <w:rsid w:val="00A24C5D"/>
    <w:rsid w:val="00A31BCA"/>
    <w:rsid w:val="00A3336B"/>
    <w:rsid w:val="00A34FDE"/>
    <w:rsid w:val="00A42141"/>
    <w:rsid w:val="00A4578F"/>
    <w:rsid w:val="00A5079D"/>
    <w:rsid w:val="00A51EED"/>
    <w:rsid w:val="00A52CB7"/>
    <w:rsid w:val="00A54301"/>
    <w:rsid w:val="00A54532"/>
    <w:rsid w:val="00A5570F"/>
    <w:rsid w:val="00A563C2"/>
    <w:rsid w:val="00A57118"/>
    <w:rsid w:val="00A57434"/>
    <w:rsid w:val="00A606EE"/>
    <w:rsid w:val="00A64688"/>
    <w:rsid w:val="00A72EDC"/>
    <w:rsid w:val="00A74175"/>
    <w:rsid w:val="00A741D0"/>
    <w:rsid w:val="00A76058"/>
    <w:rsid w:val="00A761B6"/>
    <w:rsid w:val="00A775FE"/>
    <w:rsid w:val="00A77D60"/>
    <w:rsid w:val="00A84E19"/>
    <w:rsid w:val="00A906A6"/>
    <w:rsid w:val="00A92495"/>
    <w:rsid w:val="00A93144"/>
    <w:rsid w:val="00A95099"/>
    <w:rsid w:val="00AA0960"/>
    <w:rsid w:val="00AA0F50"/>
    <w:rsid w:val="00AA1D35"/>
    <w:rsid w:val="00AA2C54"/>
    <w:rsid w:val="00AA4AFE"/>
    <w:rsid w:val="00AA5E89"/>
    <w:rsid w:val="00AA666C"/>
    <w:rsid w:val="00AA6D1A"/>
    <w:rsid w:val="00AA7208"/>
    <w:rsid w:val="00AB0775"/>
    <w:rsid w:val="00AB1997"/>
    <w:rsid w:val="00AB26A8"/>
    <w:rsid w:val="00AB6896"/>
    <w:rsid w:val="00AB6CFD"/>
    <w:rsid w:val="00AB7415"/>
    <w:rsid w:val="00AC384B"/>
    <w:rsid w:val="00AC56DF"/>
    <w:rsid w:val="00AC5D44"/>
    <w:rsid w:val="00AC6471"/>
    <w:rsid w:val="00AD002C"/>
    <w:rsid w:val="00AD2FFE"/>
    <w:rsid w:val="00AD643F"/>
    <w:rsid w:val="00AE5C0F"/>
    <w:rsid w:val="00AE5E9E"/>
    <w:rsid w:val="00AF2424"/>
    <w:rsid w:val="00AF4213"/>
    <w:rsid w:val="00AF48DC"/>
    <w:rsid w:val="00AF4B54"/>
    <w:rsid w:val="00AF4D14"/>
    <w:rsid w:val="00B0086F"/>
    <w:rsid w:val="00B017B7"/>
    <w:rsid w:val="00B024E5"/>
    <w:rsid w:val="00B179F9"/>
    <w:rsid w:val="00B20329"/>
    <w:rsid w:val="00B214C3"/>
    <w:rsid w:val="00B229C0"/>
    <w:rsid w:val="00B2556B"/>
    <w:rsid w:val="00B319CF"/>
    <w:rsid w:val="00B348EE"/>
    <w:rsid w:val="00B369BE"/>
    <w:rsid w:val="00B4192A"/>
    <w:rsid w:val="00B4204F"/>
    <w:rsid w:val="00B46835"/>
    <w:rsid w:val="00B503A3"/>
    <w:rsid w:val="00B5074D"/>
    <w:rsid w:val="00B510FE"/>
    <w:rsid w:val="00B52DA1"/>
    <w:rsid w:val="00B55FD3"/>
    <w:rsid w:val="00B57386"/>
    <w:rsid w:val="00B603F8"/>
    <w:rsid w:val="00B65659"/>
    <w:rsid w:val="00B657D5"/>
    <w:rsid w:val="00B67B52"/>
    <w:rsid w:val="00B70EAD"/>
    <w:rsid w:val="00B775BA"/>
    <w:rsid w:val="00B77B8B"/>
    <w:rsid w:val="00B8311A"/>
    <w:rsid w:val="00B8572B"/>
    <w:rsid w:val="00B878C1"/>
    <w:rsid w:val="00B908E1"/>
    <w:rsid w:val="00B90943"/>
    <w:rsid w:val="00B9126A"/>
    <w:rsid w:val="00B92431"/>
    <w:rsid w:val="00B93275"/>
    <w:rsid w:val="00B94144"/>
    <w:rsid w:val="00B94431"/>
    <w:rsid w:val="00B96D90"/>
    <w:rsid w:val="00BA072A"/>
    <w:rsid w:val="00BA11D7"/>
    <w:rsid w:val="00BA2B37"/>
    <w:rsid w:val="00BA2EA9"/>
    <w:rsid w:val="00BA6484"/>
    <w:rsid w:val="00BA6B1E"/>
    <w:rsid w:val="00BB1D4D"/>
    <w:rsid w:val="00BB28B0"/>
    <w:rsid w:val="00BB592B"/>
    <w:rsid w:val="00BB618B"/>
    <w:rsid w:val="00BC45FC"/>
    <w:rsid w:val="00BD425F"/>
    <w:rsid w:val="00BD642F"/>
    <w:rsid w:val="00BD6C18"/>
    <w:rsid w:val="00BE113B"/>
    <w:rsid w:val="00BE47B2"/>
    <w:rsid w:val="00BE6448"/>
    <w:rsid w:val="00BE6480"/>
    <w:rsid w:val="00BF0390"/>
    <w:rsid w:val="00BF066E"/>
    <w:rsid w:val="00BF614B"/>
    <w:rsid w:val="00BF62CB"/>
    <w:rsid w:val="00C00156"/>
    <w:rsid w:val="00C001C3"/>
    <w:rsid w:val="00C03346"/>
    <w:rsid w:val="00C1035A"/>
    <w:rsid w:val="00C12707"/>
    <w:rsid w:val="00C27DED"/>
    <w:rsid w:val="00C32168"/>
    <w:rsid w:val="00C32589"/>
    <w:rsid w:val="00C326BA"/>
    <w:rsid w:val="00C3406C"/>
    <w:rsid w:val="00C37771"/>
    <w:rsid w:val="00C40FB2"/>
    <w:rsid w:val="00C421F8"/>
    <w:rsid w:val="00C433EA"/>
    <w:rsid w:val="00C513E3"/>
    <w:rsid w:val="00C52104"/>
    <w:rsid w:val="00C54F62"/>
    <w:rsid w:val="00C55ED3"/>
    <w:rsid w:val="00C6026D"/>
    <w:rsid w:val="00C6116F"/>
    <w:rsid w:val="00C62CC0"/>
    <w:rsid w:val="00C71D05"/>
    <w:rsid w:val="00C71DC3"/>
    <w:rsid w:val="00C721E0"/>
    <w:rsid w:val="00C74A30"/>
    <w:rsid w:val="00C754A9"/>
    <w:rsid w:val="00C76193"/>
    <w:rsid w:val="00C76479"/>
    <w:rsid w:val="00C80BA6"/>
    <w:rsid w:val="00C817CE"/>
    <w:rsid w:val="00C836B1"/>
    <w:rsid w:val="00C837BE"/>
    <w:rsid w:val="00C85D31"/>
    <w:rsid w:val="00C86902"/>
    <w:rsid w:val="00C90E17"/>
    <w:rsid w:val="00C94B7A"/>
    <w:rsid w:val="00C96D31"/>
    <w:rsid w:val="00C979C1"/>
    <w:rsid w:val="00CA3C55"/>
    <w:rsid w:val="00CA5DED"/>
    <w:rsid w:val="00CA6418"/>
    <w:rsid w:val="00CA7247"/>
    <w:rsid w:val="00CB181C"/>
    <w:rsid w:val="00CB5DC8"/>
    <w:rsid w:val="00CB698D"/>
    <w:rsid w:val="00CB6C13"/>
    <w:rsid w:val="00CC09ED"/>
    <w:rsid w:val="00CC1348"/>
    <w:rsid w:val="00CC20B2"/>
    <w:rsid w:val="00CC2205"/>
    <w:rsid w:val="00CC43AE"/>
    <w:rsid w:val="00CC5414"/>
    <w:rsid w:val="00CD0BD4"/>
    <w:rsid w:val="00CD15D3"/>
    <w:rsid w:val="00CD3CA3"/>
    <w:rsid w:val="00CD57D7"/>
    <w:rsid w:val="00CD5857"/>
    <w:rsid w:val="00CD6181"/>
    <w:rsid w:val="00CE06E4"/>
    <w:rsid w:val="00CE16CC"/>
    <w:rsid w:val="00CE6305"/>
    <w:rsid w:val="00CE6A8E"/>
    <w:rsid w:val="00CE7D7F"/>
    <w:rsid w:val="00CF0F2B"/>
    <w:rsid w:val="00CF2816"/>
    <w:rsid w:val="00CF2FF3"/>
    <w:rsid w:val="00CF755D"/>
    <w:rsid w:val="00D056C4"/>
    <w:rsid w:val="00D1037D"/>
    <w:rsid w:val="00D10C89"/>
    <w:rsid w:val="00D12CFA"/>
    <w:rsid w:val="00D13052"/>
    <w:rsid w:val="00D15BDC"/>
    <w:rsid w:val="00D26BB0"/>
    <w:rsid w:val="00D32A0D"/>
    <w:rsid w:val="00D40D10"/>
    <w:rsid w:val="00D414A6"/>
    <w:rsid w:val="00D42A2B"/>
    <w:rsid w:val="00D444CB"/>
    <w:rsid w:val="00D44B2E"/>
    <w:rsid w:val="00D455F4"/>
    <w:rsid w:val="00D46B15"/>
    <w:rsid w:val="00D56E46"/>
    <w:rsid w:val="00D57725"/>
    <w:rsid w:val="00D604AC"/>
    <w:rsid w:val="00D61C94"/>
    <w:rsid w:val="00D65224"/>
    <w:rsid w:val="00D65C64"/>
    <w:rsid w:val="00D66209"/>
    <w:rsid w:val="00D70C62"/>
    <w:rsid w:val="00D760C6"/>
    <w:rsid w:val="00D844E9"/>
    <w:rsid w:val="00D92016"/>
    <w:rsid w:val="00DA2FD0"/>
    <w:rsid w:val="00DA4177"/>
    <w:rsid w:val="00DA52C7"/>
    <w:rsid w:val="00DA6D27"/>
    <w:rsid w:val="00DB2AD5"/>
    <w:rsid w:val="00DB310D"/>
    <w:rsid w:val="00DB4FE8"/>
    <w:rsid w:val="00DB7BD5"/>
    <w:rsid w:val="00DC3191"/>
    <w:rsid w:val="00DC3AB8"/>
    <w:rsid w:val="00DC57C7"/>
    <w:rsid w:val="00DF1F08"/>
    <w:rsid w:val="00DF5013"/>
    <w:rsid w:val="00DF6797"/>
    <w:rsid w:val="00E050B5"/>
    <w:rsid w:val="00E134BD"/>
    <w:rsid w:val="00E145B3"/>
    <w:rsid w:val="00E149AB"/>
    <w:rsid w:val="00E21674"/>
    <w:rsid w:val="00E22904"/>
    <w:rsid w:val="00E2581B"/>
    <w:rsid w:val="00E27CFB"/>
    <w:rsid w:val="00E30376"/>
    <w:rsid w:val="00E3315E"/>
    <w:rsid w:val="00E375C1"/>
    <w:rsid w:val="00E50B43"/>
    <w:rsid w:val="00E51F33"/>
    <w:rsid w:val="00E52CA2"/>
    <w:rsid w:val="00E52E87"/>
    <w:rsid w:val="00E56603"/>
    <w:rsid w:val="00E5668D"/>
    <w:rsid w:val="00E60866"/>
    <w:rsid w:val="00E60D3C"/>
    <w:rsid w:val="00E616C0"/>
    <w:rsid w:val="00E64849"/>
    <w:rsid w:val="00E65A25"/>
    <w:rsid w:val="00E71B3C"/>
    <w:rsid w:val="00E72EE3"/>
    <w:rsid w:val="00E760A3"/>
    <w:rsid w:val="00E764EC"/>
    <w:rsid w:val="00E77B49"/>
    <w:rsid w:val="00E82051"/>
    <w:rsid w:val="00E83992"/>
    <w:rsid w:val="00E83D69"/>
    <w:rsid w:val="00E84D47"/>
    <w:rsid w:val="00E858D9"/>
    <w:rsid w:val="00E875F5"/>
    <w:rsid w:val="00E8789E"/>
    <w:rsid w:val="00E9172A"/>
    <w:rsid w:val="00E97B2F"/>
    <w:rsid w:val="00EA37B7"/>
    <w:rsid w:val="00EB10EC"/>
    <w:rsid w:val="00EB494A"/>
    <w:rsid w:val="00EC3B13"/>
    <w:rsid w:val="00EC476E"/>
    <w:rsid w:val="00EC4EE8"/>
    <w:rsid w:val="00EC70FB"/>
    <w:rsid w:val="00ED354B"/>
    <w:rsid w:val="00ED6AD6"/>
    <w:rsid w:val="00ED76FC"/>
    <w:rsid w:val="00ED7BAD"/>
    <w:rsid w:val="00EE2440"/>
    <w:rsid w:val="00EE2D01"/>
    <w:rsid w:val="00EE34F8"/>
    <w:rsid w:val="00EE6D8F"/>
    <w:rsid w:val="00EE7A43"/>
    <w:rsid w:val="00EE7CDF"/>
    <w:rsid w:val="00EF5156"/>
    <w:rsid w:val="00EF6E2F"/>
    <w:rsid w:val="00EF7734"/>
    <w:rsid w:val="00F00542"/>
    <w:rsid w:val="00F01045"/>
    <w:rsid w:val="00F102DD"/>
    <w:rsid w:val="00F108D0"/>
    <w:rsid w:val="00F10D45"/>
    <w:rsid w:val="00F13540"/>
    <w:rsid w:val="00F244DA"/>
    <w:rsid w:val="00F27FE0"/>
    <w:rsid w:val="00F32459"/>
    <w:rsid w:val="00F33812"/>
    <w:rsid w:val="00F34158"/>
    <w:rsid w:val="00F34BEA"/>
    <w:rsid w:val="00F40468"/>
    <w:rsid w:val="00F42628"/>
    <w:rsid w:val="00F42BCC"/>
    <w:rsid w:val="00F4319D"/>
    <w:rsid w:val="00F43606"/>
    <w:rsid w:val="00F45204"/>
    <w:rsid w:val="00F45694"/>
    <w:rsid w:val="00F50BC5"/>
    <w:rsid w:val="00F5244B"/>
    <w:rsid w:val="00F52A82"/>
    <w:rsid w:val="00F57431"/>
    <w:rsid w:val="00F60123"/>
    <w:rsid w:val="00F60C4F"/>
    <w:rsid w:val="00F639FF"/>
    <w:rsid w:val="00F64CFF"/>
    <w:rsid w:val="00F748E0"/>
    <w:rsid w:val="00F75AB1"/>
    <w:rsid w:val="00F83962"/>
    <w:rsid w:val="00F85961"/>
    <w:rsid w:val="00F8687C"/>
    <w:rsid w:val="00F873FC"/>
    <w:rsid w:val="00F907C0"/>
    <w:rsid w:val="00F93DBB"/>
    <w:rsid w:val="00F94521"/>
    <w:rsid w:val="00F94580"/>
    <w:rsid w:val="00F973F2"/>
    <w:rsid w:val="00F97605"/>
    <w:rsid w:val="00FA0001"/>
    <w:rsid w:val="00FA0445"/>
    <w:rsid w:val="00FA203F"/>
    <w:rsid w:val="00FA7606"/>
    <w:rsid w:val="00FB51F5"/>
    <w:rsid w:val="00FB5FE1"/>
    <w:rsid w:val="00FB61C3"/>
    <w:rsid w:val="00FB6D73"/>
    <w:rsid w:val="00FC3FCB"/>
    <w:rsid w:val="00FC4D0E"/>
    <w:rsid w:val="00FC53E2"/>
    <w:rsid w:val="00FD1366"/>
    <w:rsid w:val="00FD1C8D"/>
    <w:rsid w:val="00FD2013"/>
    <w:rsid w:val="00FD24CF"/>
    <w:rsid w:val="00FD2D8D"/>
    <w:rsid w:val="00FD4360"/>
    <w:rsid w:val="00FE1AC8"/>
    <w:rsid w:val="00FE1E96"/>
    <w:rsid w:val="00FE2346"/>
    <w:rsid w:val="00FE3082"/>
    <w:rsid w:val="00FE6F63"/>
    <w:rsid w:val="00FF1819"/>
    <w:rsid w:val="00FF1E4B"/>
    <w:rsid w:val="00FF2AA3"/>
    <w:rsid w:val="00FF2D85"/>
    <w:rsid w:val="00FF3580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D0CDAE-003C-468A-82D4-0010BA63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742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875F5"/>
    <w:rPr>
      <w:rFonts w:ascii="Times New Roman" w:hAnsi="Times New Roman" w:cs="Times New Roman"/>
      <w:b/>
      <w:sz w:val="28"/>
    </w:rPr>
  </w:style>
  <w:style w:type="paragraph" w:styleId="a3">
    <w:name w:val="header"/>
    <w:basedOn w:val="a"/>
    <w:link w:val="a4"/>
    <w:uiPriority w:val="99"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32A0D"/>
    <w:rPr>
      <w:rFonts w:cs="Times New Roman"/>
    </w:rPr>
  </w:style>
  <w:style w:type="character" w:styleId="a5">
    <w:name w:val="page number"/>
    <w:basedOn w:val="a0"/>
    <w:uiPriority w:val="99"/>
    <w:rsid w:val="00D32A0D"/>
    <w:rPr>
      <w:rFonts w:cs="Times New Roman"/>
    </w:rPr>
  </w:style>
  <w:style w:type="paragraph" w:customStyle="1" w:styleId="4">
    <w:name w:val="заголовок 4"/>
    <w:basedOn w:val="a"/>
    <w:next w:val="a"/>
    <w:uiPriority w:val="99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E875F5"/>
    <w:rPr>
      <w:rFonts w:ascii="Times New Roman" w:hAnsi="Times New Roman" w:cs="Times New Roman"/>
      <w:b/>
      <w:sz w:val="32"/>
    </w:rPr>
  </w:style>
  <w:style w:type="paragraph" w:styleId="a8">
    <w:name w:val="Body Text"/>
    <w:basedOn w:val="a"/>
    <w:link w:val="a9"/>
    <w:uiPriority w:val="99"/>
    <w:rsid w:val="00BA2EA9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BA2EA9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BA2E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A2EA9"/>
    <w:rPr>
      <w:rFonts w:cs="Times New Roman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rsid w:val="009F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F0A3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1705E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e">
    <w:name w:val="List Paragraph"/>
    <w:basedOn w:val="a"/>
    <w:uiPriority w:val="34"/>
    <w:qFormat/>
    <w:rsid w:val="00740460"/>
    <w:pPr>
      <w:ind w:left="720"/>
      <w:contextualSpacing/>
    </w:pPr>
  </w:style>
  <w:style w:type="paragraph" w:customStyle="1" w:styleId="ConsPlusNonformat">
    <w:name w:val="ConsPlusNonformat"/>
    <w:uiPriority w:val="99"/>
    <w:rsid w:val="00A1452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character" w:styleId="af">
    <w:name w:val="Hyperlink"/>
    <w:basedOn w:val="a0"/>
    <w:uiPriority w:val="99"/>
    <w:unhideWhenUsed/>
    <w:rsid w:val="00F45694"/>
    <w:rPr>
      <w:color w:val="0000FF" w:themeColor="hyperlink"/>
      <w:u w:val="single"/>
    </w:rPr>
  </w:style>
  <w:style w:type="character" w:customStyle="1" w:styleId="21">
    <w:name w:val="Основной текст (2)_"/>
    <w:link w:val="22"/>
    <w:rsid w:val="0049037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90376"/>
    <w:pPr>
      <w:widowControl w:val="0"/>
      <w:shd w:val="clear" w:color="auto" w:fill="FFFFFF"/>
      <w:spacing w:after="0" w:line="4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4F1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C8690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locked/>
    <w:rsid w:val="00F97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53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96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92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6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8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65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8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41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1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0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7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76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33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49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800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61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26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15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44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54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97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07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08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15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861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41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18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98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90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12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25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65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71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154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2;&#1076;&#1084;&#1080;&#1085;&#1080;&#1089;&#1090;&#1088;&#1072;&#1094;&#1080;&#1080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7E62-EA27-49F8-A455-6C901EE6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 города Владивостока</Template>
  <TotalTime>0</TotalTime>
  <Pages>6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krupina</dc:creator>
  <cp:lastModifiedBy>Юлия В. Андреева</cp:lastModifiedBy>
  <cp:revision>2</cp:revision>
  <cp:lastPrinted>2022-05-16T01:56:00Z</cp:lastPrinted>
  <dcterms:created xsi:type="dcterms:W3CDTF">2025-02-25T23:33:00Z</dcterms:created>
  <dcterms:modified xsi:type="dcterms:W3CDTF">2025-02-25T23:33:00Z</dcterms:modified>
</cp:coreProperties>
</file>