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7D78EE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0E0DF3" w:rsidRPr="000E0DF3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0E0DF3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0E0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13E" w:rsidRPr="000E0DF3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 внесении изменений в приложение к решению Думы города Вл</w:t>
      </w:r>
      <w:r w:rsidR="00C53840">
        <w:rPr>
          <w:rFonts w:ascii="Times New Roman" w:hAnsi="Times New Roman" w:cs="Times New Roman"/>
          <w:sz w:val="28"/>
          <w:szCs w:val="28"/>
        </w:rPr>
        <w:t xml:space="preserve">адивостока </w:t>
      </w:r>
      <w:r w:rsidR="00F37ADD">
        <w:rPr>
          <w:rFonts w:ascii="Times New Roman" w:hAnsi="Times New Roman" w:cs="Times New Roman"/>
          <w:sz w:val="28"/>
          <w:szCs w:val="28"/>
        </w:rPr>
        <w:t>от 27.02.2025 № 568</w:t>
      </w:r>
      <w:r w:rsidR="00C53840" w:rsidRPr="00AA4A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Об утверждении условий приватизации муниципального имущества в городе Владивосток</w:t>
      </w:r>
      <w:r w:rsidR="00974982">
        <w:rPr>
          <w:rFonts w:ascii="Times New Roman" w:hAnsi="Times New Roman" w:cs="Times New Roman"/>
          <w:sz w:val="28"/>
          <w:szCs w:val="28"/>
        </w:rPr>
        <w:t>е</w:t>
      </w:r>
      <w:r w:rsidR="00C53840" w:rsidRPr="00C53840">
        <w:rPr>
          <w:rFonts w:ascii="Times New Roman" w:hAnsi="Times New Roman" w:cs="Times New Roman"/>
          <w:sz w:val="28"/>
          <w:szCs w:val="28"/>
        </w:rPr>
        <w:t xml:space="preserve"> </w:t>
      </w:r>
      <w:r w:rsidR="00F44426">
        <w:rPr>
          <w:rFonts w:ascii="Times New Roman" w:hAnsi="Times New Roman" w:cs="Times New Roman"/>
          <w:sz w:val="28"/>
          <w:szCs w:val="28"/>
        </w:rPr>
        <w:br/>
      </w:r>
      <w:r w:rsidR="00C53840" w:rsidRPr="00C53840">
        <w:rPr>
          <w:rFonts w:ascii="Times New Roman" w:hAnsi="Times New Roman" w:cs="Times New Roman"/>
          <w:sz w:val="28"/>
          <w:szCs w:val="28"/>
        </w:rPr>
        <w:t>на</w:t>
      </w:r>
      <w:r w:rsidR="00C53840">
        <w:rPr>
          <w:rFonts w:ascii="Times New Roman" w:hAnsi="Times New Roman" w:cs="Times New Roman"/>
          <w:sz w:val="28"/>
          <w:szCs w:val="28"/>
        </w:rPr>
        <w:t xml:space="preserve"> 202</w:t>
      </w:r>
      <w:r w:rsidR="00AA4AE5">
        <w:rPr>
          <w:rFonts w:ascii="Times New Roman" w:hAnsi="Times New Roman" w:cs="Times New Roman"/>
          <w:sz w:val="28"/>
          <w:szCs w:val="28"/>
        </w:rPr>
        <w:t>5</w:t>
      </w:r>
      <w:r w:rsidR="00C53840">
        <w:rPr>
          <w:rFonts w:ascii="Times New Roman" w:hAnsi="Times New Roman" w:cs="Times New Roman"/>
          <w:sz w:val="28"/>
          <w:szCs w:val="28"/>
        </w:rPr>
        <w:t>-202</w:t>
      </w:r>
      <w:r w:rsidR="00AA4AE5">
        <w:rPr>
          <w:rFonts w:ascii="Times New Roman" w:hAnsi="Times New Roman" w:cs="Times New Roman"/>
          <w:sz w:val="28"/>
          <w:szCs w:val="28"/>
        </w:rPr>
        <w:t>6</w:t>
      </w:r>
      <w:r w:rsidR="00C5384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E0DF3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4A713E" w:rsidRPr="00AB1A4B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AB1A4B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231A21" w:rsidRDefault="005C3338" w:rsidP="004D6C2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приложение к решению Думы города Владивостока </w:t>
      </w:r>
      <w:r w:rsidR="00F37ADD" w:rsidRPr="00F37ADD">
        <w:rPr>
          <w:rFonts w:ascii="Times New Roman" w:hAnsi="Times New Roman" w:cs="Times New Roman"/>
          <w:b w:val="0"/>
          <w:sz w:val="28"/>
          <w:szCs w:val="28"/>
        </w:rPr>
        <w:t>от 27.02.2025 № 568</w:t>
      </w:r>
      <w:r w:rsidR="00F37ADD" w:rsidRPr="00794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«Об утверждении условий приватизации муниципального имущества в городе Владивосток</w:t>
      </w:r>
      <w:r w:rsidR="003A6705">
        <w:rPr>
          <w:rFonts w:ascii="Times New Roman" w:hAnsi="Times New Roman" w:cs="Times New Roman"/>
          <w:b w:val="0"/>
          <w:sz w:val="28"/>
          <w:szCs w:val="28"/>
        </w:rPr>
        <w:t>е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5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-202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6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B47204">
        <w:rPr>
          <w:szCs w:val="28"/>
        </w:rPr>
        <w:t>Сухова А</w:t>
      </w:r>
      <w:r w:rsidR="006A5CAD">
        <w:rPr>
          <w:szCs w:val="28"/>
        </w:rPr>
        <w:t>.</w:t>
      </w:r>
      <w:r w:rsidR="00B47204">
        <w:rPr>
          <w:szCs w:val="28"/>
        </w:rPr>
        <w:t>Н.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400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B47204" w:rsidRPr="00B47204">
        <w:rPr>
          <w:rFonts w:ascii="Times New Roman" w:hAnsi="Times New Roman"/>
          <w:sz w:val="28"/>
          <w:szCs w:val="28"/>
        </w:rPr>
        <w:t>Сухова А.Н.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Default="005C3338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 w:rsidR="00CF1645">
        <w:rPr>
          <w:rFonts w:ascii="Times New Roman" w:hAnsi="Times New Roman"/>
          <w:sz w:val="28"/>
        </w:rPr>
        <w:t xml:space="preserve">   </w:t>
      </w:r>
      <w:r w:rsidR="00E95017" w:rsidRPr="00E95017">
        <w:rPr>
          <w:rFonts w:ascii="Times New Roman" w:hAnsi="Times New Roman"/>
          <w:sz w:val="28"/>
        </w:rPr>
        <w:t xml:space="preserve"> К.В. Шестаков</w:t>
      </w:r>
    </w:p>
    <w:p w:rsidR="00F968FB" w:rsidRDefault="00F968FB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6974" w:rsidRPr="00794A01" w:rsidRDefault="00C16A70" w:rsidP="00794A0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002F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623EF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A623EF" w:rsidRDefault="003F57F4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002FF" w:rsidRPr="00A623EF" w:rsidRDefault="004002FF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A13410" w:rsidRDefault="000E0DF3" w:rsidP="00C16A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4002FF" w:rsidRDefault="004002FF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B941C0" w:rsidP="00AA4AE5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приложение к решению Думы города Владивостока </w:t>
            </w:r>
            <w:r w:rsidR="00F37ADD" w:rsidRPr="00F37AD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27.02.2025 № 568</w:t>
            </w:r>
            <w:r w:rsidR="00F37ADD" w:rsidRPr="00794A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A4AE5"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 xml:space="preserve"> 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утверждении условий приватизации муниципального имущества в городе Владивосток</w:t>
            </w:r>
            <w:r w:rsidR="00696D68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4" w:rsidRPr="003F57F4" w:rsidRDefault="003F57F4" w:rsidP="003F57F4"/>
    <w:p w:rsidR="000E0DF3" w:rsidRDefault="000E0DF3" w:rsidP="00726F09">
      <w:pPr>
        <w:pStyle w:val="21"/>
        <w:spacing w:line="360" w:lineRule="auto"/>
      </w:pPr>
      <w:r>
        <w:t>В соответствии с 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решением Думы го</w:t>
      </w:r>
      <w:r w:rsidR="009A02F3">
        <w:t>рода Владивостока от 23.04.2002</w:t>
      </w:r>
      <w:r w:rsidR="004B2E7A" w:rsidRPr="004B2E7A">
        <w:t xml:space="preserve"> </w:t>
      </w:r>
      <w:r>
        <w:t>№ 82 «Об утверждении Положения о порядке проведения приватизации муниципального имущества в городе Владивостоке» Дума города</w:t>
      </w:r>
      <w:r w:rsidR="00726F09">
        <w:t xml:space="preserve"> </w:t>
      </w:r>
      <w:r>
        <w:t>Владивостока</w:t>
      </w: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8FB" w:rsidRPr="00C36974" w:rsidRDefault="00F968FB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0E0DF3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</w:t>
      </w:r>
      <w:r w:rsidR="00F968FB">
        <w:rPr>
          <w:rFonts w:ascii="Times New Roman" w:hAnsi="Times New Roman"/>
          <w:sz w:val="28"/>
        </w:rPr>
        <w:t xml:space="preserve">. </w:t>
      </w:r>
      <w:r w:rsidR="008B220A" w:rsidRPr="008B220A">
        <w:rPr>
          <w:rFonts w:ascii="Times New Roman" w:hAnsi="Times New Roman"/>
          <w:sz w:val="28"/>
        </w:rPr>
        <w:t xml:space="preserve">Внести в приложение к решению Думы города Владивостока </w:t>
      </w:r>
      <w:r w:rsidR="00072FB7">
        <w:rPr>
          <w:rFonts w:ascii="Times New Roman" w:hAnsi="Times New Roman"/>
          <w:sz w:val="28"/>
        </w:rPr>
        <w:br/>
      </w:r>
      <w:r w:rsidR="00F37ADD" w:rsidRPr="00F37ADD">
        <w:rPr>
          <w:rFonts w:ascii="Times New Roman" w:hAnsi="Times New Roman"/>
          <w:sz w:val="28"/>
          <w:szCs w:val="28"/>
        </w:rPr>
        <w:t>от 27.02.2025 № 568</w:t>
      </w:r>
      <w:r w:rsidR="00F37ADD" w:rsidRPr="00794A01">
        <w:rPr>
          <w:rFonts w:ascii="Times New Roman" w:hAnsi="Times New Roman"/>
          <w:b/>
          <w:sz w:val="28"/>
          <w:szCs w:val="28"/>
        </w:rPr>
        <w:t xml:space="preserve"> </w:t>
      </w:r>
      <w:r w:rsidR="008B220A" w:rsidRPr="008B220A">
        <w:rPr>
          <w:rFonts w:ascii="Times New Roman" w:hAnsi="Times New Roman"/>
          <w:sz w:val="28"/>
        </w:rPr>
        <w:t xml:space="preserve">«Об утверждении условий приватизации муниципального </w:t>
      </w:r>
      <w:r w:rsidR="008B220A" w:rsidRPr="008B220A">
        <w:rPr>
          <w:rFonts w:ascii="Times New Roman" w:hAnsi="Times New Roman"/>
          <w:sz w:val="28"/>
        </w:rPr>
        <w:lastRenderedPageBreak/>
        <w:t>имущества в городе Владивосток</w:t>
      </w:r>
      <w:r w:rsidR="001119D4">
        <w:rPr>
          <w:rFonts w:ascii="Times New Roman" w:hAnsi="Times New Roman"/>
          <w:sz w:val="28"/>
        </w:rPr>
        <w:t>е</w:t>
      </w:r>
      <w:r w:rsidR="008B220A" w:rsidRPr="008B220A">
        <w:rPr>
          <w:rFonts w:ascii="Times New Roman" w:hAnsi="Times New Roman"/>
          <w:sz w:val="28"/>
        </w:rPr>
        <w:t xml:space="preserve"> на 202</w:t>
      </w:r>
      <w:r w:rsidR="00AA4AE5">
        <w:rPr>
          <w:rFonts w:ascii="Times New Roman" w:hAnsi="Times New Roman"/>
          <w:sz w:val="28"/>
        </w:rPr>
        <w:t>5</w:t>
      </w:r>
      <w:r w:rsidR="008B220A" w:rsidRPr="008B220A">
        <w:rPr>
          <w:rFonts w:ascii="Times New Roman" w:hAnsi="Times New Roman"/>
          <w:sz w:val="28"/>
        </w:rPr>
        <w:t>-202</w:t>
      </w:r>
      <w:r w:rsidR="00AA4AE5">
        <w:rPr>
          <w:rFonts w:ascii="Times New Roman" w:hAnsi="Times New Roman"/>
          <w:sz w:val="28"/>
        </w:rPr>
        <w:t>6</w:t>
      </w:r>
      <w:r w:rsidR="008B220A" w:rsidRPr="008B220A">
        <w:rPr>
          <w:rFonts w:ascii="Times New Roman" w:hAnsi="Times New Roman"/>
          <w:sz w:val="28"/>
        </w:rPr>
        <w:t xml:space="preserve"> годы» следующие изменения:</w:t>
      </w:r>
      <w:r w:rsidR="00AA4AE5">
        <w:rPr>
          <w:rFonts w:ascii="Times New Roman" w:hAnsi="Times New Roman"/>
          <w:sz w:val="28"/>
        </w:rPr>
        <w:t xml:space="preserve"> </w:t>
      </w:r>
      <w:r w:rsidR="008B2369">
        <w:rPr>
          <w:rFonts w:ascii="Times New Roman" w:hAnsi="Times New Roman"/>
          <w:sz w:val="28"/>
        </w:rPr>
        <w:t>дополнить строк</w:t>
      </w:r>
      <w:r w:rsidR="009F7A78">
        <w:rPr>
          <w:rFonts w:ascii="Times New Roman" w:hAnsi="Times New Roman"/>
          <w:sz w:val="28"/>
        </w:rPr>
        <w:t>ами</w:t>
      </w:r>
      <w:r w:rsidR="00AA4AE5">
        <w:rPr>
          <w:rFonts w:ascii="Times New Roman" w:hAnsi="Times New Roman"/>
          <w:sz w:val="28"/>
        </w:rPr>
        <w:t xml:space="preserve"> 1</w:t>
      </w:r>
      <w:r w:rsidR="009F7A78">
        <w:rPr>
          <w:rFonts w:ascii="Times New Roman" w:hAnsi="Times New Roman"/>
          <w:sz w:val="28"/>
        </w:rPr>
        <w:t>5, 16</w:t>
      </w:r>
      <w:bookmarkStart w:id="0" w:name="_GoBack"/>
      <w:bookmarkEnd w:id="0"/>
      <w:r w:rsidR="00AE41B9">
        <w:rPr>
          <w:rFonts w:ascii="Times New Roman" w:hAnsi="Times New Roman"/>
          <w:sz w:val="28"/>
        </w:rPr>
        <w:t xml:space="preserve"> сл</w:t>
      </w:r>
      <w:r w:rsidR="008B2369">
        <w:rPr>
          <w:rFonts w:ascii="Times New Roman" w:hAnsi="Times New Roman"/>
          <w:sz w:val="28"/>
        </w:rPr>
        <w:t>едующего содержания (приложение</w:t>
      </w:r>
      <w:r w:rsidR="00AA4AE5">
        <w:rPr>
          <w:rFonts w:ascii="Times New Roman" w:hAnsi="Times New Roman"/>
          <w:sz w:val="28"/>
        </w:rPr>
        <w:t>)</w:t>
      </w:r>
      <w:r w:rsidR="00AE41B9">
        <w:rPr>
          <w:rFonts w:ascii="Times New Roman" w:hAnsi="Times New Roman"/>
          <w:sz w:val="28"/>
        </w:rPr>
        <w:t>.</w:t>
      </w:r>
    </w:p>
    <w:p w:rsidR="003F57F4" w:rsidRPr="00C16A70" w:rsidRDefault="007556BB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57F4" w:rsidRPr="00C16A70">
        <w:rPr>
          <w:rFonts w:ascii="Times New Roman" w:hAnsi="Times New Roman"/>
          <w:sz w:val="28"/>
          <w:szCs w:val="28"/>
        </w:rPr>
        <w:t>. 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7556BB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3F57F4">
        <w:rPr>
          <w:rFonts w:ascii="Times New Roman" w:hAnsi="Times New Roman"/>
          <w:sz w:val="28"/>
          <w:szCs w:val="28"/>
        </w:rPr>
        <w:t>со дня его принятия.</w:t>
      </w:r>
    </w:p>
    <w:p w:rsidR="00C36974" w:rsidRDefault="00C3697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D6C21">
      <w:headerReference w:type="default" r:id="rId9"/>
      <w:pgSz w:w="11907" w:h="16840" w:code="9"/>
      <w:pgMar w:top="1134" w:right="851" w:bottom="851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B5" w:rsidRDefault="00251DB5">
      <w:pPr>
        <w:spacing w:after="0" w:line="240" w:lineRule="auto"/>
      </w:pPr>
      <w:r>
        <w:separator/>
      </w:r>
    </w:p>
  </w:endnote>
  <w:endnote w:type="continuationSeparator" w:id="0">
    <w:p w:rsidR="00251DB5" w:rsidRDefault="0025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B5" w:rsidRDefault="00251DB5">
      <w:pPr>
        <w:spacing w:after="0" w:line="240" w:lineRule="auto"/>
      </w:pPr>
      <w:r>
        <w:separator/>
      </w:r>
    </w:p>
  </w:footnote>
  <w:footnote w:type="continuationSeparator" w:id="0">
    <w:p w:rsidR="00251DB5" w:rsidRDefault="0025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F7A7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1788C"/>
    <w:rsid w:val="00020B17"/>
    <w:rsid w:val="000273C6"/>
    <w:rsid w:val="00035D30"/>
    <w:rsid w:val="00040CCD"/>
    <w:rsid w:val="00044DCD"/>
    <w:rsid w:val="00045219"/>
    <w:rsid w:val="000502D0"/>
    <w:rsid w:val="00054A49"/>
    <w:rsid w:val="0007129B"/>
    <w:rsid w:val="00072FB7"/>
    <w:rsid w:val="00085001"/>
    <w:rsid w:val="00087FC1"/>
    <w:rsid w:val="000919A5"/>
    <w:rsid w:val="00091C57"/>
    <w:rsid w:val="000A3A1C"/>
    <w:rsid w:val="000A3AAD"/>
    <w:rsid w:val="000A49EF"/>
    <w:rsid w:val="000A4D6E"/>
    <w:rsid w:val="000A538F"/>
    <w:rsid w:val="000A6853"/>
    <w:rsid w:val="000A6E78"/>
    <w:rsid w:val="000C0714"/>
    <w:rsid w:val="000C0F65"/>
    <w:rsid w:val="000C1BC4"/>
    <w:rsid w:val="000C1E07"/>
    <w:rsid w:val="000C464B"/>
    <w:rsid w:val="000C6C24"/>
    <w:rsid w:val="000D06CA"/>
    <w:rsid w:val="000D604D"/>
    <w:rsid w:val="000E0DF3"/>
    <w:rsid w:val="000E471D"/>
    <w:rsid w:val="000F3C3B"/>
    <w:rsid w:val="00101353"/>
    <w:rsid w:val="001119D4"/>
    <w:rsid w:val="00115BAB"/>
    <w:rsid w:val="00123779"/>
    <w:rsid w:val="001248C1"/>
    <w:rsid w:val="0014247B"/>
    <w:rsid w:val="00154D8D"/>
    <w:rsid w:val="00166874"/>
    <w:rsid w:val="00167767"/>
    <w:rsid w:val="00174579"/>
    <w:rsid w:val="001860E5"/>
    <w:rsid w:val="001B07F2"/>
    <w:rsid w:val="001B12A7"/>
    <w:rsid w:val="001C1070"/>
    <w:rsid w:val="001E5AE1"/>
    <w:rsid w:val="001F62BE"/>
    <w:rsid w:val="002006F7"/>
    <w:rsid w:val="00211207"/>
    <w:rsid w:val="002157D1"/>
    <w:rsid w:val="00215C76"/>
    <w:rsid w:val="00222373"/>
    <w:rsid w:val="002230D7"/>
    <w:rsid w:val="00223DEC"/>
    <w:rsid w:val="002242F6"/>
    <w:rsid w:val="0023151C"/>
    <w:rsid w:val="00231A21"/>
    <w:rsid w:val="00234854"/>
    <w:rsid w:val="00234C47"/>
    <w:rsid w:val="002474F9"/>
    <w:rsid w:val="00251DB5"/>
    <w:rsid w:val="00251F53"/>
    <w:rsid w:val="0025357C"/>
    <w:rsid w:val="00254664"/>
    <w:rsid w:val="002577EC"/>
    <w:rsid w:val="00261D20"/>
    <w:rsid w:val="002628D1"/>
    <w:rsid w:val="0027407B"/>
    <w:rsid w:val="0028040B"/>
    <w:rsid w:val="002808DA"/>
    <w:rsid w:val="002B2FD3"/>
    <w:rsid w:val="002C4C23"/>
    <w:rsid w:val="002D2CD1"/>
    <w:rsid w:val="002D4A0E"/>
    <w:rsid w:val="002E39E9"/>
    <w:rsid w:val="002E4C3A"/>
    <w:rsid w:val="002E5761"/>
    <w:rsid w:val="002F31A9"/>
    <w:rsid w:val="003201B9"/>
    <w:rsid w:val="00324CB9"/>
    <w:rsid w:val="00335DF3"/>
    <w:rsid w:val="003378B0"/>
    <w:rsid w:val="00341D4C"/>
    <w:rsid w:val="00343B41"/>
    <w:rsid w:val="00344319"/>
    <w:rsid w:val="00344612"/>
    <w:rsid w:val="003450C3"/>
    <w:rsid w:val="00347393"/>
    <w:rsid w:val="00366FE2"/>
    <w:rsid w:val="00382DA0"/>
    <w:rsid w:val="00390B2F"/>
    <w:rsid w:val="00390F25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347B"/>
    <w:rsid w:val="004041E4"/>
    <w:rsid w:val="00411811"/>
    <w:rsid w:val="004121B1"/>
    <w:rsid w:val="004137B0"/>
    <w:rsid w:val="00417250"/>
    <w:rsid w:val="004213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589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1109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10A94"/>
    <w:rsid w:val="00517D48"/>
    <w:rsid w:val="00522649"/>
    <w:rsid w:val="00524588"/>
    <w:rsid w:val="00526D32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7109"/>
    <w:rsid w:val="00590A1B"/>
    <w:rsid w:val="005A449B"/>
    <w:rsid w:val="005A4B6F"/>
    <w:rsid w:val="005A4C15"/>
    <w:rsid w:val="005B2A12"/>
    <w:rsid w:val="005B43D8"/>
    <w:rsid w:val="005B5993"/>
    <w:rsid w:val="005C1C23"/>
    <w:rsid w:val="005C3338"/>
    <w:rsid w:val="005D19AD"/>
    <w:rsid w:val="005D2B84"/>
    <w:rsid w:val="005D46CE"/>
    <w:rsid w:val="005D6951"/>
    <w:rsid w:val="005E0672"/>
    <w:rsid w:val="005E14C9"/>
    <w:rsid w:val="005E2C1D"/>
    <w:rsid w:val="005E39A4"/>
    <w:rsid w:val="005E437B"/>
    <w:rsid w:val="005F474E"/>
    <w:rsid w:val="00600B50"/>
    <w:rsid w:val="00604666"/>
    <w:rsid w:val="0060639A"/>
    <w:rsid w:val="00607CF5"/>
    <w:rsid w:val="00612ACF"/>
    <w:rsid w:val="00617486"/>
    <w:rsid w:val="0062332A"/>
    <w:rsid w:val="00624062"/>
    <w:rsid w:val="0065038D"/>
    <w:rsid w:val="00651DB5"/>
    <w:rsid w:val="00656594"/>
    <w:rsid w:val="00665A3E"/>
    <w:rsid w:val="00671229"/>
    <w:rsid w:val="00683304"/>
    <w:rsid w:val="00696D68"/>
    <w:rsid w:val="006A118F"/>
    <w:rsid w:val="006A31E9"/>
    <w:rsid w:val="006A5CAD"/>
    <w:rsid w:val="006C4046"/>
    <w:rsid w:val="006C4B84"/>
    <w:rsid w:val="006E1033"/>
    <w:rsid w:val="006E142C"/>
    <w:rsid w:val="006E19BC"/>
    <w:rsid w:val="006F4F3F"/>
    <w:rsid w:val="007019E5"/>
    <w:rsid w:val="00701A11"/>
    <w:rsid w:val="00701DC8"/>
    <w:rsid w:val="00702715"/>
    <w:rsid w:val="00712099"/>
    <w:rsid w:val="00715C25"/>
    <w:rsid w:val="00717EEF"/>
    <w:rsid w:val="00720E4D"/>
    <w:rsid w:val="00721860"/>
    <w:rsid w:val="00723B98"/>
    <w:rsid w:val="00726F09"/>
    <w:rsid w:val="00733CAE"/>
    <w:rsid w:val="00735ABD"/>
    <w:rsid w:val="0073709B"/>
    <w:rsid w:val="00740131"/>
    <w:rsid w:val="00746659"/>
    <w:rsid w:val="00751384"/>
    <w:rsid w:val="007556BB"/>
    <w:rsid w:val="00756C50"/>
    <w:rsid w:val="00765CBD"/>
    <w:rsid w:val="007708F3"/>
    <w:rsid w:val="00776589"/>
    <w:rsid w:val="00781C1A"/>
    <w:rsid w:val="0078240D"/>
    <w:rsid w:val="0079078B"/>
    <w:rsid w:val="00792321"/>
    <w:rsid w:val="00794A01"/>
    <w:rsid w:val="007A1B0C"/>
    <w:rsid w:val="007B0D10"/>
    <w:rsid w:val="007B4B59"/>
    <w:rsid w:val="007B7982"/>
    <w:rsid w:val="007D40B5"/>
    <w:rsid w:val="007D78EE"/>
    <w:rsid w:val="007E1D03"/>
    <w:rsid w:val="007E7331"/>
    <w:rsid w:val="007F77CD"/>
    <w:rsid w:val="0080790A"/>
    <w:rsid w:val="00821369"/>
    <w:rsid w:val="008218CD"/>
    <w:rsid w:val="00822797"/>
    <w:rsid w:val="00823A6A"/>
    <w:rsid w:val="008255E2"/>
    <w:rsid w:val="0083182C"/>
    <w:rsid w:val="008318EF"/>
    <w:rsid w:val="008377FA"/>
    <w:rsid w:val="00841D50"/>
    <w:rsid w:val="0084780A"/>
    <w:rsid w:val="00847ECD"/>
    <w:rsid w:val="008554B1"/>
    <w:rsid w:val="00856F73"/>
    <w:rsid w:val="00874AB5"/>
    <w:rsid w:val="00881802"/>
    <w:rsid w:val="00887F8B"/>
    <w:rsid w:val="00890BE3"/>
    <w:rsid w:val="008921FA"/>
    <w:rsid w:val="00894A91"/>
    <w:rsid w:val="00897947"/>
    <w:rsid w:val="008A6BEA"/>
    <w:rsid w:val="008A7BF9"/>
    <w:rsid w:val="008B220A"/>
    <w:rsid w:val="008B2369"/>
    <w:rsid w:val="008B3FC7"/>
    <w:rsid w:val="008C368B"/>
    <w:rsid w:val="008C7479"/>
    <w:rsid w:val="008D7490"/>
    <w:rsid w:val="008E029C"/>
    <w:rsid w:val="008E5C3F"/>
    <w:rsid w:val="008F2E3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5317"/>
    <w:rsid w:val="00956DC9"/>
    <w:rsid w:val="00960593"/>
    <w:rsid w:val="00971658"/>
    <w:rsid w:val="00971A20"/>
    <w:rsid w:val="0097436E"/>
    <w:rsid w:val="00974982"/>
    <w:rsid w:val="00976DC1"/>
    <w:rsid w:val="00981D00"/>
    <w:rsid w:val="0098503F"/>
    <w:rsid w:val="009907F1"/>
    <w:rsid w:val="00996E0B"/>
    <w:rsid w:val="00997559"/>
    <w:rsid w:val="009A02F3"/>
    <w:rsid w:val="009A1BF6"/>
    <w:rsid w:val="009A39BA"/>
    <w:rsid w:val="009A3F23"/>
    <w:rsid w:val="009A6EA5"/>
    <w:rsid w:val="009B0315"/>
    <w:rsid w:val="009B1209"/>
    <w:rsid w:val="009C32EC"/>
    <w:rsid w:val="009C5A09"/>
    <w:rsid w:val="009C5C87"/>
    <w:rsid w:val="009D149D"/>
    <w:rsid w:val="009D3C96"/>
    <w:rsid w:val="009D74FB"/>
    <w:rsid w:val="009E5C61"/>
    <w:rsid w:val="009F7A78"/>
    <w:rsid w:val="00A010A0"/>
    <w:rsid w:val="00A0411C"/>
    <w:rsid w:val="00A067DB"/>
    <w:rsid w:val="00A11072"/>
    <w:rsid w:val="00A13410"/>
    <w:rsid w:val="00A1537B"/>
    <w:rsid w:val="00A20C91"/>
    <w:rsid w:val="00A34D78"/>
    <w:rsid w:val="00A42141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5143"/>
    <w:rsid w:val="00AA1D35"/>
    <w:rsid w:val="00AA4AE5"/>
    <w:rsid w:val="00AA666C"/>
    <w:rsid w:val="00AA6757"/>
    <w:rsid w:val="00AA6FDF"/>
    <w:rsid w:val="00AB1A4B"/>
    <w:rsid w:val="00AB3F78"/>
    <w:rsid w:val="00AB6896"/>
    <w:rsid w:val="00AC5D44"/>
    <w:rsid w:val="00AD081A"/>
    <w:rsid w:val="00AE41B9"/>
    <w:rsid w:val="00AF2424"/>
    <w:rsid w:val="00AF4B54"/>
    <w:rsid w:val="00AF4D14"/>
    <w:rsid w:val="00B179F9"/>
    <w:rsid w:val="00B4192A"/>
    <w:rsid w:val="00B42BF8"/>
    <w:rsid w:val="00B47204"/>
    <w:rsid w:val="00B503A3"/>
    <w:rsid w:val="00B5074D"/>
    <w:rsid w:val="00B55FD3"/>
    <w:rsid w:val="00B603F8"/>
    <w:rsid w:val="00B63DEB"/>
    <w:rsid w:val="00B64829"/>
    <w:rsid w:val="00B671B3"/>
    <w:rsid w:val="00B8572B"/>
    <w:rsid w:val="00B908E1"/>
    <w:rsid w:val="00B92431"/>
    <w:rsid w:val="00B92597"/>
    <w:rsid w:val="00B93275"/>
    <w:rsid w:val="00B941C0"/>
    <w:rsid w:val="00BA11D7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00380"/>
    <w:rsid w:val="00C162BF"/>
    <w:rsid w:val="00C16A70"/>
    <w:rsid w:val="00C16F0C"/>
    <w:rsid w:val="00C36974"/>
    <w:rsid w:val="00C37771"/>
    <w:rsid w:val="00C421F8"/>
    <w:rsid w:val="00C433EA"/>
    <w:rsid w:val="00C53840"/>
    <w:rsid w:val="00C657E6"/>
    <w:rsid w:val="00C71D05"/>
    <w:rsid w:val="00C76193"/>
    <w:rsid w:val="00C817CE"/>
    <w:rsid w:val="00C837BE"/>
    <w:rsid w:val="00C94B7A"/>
    <w:rsid w:val="00CA29DC"/>
    <w:rsid w:val="00CA5958"/>
    <w:rsid w:val="00CA7247"/>
    <w:rsid w:val="00CB181C"/>
    <w:rsid w:val="00CC0590"/>
    <w:rsid w:val="00CC1348"/>
    <w:rsid w:val="00CC20B2"/>
    <w:rsid w:val="00CC43AE"/>
    <w:rsid w:val="00CC5414"/>
    <w:rsid w:val="00CD57D7"/>
    <w:rsid w:val="00CD5857"/>
    <w:rsid w:val="00CD6181"/>
    <w:rsid w:val="00CE7998"/>
    <w:rsid w:val="00CE7D7F"/>
    <w:rsid w:val="00CF1645"/>
    <w:rsid w:val="00CF2FF3"/>
    <w:rsid w:val="00CF755D"/>
    <w:rsid w:val="00D07A5A"/>
    <w:rsid w:val="00D13052"/>
    <w:rsid w:val="00D26BB0"/>
    <w:rsid w:val="00D32A0D"/>
    <w:rsid w:val="00D40A8C"/>
    <w:rsid w:val="00D40D10"/>
    <w:rsid w:val="00D42A2B"/>
    <w:rsid w:val="00D455F4"/>
    <w:rsid w:val="00D50A4D"/>
    <w:rsid w:val="00D61C94"/>
    <w:rsid w:val="00D66209"/>
    <w:rsid w:val="00D826D9"/>
    <w:rsid w:val="00D92016"/>
    <w:rsid w:val="00D96EFA"/>
    <w:rsid w:val="00DA52C7"/>
    <w:rsid w:val="00DA6D27"/>
    <w:rsid w:val="00DE149C"/>
    <w:rsid w:val="00DF5013"/>
    <w:rsid w:val="00E042F2"/>
    <w:rsid w:val="00E050B5"/>
    <w:rsid w:val="00E07F2B"/>
    <w:rsid w:val="00E21674"/>
    <w:rsid w:val="00E22904"/>
    <w:rsid w:val="00E27CFB"/>
    <w:rsid w:val="00E35503"/>
    <w:rsid w:val="00E50B43"/>
    <w:rsid w:val="00E53DD1"/>
    <w:rsid w:val="00E6425A"/>
    <w:rsid w:val="00E64849"/>
    <w:rsid w:val="00E83992"/>
    <w:rsid w:val="00E84D47"/>
    <w:rsid w:val="00E875F5"/>
    <w:rsid w:val="00E8789E"/>
    <w:rsid w:val="00E95017"/>
    <w:rsid w:val="00EA17C9"/>
    <w:rsid w:val="00EC3B13"/>
    <w:rsid w:val="00ED354B"/>
    <w:rsid w:val="00ED6AD6"/>
    <w:rsid w:val="00ED76FC"/>
    <w:rsid w:val="00EE566B"/>
    <w:rsid w:val="00F05605"/>
    <w:rsid w:val="00F108D0"/>
    <w:rsid w:val="00F3182A"/>
    <w:rsid w:val="00F3244A"/>
    <w:rsid w:val="00F37ADD"/>
    <w:rsid w:val="00F42BCC"/>
    <w:rsid w:val="00F4319D"/>
    <w:rsid w:val="00F44426"/>
    <w:rsid w:val="00F5244B"/>
    <w:rsid w:val="00F52A82"/>
    <w:rsid w:val="00F60C4F"/>
    <w:rsid w:val="00F64CFF"/>
    <w:rsid w:val="00F6613B"/>
    <w:rsid w:val="00F74336"/>
    <w:rsid w:val="00F85961"/>
    <w:rsid w:val="00F873FC"/>
    <w:rsid w:val="00F93DBB"/>
    <w:rsid w:val="00F94521"/>
    <w:rsid w:val="00F968FB"/>
    <w:rsid w:val="00FB14CE"/>
    <w:rsid w:val="00FB51F5"/>
    <w:rsid w:val="00FC53E2"/>
    <w:rsid w:val="00FC7151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4CAB-1C72-4AA9-8E9B-28BDF64F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19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Елена Александровна Леонова</cp:lastModifiedBy>
  <cp:revision>13</cp:revision>
  <cp:lastPrinted>2024-05-31T01:42:00Z</cp:lastPrinted>
  <dcterms:created xsi:type="dcterms:W3CDTF">2024-06-17T06:03:00Z</dcterms:created>
  <dcterms:modified xsi:type="dcterms:W3CDTF">2025-05-18T22:52:00Z</dcterms:modified>
</cp:coreProperties>
</file>